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B3" w:rsidRDefault="00E901B3" w:rsidP="00E901B3">
      <w:pPr>
        <w:jc w:val="center"/>
        <w:rPr>
          <w:sz w:val="24"/>
        </w:rPr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pt" o:ole="" fillcolor="window">
            <v:imagedata r:id="rId8" o:title=""/>
          </v:shape>
          <o:OLEObject Type="Embed" ProgID="Word.Picture.8" ShapeID="_x0000_i1025" DrawAspect="Content" ObjectID="_1830519381" r:id="rId9"/>
        </w:object>
      </w:r>
    </w:p>
    <w:p w:rsidR="00E901B3" w:rsidRDefault="00E901B3" w:rsidP="00E901B3">
      <w:pPr>
        <w:pStyle w:val="af0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E901B3" w:rsidRDefault="00E62307" w:rsidP="00E901B3">
      <w:pPr>
        <w:pStyle w:val="af0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МУНИЦИПАЛЬНЫЙ ОКРУГ</w:t>
      </w:r>
      <w:r w:rsidR="00E901B3">
        <w:rPr>
          <w:rFonts w:ascii="Times New Roman" w:hAnsi="Times New Roman"/>
          <w:b w:val="0"/>
          <w:spacing w:val="20"/>
        </w:rPr>
        <w:t>» СМОЛЕНСКОЙ ОБЛАСТИ</w:t>
      </w:r>
    </w:p>
    <w:p w:rsidR="00E901B3" w:rsidRDefault="005B70E9" w:rsidP="005B70E9">
      <w:pPr>
        <w:pStyle w:val="af0"/>
        <w:spacing w:before="0" w:after="0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ПРОЕКТ</w:t>
      </w:r>
    </w:p>
    <w:p w:rsidR="00E901B3" w:rsidRDefault="00E901B3" w:rsidP="00E901B3">
      <w:pPr>
        <w:pStyle w:val="af2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AC73B5" w:rsidRDefault="00AC73B5" w:rsidP="00E901B3">
      <w:pPr>
        <w:pStyle w:val="af1"/>
        <w:rPr>
          <w:sz w:val="28"/>
        </w:rPr>
      </w:pPr>
    </w:p>
    <w:p w:rsidR="00E901B3" w:rsidRDefault="00E901B3" w:rsidP="00E901B3">
      <w:pPr>
        <w:pStyle w:val="af1"/>
        <w:rPr>
          <w:sz w:val="28"/>
        </w:rPr>
      </w:pPr>
      <w:r>
        <w:rPr>
          <w:sz w:val="28"/>
        </w:rPr>
        <w:t>от</w:t>
      </w:r>
      <w:r w:rsidRPr="00650FB6">
        <w:rPr>
          <w:sz w:val="28"/>
        </w:rPr>
        <w:t xml:space="preserve"> </w:t>
      </w:r>
      <w:r w:rsidR="00416F33">
        <w:rPr>
          <w:sz w:val="28"/>
        </w:rPr>
        <w:t>________________  №  _____</w:t>
      </w:r>
    </w:p>
    <w:p w:rsidR="00AC73B5" w:rsidRDefault="00AC73B5" w:rsidP="00E901B3">
      <w:pPr>
        <w:pStyle w:val="af1"/>
        <w:rPr>
          <w:sz w:val="28"/>
        </w:rPr>
      </w:pPr>
    </w:p>
    <w:tbl>
      <w:tblPr>
        <w:tblW w:w="9600" w:type="dxa"/>
        <w:tblInd w:w="108" w:type="dxa"/>
        <w:tblLayout w:type="fixed"/>
        <w:tblLook w:val="04A0"/>
      </w:tblPr>
      <w:tblGrid>
        <w:gridCol w:w="4818"/>
        <w:gridCol w:w="4782"/>
      </w:tblGrid>
      <w:tr w:rsidR="00E901B3" w:rsidTr="00B946F6">
        <w:tc>
          <w:tcPr>
            <w:tcW w:w="4818" w:type="dxa"/>
            <w:hideMark/>
          </w:tcPr>
          <w:p w:rsidR="00B36C80" w:rsidRPr="00AB4DE5" w:rsidRDefault="00416F33" w:rsidP="00B36C80">
            <w:pPr>
              <w:pStyle w:val="af1"/>
              <w:ind w:left="-108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Ярцевский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муниципальный округ» Смоленской области </w:t>
            </w:r>
            <w:r w:rsidR="00B36C80" w:rsidRPr="00AB4DE5">
              <w:rPr>
                <w:sz w:val="28"/>
                <w:szCs w:val="28"/>
              </w:rPr>
              <w:t xml:space="preserve">от </w:t>
            </w:r>
            <w:r w:rsidR="00B36C80">
              <w:rPr>
                <w:sz w:val="28"/>
                <w:szCs w:val="28"/>
              </w:rPr>
              <w:t xml:space="preserve">04.02.2025 </w:t>
            </w:r>
            <w:r w:rsidR="00B36C80" w:rsidRPr="00AB4DE5">
              <w:rPr>
                <w:sz w:val="28"/>
                <w:szCs w:val="28"/>
              </w:rPr>
              <w:t xml:space="preserve">№ </w:t>
            </w:r>
            <w:bookmarkStart w:id="0" w:name="_GoBack"/>
            <w:bookmarkEnd w:id="0"/>
            <w:r w:rsidR="00B36C80">
              <w:rPr>
                <w:sz w:val="28"/>
                <w:szCs w:val="28"/>
              </w:rPr>
              <w:t xml:space="preserve"> 116</w:t>
            </w:r>
          </w:p>
          <w:p w:rsidR="00E901B3" w:rsidRDefault="00E901B3" w:rsidP="00B36C80">
            <w:pPr>
              <w:pStyle w:val="af1"/>
              <w:spacing w:line="276" w:lineRule="auto"/>
              <w:ind w:left="-108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2" w:type="dxa"/>
          </w:tcPr>
          <w:p w:rsidR="00E901B3" w:rsidRDefault="00E901B3" w:rsidP="00CE7366">
            <w:pPr>
              <w:pStyle w:val="af1"/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B946F6" w:rsidRPr="002360E3" w:rsidRDefault="00B946F6" w:rsidP="00B946F6">
      <w:pPr>
        <w:spacing w:after="240" w:line="240" w:lineRule="auto"/>
        <w:ind w:firstLine="708"/>
        <w:jc w:val="both"/>
        <w:rPr>
          <w:sz w:val="28"/>
          <w:szCs w:val="28"/>
        </w:rPr>
      </w:pPr>
      <w:r w:rsidRPr="00BC6275">
        <w:rPr>
          <w:sz w:val="28"/>
          <w:szCs w:val="28"/>
        </w:rPr>
        <w:t xml:space="preserve">В соответствии с Бюджетным кодексом Российской Федерации, постановлением Администрации муниципального образования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2360E3">
        <w:rPr>
          <w:sz w:val="28"/>
          <w:szCs w:val="28"/>
        </w:rPr>
        <w:t>» Смоленской области</w:t>
      </w:r>
      <w:r w:rsidRPr="002360E3">
        <w:rPr>
          <w:color w:val="FF0000"/>
          <w:sz w:val="28"/>
          <w:szCs w:val="28"/>
        </w:rPr>
        <w:t xml:space="preserve"> </w:t>
      </w:r>
      <w:r w:rsidRPr="002360E3">
        <w:rPr>
          <w:sz w:val="28"/>
          <w:szCs w:val="28"/>
        </w:rPr>
        <w:t xml:space="preserve">от 27.01.2025 № 87 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 w:rsidRPr="002360E3">
        <w:rPr>
          <w:sz w:val="28"/>
          <w:szCs w:val="28"/>
        </w:rPr>
        <w:t>проведения оценки эффективности реализации  муниципальных программ</w:t>
      </w:r>
      <w:proofErr w:type="gramEnd"/>
      <w:r w:rsidRPr="002360E3">
        <w:rPr>
          <w:sz w:val="28"/>
          <w:szCs w:val="28"/>
        </w:rPr>
        <w:t xml:space="preserve"> и создании комиссии» (в ред. от  07.03.2025  №  318)</w:t>
      </w:r>
    </w:p>
    <w:p w:rsidR="00B946F6" w:rsidRDefault="00B946F6" w:rsidP="00B946F6">
      <w:pPr>
        <w:pStyle w:val="af1"/>
        <w:spacing w:after="24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E901B3" w:rsidRDefault="00E901B3" w:rsidP="00702177">
      <w:pPr>
        <w:pStyle w:val="af1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946F6">
        <w:rPr>
          <w:sz w:val="28"/>
          <w:szCs w:val="28"/>
        </w:rPr>
        <w:t>Внести изменения в постановление Администрации муниципального образования «</w:t>
      </w:r>
      <w:proofErr w:type="spellStart"/>
      <w:r w:rsidR="00B946F6">
        <w:rPr>
          <w:sz w:val="28"/>
          <w:szCs w:val="28"/>
        </w:rPr>
        <w:t>Ярцевский</w:t>
      </w:r>
      <w:proofErr w:type="spellEnd"/>
      <w:r w:rsidR="00B946F6">
        <w:rPr>
          <w:sz w:val="28"/>
          <w:szCs w:val="28"/>
        </w:rPr>
        <w:t xml:space="preserve"> муниципальный округ» Смоленской области </w:t>
      </w:r>
      <w:r w:rsidR="00220B6F" w:rsidRPr="00AB4DE5">
        <w:rPr>
          <w:sz w:val="28"/>
          <w:szCs w:val="28"/>
        </w:rPr>
        <w:t xml:space="preserve">от </w:t>
      </w:r>
      <w:r w:rsidR="00220B6F">
        <w:rPr>
          <w:sz w:val="28"/>
          <w:szCs w:val="28"/>
        </w:rPr>
        <w:t xml:space="preserve">04.02.2025  </w:t>
      </w:r>
      <w:r w:rsidR="00220B6F" w:rsidRPr="00AB4DE5">
        <w:rPr>
          <w:sz w:val="28"/>
          <w:szCs w:val="28"/>
        </w:rPr>
        <w:t xml:space="preserve">№ </w:t>
      </w:r>
      <w:r w:rsidR="00220B6F">
        <w:rPr>
          <w:sz w:val="28"/>
          <w:szCs w:val="28"/>
        </w:rPr>
        <w:t xml:space="preserve"> 116 </w:t>
      </w:r>
      <w:r w:rsidR="00220B6F">
        <w:rPr>
          <w:sz w:val="28"/>
          <w:szCs w:val="28"/>
          <w:lang w:eastAsia="en-US"/>
        </w:rPr>
        <w:t xml:space="preserve"> </w:t>
      </w:r>
      <w:r w:rsidR="00B946F6">
        <w:rPr>
          <w:sz w:val="28"/>
          <w:szCs w:val="28"/>
          <w:lang w:eastAsia="en-US"/>
        </w:rPr>
        <w:t>«</w:t>
      </w:r>
      <w:r w:rsidR="00220B6F" w:rsidRPr="00AB4DE5">
        <w:rPr>
          <w:bCs/>
          <w:sz w:val="28"/>
          <w:szCs w:val="28"/>
        </w:rPr>
        <w:t xml:space="preserve">Об утверждении муниципальной программы </w:t>
      </w:r>
      <w:r w:rsidR="00220B6F" w:rsidRPr="00AB4DE5">
        <w:rPr>
          <w:sz w:val="28"/>
          <w:szCs w:val="28"/>
        </w:rPr>
        <w:t>«</w:t>
      </w:r>
      <w:r w:rsidR="00220B6F">
        <w:rPr>
          <w:sz w:val="28"/>
          <w:szCs w:val="28"/>
        </w:rPr>
        <w:t>Развитие добровольчества (</w:t>
      </w:r>
      <w:proofErr w:type="spellStart"/>
      <w:r w:rsidR="00220B6F">
        <w:rPr>
          <w:sz w:val="28"/>
          <w:szCs w:val="28"/>
        </w:rPr>
        <w:t>волонтерства</w:t>
      </w:r>
      <w:proofErr w:type="spellEnd"/>
      <w:r w:rsidR="00220B6F">
        <w:rPr>
          <w:sz w:val="28"/>
          <w:szCs w:val="28"/>
        </w:rPr>
        <w:t>) в муниципальном образовании «</w:t>
      </w:r>
      <w:proofErr w:type="spellStart"/>
      <w:r w:rsidR="00220B6F">
        <w:rPr>
          <w:sz w:val="28"/>
          <w:szCs w:val="28"/>
        </w:rPr>
        <w:t>Ярцевский</w:t>
      </w:r>
      <w:proofErr w:type="spellEnd"/>
      <w:r w:rsidR="00220B6F">
        <w:rPr>
          <w:sz w:val="28"/>
          <w:szCs w:val="28"/>
        </w:rPr>
        <w:t xml:space="preserve"> муниципальный округ» Смоленской области</w:t>
      </w:r>
      <w:r w:rsidR="00220B6F" w:rsidRPr="00AB4DE5">
        <w:rPr>
          <w:sz w:val="28"/>
          <w:szCs w:val="28"/>
        </w:rPr>
        <w:t xml:space="preserve">» </w:t>
      </w:r>
      <w:r w:rsidR="00B946F6">
        <w:rPr>
          <w:sz w:val="28"/>
          <w:szCs w:val="28"/>
          <w:lang w:eastAsia="en-US"/>
        </w:rPr>
        <w:t xml:space="preserve"> (далее – Программа) </w:t>
      </w:r>
      <w:r w:rsidR="00702177">
        <w:rPr>
          <w:sz w:val="28"/>
          <w:szCs w:val="28"/>
          <w:lang w:eastAsia="en-US"/>
        </w:rPr>
        <w:t>с</w:t>
      </w:r>
      <w:r w:rsidR="00B946F6">
        <w:rPr>
          <w:sz w:val="28"/>
          <w:szCs w:val="28"/>
          <w:lang w:eastAsia="en-US"/>
        </w:rPr>
        <w:t>ледующие изменения, изложив Программу в новой редакции (прилагается)</w:t>
      </w:r>
      <w:r w:rsidR="000604B0">
        <w:rPr>
          <w:sz w:val="28"/>
          <w:szCs w:val="28"/>
          <w:lang w:eastAsia="en-US"/>
        </w:rPr>
        <w:t>.</w:t>
      </w:r>
    </w:p>
    <w:p w:rsidR="00E901B3" w:rsidRPr="00236121" w:rsidRDefault="009D6F2F" w:rsidP="00097286">
      <w:pPr>
        <w:tabs>
          <w:tab w:val="left" w:pos="0"/>
        </w:tabs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901B3">
        <w:rPr>
          <w:sz w:val="28"/>
          <w:szCs w:val="28"/>
        </w:rPr>
        <w:t>. Настоящее постановление вступает в силу с момента его подписания и распространяет свое действие на правоотнош</w:t>
      </w:r>
      <w:r w:rsidR="001C4E64">
        <w:rPr>
          <w:sz w:val="28"/>
          <w:szCs w:val="28"/>
        </w:rPr>
        <w:t>ения, возникшие с 01 января 2026</w:t>
      </w:r>
      <w:r w:rsidR="00E901B3">
        <w:rPr>
          <w:sz w:val="28"/>
          <w:szCs w:val="28"/>
        </w:rPr>
        <w:t xml:space="preserve"> года.</w:t>
      </w:r>
    </w:p>
    <w:p w:rsidR="00E901B3" w:rsidRPr="00BF358B" w:rsidRDefault="009D6F2F" w:rsidP="00097286">
      <w:pPr>
        <w:pStyle w:val="af1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901B3" w:rsidRPr="00BF358B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="00E901B3" w:rsidRPr="00BF358B">
        <w:rPr>
          <w:sz w:val="28"/>
          <w:szCs w:val="28"/>
        </w:rPr>
        <w:t>Привопья</w:t>
      </w:r>
      <w:proofErr w:type="spellEnd"/>
      <w:r w:rsidR="00E901B3" w:rsidRPr="00BF358B">
        <w:rPr>
          <w:sz w:val="28"/>
          <w:szCs w:val="28"/>
        </w:rPr>
        <w:t>» и разместить на официальном сайте Администрации муниципальн</w:t>
      </w:r>
      <w:r w:rsidR="00B61EE5">
        <w:rPr>
          <w:sz w:val="28"/>
          <w:szCs w:val="28"/>
        </w:rPr>
        <w:t>ого образования «</w:t>
      </w:r>
      <w:proofErr w:type="spellStart"/>
      <w:r w:rsidR="00B61EE5">
        <w:rPr>
          <w:sz w:val="28"/>
          <w:szCs w:val="28"/>
        </w:rPr>
        <w:t>Ярцевский</w:t>
      </w:r>
      <w:proofErr w:type="spellEnd"/>
      <w:r w:rsidR="00B61EE5">
        <w:rPr>
          <w:sz w:val="28"/>
          <w:szCs w:val="28"/>
        </w:rPr>
        <w:t xml:space="preserve"> муниципальный округ</w:t>
      </w:r>
      <w:r w:rsidR="00E901B3" w:rsidRPr="00BF358B">
        <w:rPr>
          <w:sz w:val="28"/>
          <w:szCs w:val="28"/>
        </w:rPr>
        <w:t>» Смоленской области (</w:t>
      </w:r>
      <w:proofErr w:type="spellStart"/>
      <w:r w:rsidR="00E901B3" w:rsidRPr="00BF358B">
        <w:rPr>
          <w:sz w:val="28"/>
          <w:szCs w:val="28"/>
          <w:lang w:val="en-US"/>
        </w:rPr>
        <w:t>yarcevo</w:t>
      </w:r>
      <w:proofErr w:type="spellEnd"/>
      <w:r w:rsidR="00E901B3" w:rsidRPr="00BF358B">
        <w:rPr>
          <w:sz w:val="28"/>
          <w:szCs w:val="28"/>
        </w:rPr>
        <w:t>.</w:t>
      </w:r>
      <w:r w:rsidR="00E901B3" w:rsidRPr="00BF358B">
        <w:rPr>
          <w:sz w:val="28"/>
          <w:szCs w:val="28"/>
          <w:lang w:val="en-US"/>
        </w:rPr>
        <w:t>admin</w:t>
      </w:r>
      <w:r w:rsidR="00E901B3" w:rsidRPr="00BF358B">
        <w:rPr>
          <w:sz w:val="28"/>
          <w:szCs w:val="28"/>
        </w:rPr>
        <w:t>-</w:t>
      </w:r>
      <w:proofErr w:type="spellStart"/>
      <w:r w:rsidR="00E901B3" w:rsidRPr="00BF358B">
        <w:rPr>
          <w:sz w:val="28"/>
          <w:szCs w:val="28"/>
          <w:lang w:val="en-US"/>
        </w:rPr>
        <w:t>smolensk</w:t>
      </w:r>
      <w:proofErr w:type="spellEnd"/>
      <w:r w:rsidR="00E901B3" w:rsidRPr="00BF358B">
        <w:rPr>
          <w:sz w:val="28"/>
          <w:szCs w:val="28"/>
        </w:rPr>
        <w:t>.</w:t>
      </w:r>
      <w:proofErr w:type="spellStart"/>
      <w:r w:rsidR="00E901B3" w:rsidRPr="00BF358B">
        <w:rPr>
          <w:sz w:val="28"/>
          <w:szCs w:val="28"/>
          <w:lang w:val="en-US"/>
        </w:rPr>
        <w:t>ru</w:t>
      </w:r>
      <w:proofErr w:type="spellEnd"/>
      <w:r w:rsidR="00E901B3" w:rsidRPr="00BF358B">
        <w:rPr>
          <w:sz w:val="28"/>
          <w:szCs w:val="28"/>
        </w:rPr>
        <w:t>).</w:t>
      </w:r>
    </w:p>
    <w:p w:rsidR="00E901B3" w:rsidRPr="00BF358B" w:rsidRDefault="009D6F2F" w:rsidP="00097286">
      <w:pPr>
        <w:pStyle w:val="af1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901B3" w:rsidRPr="00BF358B">
        <w:rPr>
          <w:sz w:val="28"/>
          <w:szCs w:val="28"/>
        </w:rPr>
        <w:t xml:space="preserve">. </w:t>
      </w:r>
      <w:proofErr w:type="gramStart"/>
      <w:r w:rsidR="00E901B3" w:rsidRPr="00BF358B">
        <w:rPr>
          <w:sz w:val="28"/>
          <w:szCs w:val="28"/>
        </w:rPr>
        <w:t>Контроль за</w:t>
      </w:r>
      <w:proofErr w:type="gramEnd"/>
      <w:r w:rsidR="00E901B3" w:rsidRPr="00BF358B">
        <w:rPr>
          <w:sz w:val="28"/>
          <w:szCs w:val="28"/>
        </w:rPr>
        <w:t xml:space="preserve"> исполнением настоящего по</w:t>
      </w:r>
      <w:r w:rsidR="00E901B3">
        <w:rPr>
          <w:sz w:val="28"/>
          <w:szCs w:val="28"/>
        </w:rPr>
        <w:t xml:space="preserve">становления возложить на </w:t>
      </w:r>
      <w:r w:rsidR="00E901B3" w:rsidRPr="00BF358B">
        <w:rPr>
          <w:sz w:val="28"/>
          <w:szCs w:val="28"/>
        </w:rPr>
        <w:t xml:space="preserve"> заместителя Главы муниципального образовани</w:t>
      </w:r>
      <w:r w:rsidR="00E901B3">
        <w:rPr>
          <w:sz w:val="28"/>
          <w:szCs w:val="28"/>
        </w:rPr>
        <w:t>я «</w:t>
      </w:r>
      <w:proofErr w:type="spellStart"/>
      <w:r w:rsidR="00E901B3">
        <w:rPr>
          <w:sz w:val="28"/>
          <w:szCs w:val="28"/>
        </w:rPr>
        <w:t>Ярцевский</w:t>
      </w:r>
      <w:proofErr w:type="spellEnd"/>
      <w:r w:rsidR="00E901B3">
        <w:rPr>
          <w:sz w:val="28"/>
          <w:szCs w:val="28"/>
        </w:rPr>
        <w:t xml:space="preserve"> </w:t>
      </w:r>
      <w:r w:rsidR="00E901B3">
        <w:rPr>
          <w:sz w:val="28"/>
          <w:szCs w:val="28"/>
        </w:rPr>
        <w:lastRenderedPageBreak/>
        <w:t>муниципальный округ</w:t>
      </w:r>
      <w:r w:rsidR="00E901B3" w:rsidRPr="00BF358B">
        <w:rPr>
          <w:sz w:val="28"/>
          <w:szCs w:val="28"/>
        </w:rPr>
        <w:t>» Смо</w:t>
      </w:r>
      <w:r w:rsidR="00E901B3">
        <w:rPr>
          <w:sz w:val="28"/>
          <w:szCs w:val="28"/>
        </w:rPr>
        <w:t>ленской области Н.Н. Соловьеву.</w:t>
      </w:r>
    </w:p>
    <w:p w:rsidR="00E901B3" w:rsidRPr="00BF358B" w:rsidRDefault="00E901B3" w:rsidP="00097286">
      <w:pPr>
        <w:pStyle w:val="af1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E901B3" w:rsidRDefault="00E901B3" w:rsidP="00097286">
      <w:pPr>
        <w:pStyle w:val="af1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1C4E64" w:rsidRPr="00236121" w:rsidRDefault="001C4E64" w:rsidP="00097286">
      <w:pPr>
        <w:pStyle w:val="af1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E901B3" w:rsidRDefault="00E901B3" w:rsidP="006574F0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E76B7E" w:rsidRDefault="00E76B7E" w:rsidP="006574F0">
      <w:pPr>
        <w:pStyle w:val="af1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="00E901B3">
        <w:rPr>
          <w:sz w:val="28"/>
          <w:szCs w:val="28"/>
        </w:rPr>
        <w:t xml:space="preserve">» </w:t>
      </w:r>
    </w:p>
    <w:p w:rsidR="005B70E9" w:rsidRDefault="00E901B3" w:rsidP="006574F0">
      <w:pPr>
        <w:pStyle w:val="af1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E76B7E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Р.Н. Захаров</w:t>
      </w:r>
    </w:p>
    <w:p w:rsidR="005B70E9" w:rsidRDefault="005B70E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7"/>
        <w:gridCol w:w="4874"/>
      </w:tblGrid>
      <w:tr w:rsidR="005B70E9" w:rsidTr="001454A0">
        <w:tc>
          <w:tcPr>
            <w:tcW w:w="5210" w:type="dxa"/>
          </w:tcPr>
          <w:p w:rsidR="005B70E9" w:rsidRDefault="005B70E9" w:rsidP="001454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11" w:type="dxa"/>
          </w:tcPr>
          <w:p w:rsidR="005B70E9" w:rsidRPr="003D518F" w:rsidRDefault="005B70E9" w:rsidP="001454A0">
            <w:pPr>
              <w:jc w:val="both"/>
              <w:rPr>
                <w:sz w:val="24"/>
                <w:szCs w:val="24"/>
              </w:rPr>
            </w:pPr>
            <w:r w:rsidRPr="003D518F">
              <w:rPr>
                <w:sz w:val="24"/>
                <w:szCs w:val="24"/>
              </w:rPr>
              <w:t>Приложение</w:t>
            </w:r>
          </w:p>
          <w:p w:rsidR="005B70E9" w:rsidRPr="003D518F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D518F">
              <w:rPr>
                <w:sz w:val="24"/>
                <w:szCs w:val="24"/>
              </w:rPr>
              <w:t>к постановлению Администрации муниципального образования «</w:t>
            </w:r>
            <w:proofErr w:type="spellStart"/>
            <w:r w:rsidRPr="003D518F">
              <w:rPr>
                <w:sz w:val="24"/>
                <w:szCs w:val="24"/>
              </w:rPr>
              <w:t>Ярцевский</w:t>
            </w:r>
            <w:proofErr w:type="spellEnd"/>
            <w:r w:rsidRPr="003D518F">
              <w:rPr>
                <w:sz w:val="24"/>
                <w:szCs w:val="24"/>
              </w:rPr>
              <w:t xml:space="preserve">  муниципальный округ» Смоленской области  </w:t>
            </w:r>
          </w:p>
          <w:p w:rsidR="005B70E9" w:rsidRPr="003D518F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 _____________  №  _____</w:t>
            </w:r>
          </w:p>
          <w:p w:rsidR="005B70E9" w:rsidRPr="003D518F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5B70E9" w:rsidRDefault="005B70E9" w:rsidP="005B70E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6366A5">
        <w:rPr>
          <w:b/>
          <w:bCs/>
          <w:sz w:val="40"/>
          <w:szCs w:val="40"/>
        </w:rPr>
        <w:t xml:space="preserve">Муниципальная программа </w:t>
      </w:r>
    </w:p>
    <w:p w:rsidR="005B70E9" w:rsidRDefault="005B70E9" w:rsidP="005B70E9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6366A5">
        <w:rPr>
          <w:b/>
          <w:sz w:val="40"/>
          <w:szCs w:val="40"/>
        </w:rPr>
        <w:t>«</w:t>
      </w:r>
      <w:r>
        <w:rPr>
          <w:b/>
          <w:sz w:val="40"/>
          <w:szCs w:val="40"/>
        </w:rPr>
        <w:t>Развитие добровольчества (</w:t>
      </w:r>
      <w:proofErr w:type="spellStart"/>
      <w:r>
        <w:rPr>
          <w:b/>
          <w:sz w:val="40"/>
          <w:szCs w:val="40"/>
        </w:rPr>
        <w:t>волонтерства</w:t>
      </w:r>
      <w:proofErr w:type="spellEnd"/>
      <w:r>
        <w:rPr>
          <w:b/>
          <w:sz w:val="40"/>
          <w:szCs w:val="40"/>
        </w:rPr>
        <w:t xml:space="preserve">) </w:t>
      </w:r>
      <w:r w:rsidRPr="006366A5">
        <w:rPr>
          <w:b/>
          <w:sz w:val="40"/>
          <w:szCs w:val="40"/>
        </w:rPr>
        <w:t xml:space="preserve"> </w:t>
      </w:r>
    </w:p>
    <w:p w:rsidR="005B70E9" w:rsidRDefault="005B70E9" w:rsidP="005B70E9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6366A5">
        <w:rPr>
          <w:b/>
          <w:sz w:val="40"/>
          <w:szCs w:val="40"/>
        </w:rPr>
        <w:t xml:space="preserve">в </w:t>
      </w:r>
      <w:r>
        <w:rPr>
          <w:b/>
          <w:sz w:val="40"/>
          <w:szCs w:val="40"/>
        </w:rPr>
        <w:t xml:space="preserve">муниципальном образовании </w:t>
      </w:r>
    </w:p>
    <w:p w:rsidR="005B70E9" w:rsidRDefault="005B70E9" w:rsidP="005B70E9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</w:t>
      </w:r>
      <w:proofErr w:type="spellStart"/>
      <w:r>
        <w:rPr>
          <w:b/>
          <w:sz w:val="40"/>
          <w:szCs w:val="40"/>
        </w:rPr>
        <w:t>Ярцевский</w:t>
      </w:r>
      <w:proofErr w:type="spellEnd"/>
      <w:r>
        <w:rPr>
          <w:b/>
          <w:sz w:val="40"/>
          <w:szCs w:val="40"/>
        </w:rPr>
        <w:t xml:space="preserve">  муниципальный округ» </w:t>
      </w:r>
    </w:p>
    <w:p w:rsidR="005B70E9" w:rsidRPr="006366A5" w:rsidRDefault="005B70E9" w:rsidP="005B70E9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  <w:r w:rsidRPr="006366A5">
        <w:rPr>
          <w:b/>
          <w:sz w:val="40"/>
          <w:szCs w:val="40"/>
        </w:rPr>
        <w:t xml:space="preserve">Смоленской области» </w:t>
      </w:r>
    </w:p>
    <w:p w:rsidR="005B70E9" w:rsidRPr="006366A5" w:rsidRDefault="005B70E9" w:rsidP="005B70E9">
      <w:pPr>
        <w:ind w:firstLine="709"/>
        <w:jc w:val="both"/>
        <w:rPr>
          <w:sz w:val="40"/>
          <w:szCs w:val="40"/>
        </w:rPr>
      </w:pPr>
    </w:p>
    <w:p w:rsidR="005B70E9" w:rsidRPr="006366A5" w:rsidRDefault="005B70E9" w:rsidP="005B70E9">
      <w:pPr>
        <w:ind w:firstLine="709"/>
        <w:jc w:val="center"/>
        <w:rPr>
          <w:b/>
          <w:sz w:val="40"/>
          <w:szCs w:val="40"/>
        </w:rPr>
      </w:pPr>
    </w:p>
    <w:p w:rsidR="005B70E9" w:rsidRDefault="005B70E9" w:rsidP="005B70E9">
      <w:pPr>
        <w:ind w:firstLine="709"/>
        <w:jc w:val="center"/>
        <w:rPr>
          <w:b/>
          <w:sz w:val="28"/>
          <w:szCs w:val="28"/>
        </w:rPr>
      </w:pPr>
    </w:p>
    <w:p w:rsidR="005B70E9" w:rsidRDefault="005B70E9" w:rsidP="005B70E9">
      <w:pPr>
        <w:ind w:firstLine="709"/>
        <w:jc w:val="center"/>
        <w:rPr>
          <w:b/>
          <w:sz w:val="28"/>
          <w:szCs w:val="28"/>
        </w:rPr>
      </w:pPr>
    </w:p>
    <w:p w:rsidR="005B70E9" w:rsidRDefault="005B70E9" w:rsidP="005B70E9">
      <w:pPr>
        <w:ind w:firstLine="709"/>
        <w:jc w:val="center"/>
        <w:rPr>
          <w:b/>
          <w:sz w:val="28"/>
          <w:szCs w:val="28"/>
        </w:rPr>
      </w:pPr>
    </w:p>
    <w:p w:rsidR="005B70E9" w:rsidRDefault="005B70E9" w:rsidP="005B70E9">
      <w:pPr>
        <w:ind w:firstLine="709"/>
        <w:jc w:val="center"/>
        <w:rPr>
          <w:b/>
          <w:sz w:val="28"/>
          <w:szCs w:val="28"/>
        </w:rPr>
      </w:pPr>
    </w:p>
    <w:p w:rsidR="005B70E9" w:rsidRDefault="005B70E9" w:rsidP="005B70E9">
      <w:pPr>
        <w:ind w:firstLine="709"/>
        <w:jc w:val="center"/>
        <w:rPr>
          <w:b/>
          <w:sz w:val="28"/>
          <w:szCs w:val="28"/>
        </w:rPr>
      </w:pPr>
    </w:p>
    <w:p w:rsidR="005B70E9" w:rsidRDefault="005B70E9" w:rsidP="005B70E9">
      <w:pPr>
        <w:ind w:firstLine="709"/>
        <w:jc w:val="center"/>
        <w:rPr>
          <w:b/>
          <w:sz w:val="28"/>
          <w:szCs w:val="28"/>
        </w:rPr>
      </w:pPr>
    </w:p>
    <w:p w:rsidR="005B70E9" w:rsidRDefault="005B70E9" w:rsidP="005B70E9">
      <w:pPr>
        <w:ind w:firstLine="709"/>
        <w:jc w:val="center"/>
        <w:rPr>
          <w:b/>
          <w:sz w:val="28"/>
          <w:szCs w:val="28"/>
        </w:rPr>
      </w:pPr>
    </w:p>
    <w:p w:rsidR="005B70E9" w:rsidRDefault="005B70E9" w:rsidP="005B70E9">
      <w:pPr>
        <w:ind w:firstLine="709"/>
        <w:jc w:val="center"/>
        <w:rPr>
          <w:b/>
          <w:sz w:val="28"/>
          <w:szCs w:val="28"/>
        </w:rPr>
      </w:pPr>
    </w:p>
    <w:p w:rsidR="005B70E9" w:rsidRDefault="005B70E9" w:rsidP="005B70E9">
      <w:pPr>
        <w:ind w:firstLine="709"/>
        <w:jc w:val="center"/>
        <w:rPr>
          <w:b/>
          <w:sz w:val="28"/>
          <w:szCs w:val="28"/>
        </w:rPr>
      </w:pPr>
    </w:p>
    <w:p w:rsidR="005B70E9" w:rsidRDefault="005B70E9" w:rsidP="005B70E9">
      <w:pPr>
        <w:ind w:firstLine="709"/>
        <w:jc w:val="center"/>
        <w:rPr>
          <w:b/>
          <w:sz w:val="28"/>
          <w:szCs w:val="28"/>
        </w:rPr>
      </w:pPr>
    </w:p>
    <w:p w:rsidR="005B70E9" w:rsidRDefault="005B70E9" w:rsidP="005B70E9">
      <w:pPr>
        <w:ind w:firstLine="709"/>
        <w:jc w:val="center"/>
        <w:rPr>
          <w:b/>
          <w:sz w:val="28"/>
          <w:szCs w:val="28"/>
        </w:rPr>
      </w:pPr>
    </w:p>
    <w:p w:rsidR="005B70E9" w:rsidRDefault="005B70E9" w:rsidP="005B70E9">
      <w:pPr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lastRenderedPageBreak/>
        <w:t>Раздел 1.</w:t>
      </w:r>
      <w:r>
        <w:rPr>
          <w:b/>
          <w:sz w:val="28"/>
          <w:szCs w:val="28"/>
        </w:rPr>
        <w:t xml:space="preserve"> </w:t>
      </w:r>
      <w:r w:rsidRPr="00BC384D">
        <w:rPr>
          <w:b/>
          <w:sz w:val="28"/>
          <w:szCs w:val="28"/>
        </w:rPr>
        <w:t>Стратегические приоритеты в сфере реализации муниципальной программы.</w:t>
      </w:r>
    </w:p>
    <w:p w:rsidR="005B70E9" w:rsidRDefault="005B70E9" w:rsidP="005B70E9">
      <w:pPr>
        <w:ind w:firstLine="709"/>
        <w:jc w:val="center"/>
        <w:rPr>
          <w:b/>
          <w:sz w:val="28"/>
          <w:szCs w:val="28"/>
        </w:rPr>
      </w:pPr>
    </w:p>
    <w:p w:rsidR="005B70E9" w:rsidRPr="00045A62" w:rsidRDefault="005B70E9" w:rsidP="005B70E9">
      <w:pPr>
        <w:pStyle w:val="12"/>
        <w:shd w:val="clear" w:color="auto" w:fill="auto"/>
        <w:tabs>
          <w:tab w:val="left" w:pos="1179"/>
        </w:tabs>
        <w:ind w:firstLine="567"/>
        <w:contextualSpacing/>
        <w:jc w:val="both"/>
        <w:rPr>
          <w:color w:val="000000"/>
          <w:sz w:val="24"/>
          <w:szCs w:val="24"/>
        </w:rPr>
      </w:pPr>
      <w:proofErr w:type="gramStart"/>
      <w:r w:rsidRPr="00624FCA">
        <w:rPr>
          <w:sz w:val="24"/>
          <w:szCs w:val="24"/>
        </w:rPr>
        <w:t xml:space="preserve">В целях </w:t>
      </w:r>
      <w:r w:rsidRPr="00624FCA">
        <w:rPr>
          <w:sz w:val="24"/>
          <w:szCs w:val="24"/>
          <w:shd w:val="clear" w:color="auto" w:fill="FFFFFF"/>
        </w:rPr>
        <w:t>достижения национальной цели из Указа Президента Российской Федерации от 21 июля 2020 года №474 «О национальных целях развития Российской Федерации на период до 2030 года» — «Возможности для самореализации и развития талантов»</w:t>
      </w:r>
      <w:r>
        <w:rPr>
          <w:sz w:val="24"/>
          <w:szCs w:val="24"/>
          <w:shd w:val="clear" w:color="auto" w:fill="FFFFFF"/>
        </w:rPr>
        <w:t xml:space="preserve">, </w:t>
      </w:r>
      <w:r w:rsidRPr="00777E34">
        <w:rPr>
          <w:color w:val="000000"/>
          <w:sz w:val="24"/>
          <w:szCs w:val="24"/>
        </w:rPr>
        <w:t xml:space="preserve">реализации </w:t>
      </w:r>
      <w:r w:rsidRPr="00777E34">
        <w:rPr>
          <w:sz w:val="24"/>
          <w:szCs w:val="24"/>
        </w:rPr>
        <w:t>региональных проектов «Россия - страна возможностей» и «Мы вместе» в составе национального проекта «Молодежь и дети»</w:t>
      </w:r>
      <w:r>
        <w:rPr>
          <w:sz w:val="24"/>
          <w:szCs w:val="24"/>
        </w:rPr>
        <w:t xml:space="preserve"> </w:t>
      </w:r>
      <w:r w:rsidRPr="00045A62">
        <w:rPr>
          <w:color w:val="000000"/>
          <w:sz w:val="24"/>
          <w:szCs w:val="24"/>
        </w:rPr>
        <w:t xml:space="preserve">в </w:t>
      </w:r>
      <w:proofErr w:type="spellStart"/>
      <w:r>
        <w:rPr>
          <w:color w:val="000000"/>
          <w:sz w:val="24"/>
          <w:szCs w:val="24"/>
        </w:rPr>
        <w:t>Ярцевском</w:t>
      </w:r>
      <w:proofErr w:type="spellEnd"/>
      <w:r>
        <w:rPr>
          <w:color w:val="000000"/>
          <w:sz w:val="24"/>
          <w:szCs w:val="24"/>
        </w:rPr>
        <w:t xml:space="preserve"> муниципальном округе</w:t>
      </w:r>
      <w:r w:rsidRPr="00045A62">
        <w:rPr>
          <w:color w:val="000000"/>
          <w:sz w:val="24"/>
          <w:szCs w:val="24"/>
        </w:rPr>
        <w:t xml:space="preserve">  развитию добровольчества уделяется должное внимание.</w:t>
      </w:r>
      <w:proofErr w:type="gramEnd"/>
    </w:p>
    <w:p w:rsidR="005B70E9" w:rsidRPr="00045A62" w:rsidRDefault="005B70E9" w:rsidP="005B70E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>униципальной площадкой по развитию и поддержки добровольчества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Ярцевском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 округе является МБУ «МЦ «МАЯК»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который 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>выполняет информационную функцию, содействует подготовке кадров для организации и развития добровольческой (волонтерской) деятельности, вовлечению, поддержке и стимулированию представителей всех категорий граждан для участия в общественно полезной деятельности.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базе М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>олодежного центра с 2020 года работает муниципальный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волонтерский штаб 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>«#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МыВместе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5B70E9" w:rsidRPr="00045A62" w:rsidRDefault="005B70E9" w:rsidP="005B70E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На территории муниципального о</w:t>
      </w:r>
      <w:r>
        <w:rPr>
          <w:rFonts w:ascii="Times New Roman" w:hAnsi="Times New Roman" w:cs="Times New Roman"/>
          <w:color w:val="000000"/>
          <w:sz w:val="24"/>
          <w:szCs w:val="24"/>
        </w:rPr>
        <w:t>бразования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Ярцевский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округ»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в работе по развитию и поддержке добровольчества (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волонтерства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участвуют управления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по образованию и молодежной политике, по культуре и спорту, а также их подведомственные учреждения, тесное сотрудничество налажено с Отделом защиты населения в 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Ярцевском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районе, СОГКУ «Центр занятости населения 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Ярцевского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района», детскими и молодежными общественными объединениями:</w:t>
      </w:r>
      <w:proofErr w:type="gramEnd"/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Платовский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»,  «Пост № 1», «Юные 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жуко</w:t>
      </w:r>
      <w:r>
        <w:rPr>
          <w:rFonts w:ascii="Times New Roman" w:hAnsi="Times New Roman" w:cs="Times New Roman"/>
          <w:color w:val="000000"/>
          <w:sz w:val="24"/>
          <w:szCs w:val="24"/>
        </w:rPr>
        <w:t>вцы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», «Юные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гагаринцы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», «Боевое братство»,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Юнармия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>
        <w:rPr>
          <w:rFonts w:ascii="Times New Roman" w:hAnsi="Times New Roman" w:cs="Times New Roman"/>
          <w:color w:val="000000"/>
          <w:sz w:val="24"/>
          <w:szCs w:val="24"/>
        </w:rPr>
        <w:t>«Движение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ервых», 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>поисковыми отрядами.</w:t>
      </w:r>
    </w:p>
    <w:p w:rsidR="005B70E9" w:rsidRPr="00045A62" w:rsidRDefault="005B70E9" w:rsidP="005B70E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62">
        <w:rPr>
          <w:rFonts w:ascii="Times New Roman" w:hAnsi="Times New Roman" w:cs="Times New Roman"/>
          <w:color w:val="000000"/>
          <w:sz w:val="24"/>
          <w:szCs w:val="24"/>
        </w:rPr>
        <w:t>Большое внимание уделяется подготовке координаторов волонтерского движения. Областной площадкой для развития профессиональных навыков добровольце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стал молодежный лагерь «Смола» в формате молодежного образовательного форума</w:t>
      </w:r>
      <w:r>
        <w:rPr>
          <w:rFonts w:ascii="Times New Roman" w:hAnsi="Times New Roman" w:cs="Times New Roman"/>
          <w:color w:val="000000"/>
          <w:sz w:val="24"/>
          <w:szCs w:val="24"/>
        </w:rPr>
        <w:t>, а также областные сборы добровольцев «Волонтеры Смоленщины»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B70E9" w:rsidRPr="00FF09FA" w:rsidRDefault="005B70E9" w:rsidP="005B70E9">
      <w:pPr>
        <w:pStyle w:val="af5"/>
        <w:ind w:firstLine="708"/>
        <w:jc w:val="both"/>
        <w:rPr>
          <w:rFonts w:ascii="Times New Roman" w:hAnsi="Times New Roman"/>
          <w:sz w:val="24"/>
          <w:szCs w:val="24"/>
        </w:rPr>
      </w:pPr>
      <w:r w:rsidRPr="00045A62">
        <w:rPr>
          <w:rFonts w:ascii="Times New Roman" w:hAnsi="Times New Roman"/>
          <w:color w:val="000000"/>
          <w:sz w:val="24"/>
          <w:szCs w:val="24"/>
        </w:rPr>
        <w:t xml:space="preserve">С 2015 года ежегодно в апреле на территории </w:t>
      </w:r>
      <w:proofErr w:type="spellStart"/>
      <w:r w:rsidRPr="00045A62">
        <w:rPr>
          <w:rFonts w:ascii="Times New Roman" w:hAnsi="Times New Roman"/>
          <w:color w:val="000000"/>
          <w:sz w:val="24"/>
          <w:szCs w:val="24"/>
        </w:rPr>
        <w:t>Ярцевского</w:t>
      </w:r>
      <w:proofErr w:type="spellEnd"/>
      <w:r w:rsidRPr="00045A6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округа</w:t>
      </w:r>
      <w:r w:rsidRPr="00045A62">
        <w:rPr>
          <w:rFonts w:ascii="Times New Roman" w:hAnsi="Times New Roman"/>
          <w:color w:val="000000"/>
          <w:sz w:val="24"/>
          <w:szCs w:val="24"/>
        </w:rPr>
        <w:t xml:space="preserve"> проводится </w:t>
      </w:r>
      <w:proofErr w:type="spellStart"/>
      <w:r w:rsidRPr="00045A62">
        <w:rPr>
          <w:rFonts w:ascii="Times New Roman" w:hAnsi="Times New Roman"/>
          <w:color w:val="000000"/>
          <w:sz w:val="24"/>
          <w:szCs w:val="24"/>
        </w:rPr>
        <w:t>Ярцевская</w:t>
      </w:r>
      <w:proofErr w:type="spellEnd"/>
      <w:r w:rsidRPr="00045A6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45A62">
        <w:rPr>
          <w:rFonts w:ascii="Times New Roman" w:hAnsi="Times New Roman"/>
          <w:sz w:val="24"/>
          <w:szCs w:val="24"/>
        </w:rPr>
        <w:t>Весенняя</w:t>
      </w:r>
      <w:r w:rsidRPr="00045A62">
        <w:rPr>
          <w:rFonts w:ascii="Times New Roman" w:hAnsi="Times New Roman"/>
          <w:color w:val="000000"/>
          <w:sz w:val="24"/>
          <w:szCs w:val="24"/>
        </w:rPr>
        <w:t xml:space="preserve"> Неделя Добра. Целями данного мероприятия являются </w:t>
      </w:r>
      <w:r w:rsidRPr="00045A62">
        <w:rPr>
          <w:rFonts w:ascii="Times New Roman" w:hAnsi="Times New Roman"/>
          <w:sz w:val="24"/>
          <w:szCs w:val="24"/>
        </w:rPr>
        <w:t>вовлечение обучающихся и студентов образовательных орган</w:t>
      </w:r>
      <w:r>
        <w:rPr>
          <w:rFonts w:ascii="Times New Roman" w:hAnsi="Times New Roman"/>
          <w:sz w:val="24"/>
          <w:szCs w:val="24"/>
        </w:rPr>
        <w:t>изаций</w:t>
      </w:r>
      <w:r w:rsidRPr="00045A62">
        <w:rPr>
          <w:rFonts w:ascii="Times New Roman" w:hAnsi="Times New Roman"/>
          <w:sz w:val="24"/>
          <w:szCs w:val="24"/>
        </w:rPr>
        <w:t xml:space="preserve">, жителей города в добровольное участие в социальной деятельности, пропаганда и распространение позитивных идей добровольного служения обществу, оказание практического содействия в решении актуальных, социально значимых проблем общества. </w:t>
      </w:r>
      <w:r>
        <w:rPr>
          <w:rFonts w:ascii="Times New Roman" w:hAnsi="Times New Roman"/>
          <w:sz w:val="24"/>
          <w:szCs w:val="24"/>
        </w:rPr>
        <w:t>В 2025</w:t>
      </w:r>
      <w:r w:rsidRPr="00FF09FA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оду в рамках Акции проведено 198</w:t>
      </w:r>
      <w:r w:rsidRPr="00FF09FA">
        <w:rPr>
          <w:rFonts w:ascii="Times New Roman" w:hAnsi="Times New Roman"/>
          <w:sz w:val="24"/>
          <w:szCs w:val="24"/>
        </w:rPr>
        <w:t xml:space="preserve"> мероприятий. Акция объединила 18 образовательных учреждений </w:t>
      </w:r>
      <w:r>
        <w:rPr>
          <w:rFonts w:ascii="Times New Roman" w:hAnsi="Times New Roman"/>
          <w:sz w:val="24"/>
          <w:szCs w:val="24"/>
        </w:rPr>
        <w:t>округ</w:t>
      </w:r>
      <w:r w:rsidRPr="00FF09FA">
        <w:rPr>
          <w:rFonts w:ascii="Times New Roman" w:hAnsi="Times New Roman"/>
          <w:sz w:val="24"/>
          <w:szCs w:val="24"/>
        </w:rPr>
        <w:t xml:space="preserve">а и </w:t>
      </w:r>
      <w:r>
        <w:rPr>
          <w:rFonts w:ascii="Times New Roman" w:hAnsi="Times New Roman"/>
          <w:sz w:val="24"/>
          <w:szCs w:val="24"/>
        </w:rPr>
        <w:t>3567 участников</w:t>
      </w:r>
      <w:r w:rsidRPr="00FF09FA">
        <w:rPr>
          <w:rFonts w:ascii="Times New Roman" w:hAnsi="Times New Roman"/>
          <w:sz w:val="24"/>
          <w:szCs w:val="24"/>
        </w:rPr>
        <w:t>. Общее к</w:t>
      </w:r>
      <w:r>
        <w:rPr>
          <w:rFonts w:ascii="Times New Roman" w:hAnsi="Times New Roman"/>
          <w:sz w:val="24"/>
          <w:szCs w:val="24"/>
        </w:rPr>
        <w:t xml:space="preserve">оличество </w:t>
      </w:r>
      <w:proofErr w:type="spellStart"/>
      <w:r>
        <w:rPr>
          <w:rFonts w:ascii="Times New Roman" w:hAnsi="Times New Roman"/>
          <w:sz w:val="24"/>
          <w:szCs w:val="24"/>
        </w:rPr>
        <w:t>благополучателей</w:t>
      </w:r>
      <w:proofErr w:type="spellEnd"/>
      <w:r>
        <w:rPr>
          <w:rFonts w:ascii="Times New Roman" w:hAnsi="Times New Roman"/>
          <w:sz w:val="24"/>
          <w:szCs w:val="24"/>
        </w:rPr>
        <w:t>: 2217</w:t>
      </w:r>
      <w:r w:rsidRPr="00FF09FA">
        <w:rPr>
          <w:rFonts w:ascii="Times New Roman" w:hAnsi="Times New Roman"/>
          <w:sz w:val="24"/>
          <w:szCs w:val="24"/>
        </w:rPr>
        <w:t xml:space="preserve"> человека, 37 учреждений, 9 организаций.</w:t>
      </w:r>
    </w:p>
    <w:p w:rsidR="005B70E9" w:rsidRPr="00045A62" w:rsidRDefault="005B70E9" w:rsidP="005B70E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Традиционно в августе 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</w:rPr>
        <w:t>округ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е проходит акция «Помоги пойти учиться», направленная на оказание социальной помощи нуждающимся семьям с детьми в период подготовки к новому учебному году (вещи, канцелярские товары, школьные принадлежности). </w:t>
      </w:r>
      <w:r>
        <w:rPr>
          <w:rFonts w:ascii="Times New Roman" w:hAnsi="Times New Roman" w:cs="Times New Roman"/>
          <w:sz w:val="24"/>
          <w:szCs w:val="24"/>
        </w:rPr>
        <w:t>В 2025</w:t>
      </w:r>
      <w:r w:rsidRPr="00045A62">
        <w:rPr>
          <w:rFonts w:ascii="Times New Roman" w:hAnsi="Times New Roman" w:cs="Times New Roman"/>
          <w:sz w:val="24"/>
          <w:szCs w:val="24"/>
        </w:rPr>
        <w:t xml:space="preserve"> году в акции приняли участие все образовательные организации района, общественные объединения: была оказана помощь в обеспечении формой, канцелярскими товарам</w:t>
      </w:r>
      <w:r>
        <w:rPr>
          <w:rFonts w:ascii="Times New Roman" w:hAnsi="Times New Roman" w:cs="Times New Roman"/>
          <w:sz w:val="24"/>
          <w:szCs w:val="24"/>
        </w:rPr>
        <w:t>и, школьными принадлежностями 12</w:t>
      </w:r>
      <w:r w:rsidRPr="00045A62">
        <w:rPr>
          <w:rFonts w:ascii="Times New Roman" w:hAnsi="Times New Roman" w:cs="Times New Roman"/>
          <w:sz w:val="24"/>
          <w:szCs w:val="24"/>
        </w:rPr>
        <w:t xml:space="preserve"> семьям.</w:t>
      </w:r>
    </w:p>
    <w:p w:rsidR="005B70E9" w:rsidRPr="00045A62" w:rsidRDefault="005B70E9" w:rsidP="005B70E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Ярцевском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 округе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большое внимание уделяется поисковой работе. На территории муниципального образования зарегистрировано </w:t>
      </w:r>
      <w:r>
        <w:rPr>
          <w:rFonts w:ascii="Times New Roman" w:hAnsi="Times New Roman" w:cs="Times New Roman"/>
          <w:color w:val="000000"/>
          <w:sz w:val="24"/>
          <w:szCs w:val="24"/>
        </w:rPr>
        <w:t>8 поисковых отрядов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состав которых входит свыше 9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0 человек. В рамках этой деятельности проводится важная работа, направленная на выявление неизвестных воинских захоронений и 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непогребенных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останков защитников Отечества. </w:t>
      </w:r>
    </w:p>
    <w:p w:rsidR="005B70E9" w:rsidRPr="00045A62" w:rsidRDefault="005B70E9" w:rsidP="005B70E9">
      <w:pPr>
        <w:pStyle w:val="ConsPlusTitle"/>
        <w:ind w:firstLine="708"/>
        <w:jc w:val="both"/>
        <w:rPr>
          <w:b w:val="0"/>
          <w:sz w:val="24"/>
          <w:szCs w:val="24"/>
        </w:rPr>
      </w:pPr>
      <w:r w:rsidRPr="00045A62">
        <w:rPr>
          <w:b w:val="0"/>
          <w:sz w:val="24"/>
          <w:szCs w:val="24"/>
        </w:rPr>
        <w:t>В рамках акций «Обелиск» (благоустройство территорий памятников, памятных и мест и воинских захоронений)</w:t>
      </w:r>
      <w:r w:rsidRPr="00045A62">
        <w:rPr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«Доброхоты</w:t>
      </w:r>
      <w:r w:rsidRPr="00045A62">
        <w:rPr>
          <w:b w:val="0"/>
          <w:sz w:val="24"/>
          <w:szCs w:val="24"/>
        </w:rPr>
        <w:t>»</w:t>
      </w:r>
      <w:r w:rsidRPr="00045A62"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 2025</w:t>
      </w:r>
      <w:r w:rsidRPr="00045A62">
        <w:rPr>
          <w:b w:val="0"/>
          <w:sz w:val="24"/>
          <w:szCs w:val="24"/>
        </w:rPr>
        <w:t xml:space="preserve"> году благоустроены:</w:t>
      </w:r>
    </w:p>
    <w:p w:rsidR="005B70E9" w:rsidRPr="00FC3DC7" w:rsidRDefault="005B70E9" w:rsidP="005B70E9">
      <w:pPr>
        <w:pStyle w:val="ConsPlusTitl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FC3DC7">
        <w:rPr>
          <w:b w:val="0"/>
          <w:sz w:val="24"/>
          <w:szCs w:val="24"/>
        </w:rPr>
        <w:t xml:space="preserve">«Братская могила 13 советских граждан, расстрелянных немецко-фашистскими </w:t>
      </w:r>
      <w:r w:rsidRPr="00FC3DC7">
        <w:rPr>
          <w:b w:val="0"/>
          <w:sz w:val="24"/>
          <w:szCs w:val="24"/>
        </w:rPr>
        <w:lastRenderedPageBreak/>
        <w:t xml:space="preserve">захватчиками», </w:t>
      </w:r>
    </w:p>
    <w:p w:rsidR="005B70E9" w:rsidRPr="00045A62" w:rsidRDefault="005B70E9" w:rsidP="005B70E9">
      <w:pPr>
        <w:pStyle w:val="ConsPlusTitle"/>
        <w:jc w:val="both"/>
        <w:rPr>
          <w:b w:val="0"/>
          <w:sz w:val="24"/>
          <w:szCs w:val="24"/>
        </w:rPr>
      </w:pPr>
      <w:r w:rsidRPr="00045A62">
        <w:rPr>
          <w:b w:val="0"/>
          <w:sz w:val="24"/>
          <w:szCs w:val="24"/>
        </w:rPr>
        <w:t xml:space="preserve">- 18 памятников и памятных мест, закрепленных за образовательными организациями,  </w:t>
      </w:r>
    </w:p>
    <w:p w:rsidR="005B70E9" w:rsidRPr="00045A62" w:rsidRDefault="005B70E9" w:rsidP="005B70E9">
      <w:pPr>
        <w:pStyle w:val="ConsPlusTitle"/>
        <w:jc w:val="both"/>
        <w:rPr>
          <w:b w:val="0"/>
          <w:sz w:val="24"/>
          <w:szCs w:val="24"/>
        </w:rPr>
      </w:pPr>
      <w:r w:rsidRPr="00045A62">
        <w:rPr>
          <w:b w:val="0"/>
          <w:sz w:val="24"/>
          <w:szCs w:val="24"/>
        </w:rPr>
        <w:t xml:space="preserve">- 5 памятных знаков на местах сожженных деревень (д. Тереховка, д. </w:t>
      </w:r>
      <w:proofErr w:type="spellStart"/>
      <w:r w:rsidRPr="00045A62">
        <w:rPr>
          <w:b w:val="0"/>
          <w:sz w:val="24"/>
          <w:szCs w:val="24"/>
        </w:rPr>
        <w:t>Нефёдовщина</w:t>
      </w:r>
      <w:proofErr w:type="spellEnd"/>
      <w:r w:rsidRPr="00045A62">
        <w:rPr>
          <w:b w:val="0"/>
          <w:sz w:val="24"/>
          <w:szCs w:val="24"/>
        </w:rPr>
        <w:t xml:space="preserve">, д. </w:t>
      </w:r>
      <w:proofErr w:type="spellStart"/>
      <w:r w:rsidRPr="00045A62">
        <w:rPr>
          <w:b w:val="0"/>
          <w:sz w:val="24"/>
          <w:szCs w:val="24"/>
        </w:rPr>
        <w:t>Красница</w:t>
      </w:r>
      <w:proofErr w:type="spellEnd"/>
      <w:r w:rsidRPr="00045A62">
        <w:rPr>
          <w:b w:val="0"/>
          <w:sz w:val="24"/>
          <w:szCs w:val="24"/>
        </w:rPr>
        <w:t xml:space="preserve">, д. </w:t>
      </w:r>
      <w:proofErr w:type="spellStart"/>
      <w:r w:rsidRPr="00045A62">
        <w:rPr>
          <w:b w:val="0"/>
          <w:sz w:val="24"/>
          <w:szCs w:val="24"/>
        </w:rPr>
        <w:t>Бибино</w:t>
      </w:r>
      <w:proofErr w:type="spellEnd"/>
      <w:r w:rsidRPr="00045A62">
        <w:rPr>
          <w:b w:val="0"/>
          <w:sz w:val="24"/>
          <w:szCs w:val="24"/>
        </w:rPr>
        <w:t xml:space="preserve"> и </w:t>
      </w:r>
      <w:proofErr w:type="spellStart"/>
      <w:r w:rsidRPr="00045A62">
        <w:rPr>
          <w:b w:val="0"/>
          <w:sz w:val="24"/>
          <w:szCs w:val="24"/>
        </w:rPr>
        <w:t>Кухарево</w:t>
      </w:r>
      <w:proofErr w:type="spellEnd"/>
      <w:r w:rsidRPr="00045A62">
        <w:rPr>
          <w:b w:val="0"/>
          <w:sz w:val="24"/>
          <w:szCs w:val="24"/>
        </w:rPr>
        <w:t xml:space="preserve">, д. </w:t>
      </w:r>
      <w:proofErr w:type="spellStart"/>
      <w:r w:rsidRPr="00045A62">
        <w:rPr>
          <w:b w:val="0"/>
          <w:sz w:val="24"/>
          <w:szCs w:val="24"/>
        </w:rPr>
        <w:t>Шуклино</w:t>
      </w:r>
      <w:proofErr w:type="spellEnd"/>
      <w:r w:rsidRPr="00045A62">
        <w:rPr>
          <w:b w:val="0"/>
          <w:sz w:val="24"/>
          <w:szCs w:val="24"/>
        </w:rPr>
        <w:t>),</w:t>
      </w:r>
    </w:p>
    <w:p w:rsidR="005B70E9" w:rsidRPr="00045A62" w:rsidRDefault="005B70E9" w:rsidP="005B70E9">
      <w:pPr>
        <w:pStyle w:val="ConsPlusTitle"/>
        <w:jc w:val="both"/>
        <w:rPr>
          <w:b w:val="0"/>
          <w:sz w:val="24"/>
          <w:szCs w:val="24"/>
        </w:rPr>
      </w:pPr>
      <w:r w:rsidRPr="00045A62">
        <w:rPr>
          <w:b w:val="0"/>
          <w:sz w:val="24"/>
          <w:szCs w:val="24"/>
        </w:rPr>
        <w:t xml:space="preserve">- памятные знаки, погибшим воинам в урочище Кузьмино </w:t>
      </w:r>
      <w:proofErr w:type="spellStart"/>
      <w:r w:rsidRPr="00045A62">
        <w:rPr>
          <w:b w:val="0"/>
          <w:sz w:val="24"/>
          <w:szCs w:val="24"/>
        </w:rPr>
        <w:t>Капыревщинского</w:t>
      </w:r>
      <w:proofErr w:type="spellEnd"/>
      <w:r w:rsidRPr="00045A62">
        <w:rPr>
          <w:b w:val="0"/>
          <w:sz w:val="24"/>
          <w:szCs w:val="24"/>
        </w:rPr>
        <w:t xml:space="preserve"> сельского поселения,  и д. </w:t>
      </w:r>
      <w:proofErr w:type="spellStart"/>
      <w:r w:rsidRPr="00045A62">
        <w:rPr>
          <w:b w:val="0"/>
          <w:sz w:val="24"/>
          <w:szCs w:val="24"/>
        </w:rPr>
        <w:t>Ольхово</w:t>
      </w:r>
      <w:proofErr w:type="spellEnd"/>
      <w:r w:rsidRPr="00045A62">
        <w:rPr>
          <w:b w:val="0"/>
          <w:sz w:val="24"/>
          <w:szCs w:val="24"/>
        </w:rPr>
        <w:t xml:space="preserve"> </w:t>
      </w:r>
      <w:proofErr w:type="spellStart"/>
      <w:r w:rsidRPr="00045A62">
        <w:rPr>
          <w:b w:val="0"/>
          <w:sz w:val="24"/>
          <w:szCs w:val="24"/>
        </w:rPr>
        <w:t>Суетовского</w:t>
      </w:r>
      <w:proofErr w:type="spellEnd"/>
      <w:r w:rsidRPr="00045A62">
        <w:rPr>
          <w:b w:val="0"/>
          <w:sz w:val="24"/>
          <w:szCs w:val="24"/>
        </w:rPr>
        <w:t xml:space="preserve"> сельского поселения. В мероприятиях по благоу</w:t>
      </w:r>
      <w:r>
        <w:rPr>
          <w:b w:val="0"/>
          <w:sz w:val="24"/>
          <w:szCs w:val="24"/>
        </w:rPr>
        <w:t>стройству приняли участие -  146</w:t>
      </w:r>
      <w:r w:rsidRPr="00045A62">
        <w:rPr>
          <w:b w:val="0"/>
          <w:sz w:val="24"/>
          <w:szCs w:val="24"/>
        </w:rPr>
        <w:t xml:space="preserve"> волонтеров.</w:t>
      </w:r>
    </w:p>
    <w:p w:rsidR="005B70E9" w:rsidRPr="00813503" w:rsidRDefault="005B70E9" w:rsidP="005B70E9">
      <w:pPr>
        <w:pStyle w:val="ConsPlusTitle"/>
        <w:jc w:val="both"/>
        <w:rPr>
          <w:b w:val="0"/>
          <w:iCs/>
          <w:sz w:val="24"/>
          <w:szCs w:val="24"/>
        </w:rPr>
      </w:pPr>
      <w:r>
        <w:rPr>
          <w:b w:val="0"/>
          <w:sz w:val="24"/>
          <w:szCs w:val="24"/>
        </w:rPr>
        <w:tab/>
        <w:t>В 2025</w:t>
      </w:r>
      <w:r w:rsidRPr="00045A62">
        <w:rPr>
          <w:b w:val="0"/>
          <w:sz w:val="24"/>
          <w:szCs w:val="24"/>
        </w:rPr>
        <w:t xml:space="preserve"> году </w:t>
      </w:r>
      <w:r w:rsidRPr="00045A62">
        <w:rPr>
          <w:b w:val="0"/>
          <w:noProof/>
          <w:spacing w:val="-4"/>
          <w:sz w:val="24"/>
          <w:szCs w:val="24"/>
        </w:rPr>
        <w:t xml:space="preserve">в рамках реализации федерального проекта «Формирование комфортной городской среды» </w:t>
      </w:r>
      <w:r w:rsidRPr="00045A62">
        <w:rPr>
          <w:b w:val="0"/>
          <w:color w:val="000000"/>
          <w:sz w:val="24"/>
          <w:szCs w:val="24"/>
          <w:lang w:bidi="ru-RU"/>
        </w:rPr>
        <w:t xml:space="preserve">в </w:t>
      </w:r>
      <w:r w:rsidRPr="00813503">
        <w:rPr>
          <w:b w:val="0"/>
          <w:sz w:val="24"/>
          <w:szCs w:val="24"/>
          <w:lang w:bidi="ru-RU"/>
        </w:rPr>
        <w:t>мероприятиях по вовлечению населения в формирование комфортной горо</w:t>
      </w:r>
      <w:r>
        <w:rPr>
          <w:b w:val="0"/>
          <w:sz w:val="24"/>
          <w:szCs w:val="24"/>
          <w:lang w:bidi="ru-RU"/>
        </w:rPr>
        <w:t xml:space="preserve">дской среды приняли участие 25 </w:t>
      </w:r>
      <w:r w:rsidRPr="00813503">
        <w:rPr>
          <w:b w:val="0"/>
          <w:sz w:val="24"/>
          <w:szCs w:val="24"/>
          <w:lang w:bidi="ru-RU"/>
        </w:rPr>
        <w:t>волонтеров.</w:t>
      </w:r>
    </w:p>
    <w:p w:rsidR="005B70E9" w:rsidRPr="00E61194" w:rsidRDefault="005B70E9" w:rsidP="005B70E9">
      <w:pPr>
        <w:pStyle w:val="af7"/>
        <w:shd w:val="clear" w:color="auto" w:fill="FFFFFF"/>
        <w:spacing w:before="0" w:beforeAutospacing="0" w:after="0" w:afterAutospacing="0"/>
        <w:ind w:firstLine="567"/>
        <w:jc w:val="both"/>
      </w:pPr>
      <w:r w:rsidRPr="00E61194">
        <w:rPr>
          <w:color w:val="000000"/>
        </w:rPr>
        <w:t xml:space="preserve">Добровольцы  </w:t>
      </w:r>
      <w:proofErr w:type="spellStart"/>
      <w:r w:rsidRPr="00E61194">
        <w:rPr>
          <w:color w:val="000000"/>
        </w:rPr>
        <w:t>Я</w:t>
      </w:r>
      <w:r>
        <w:rPr>
          <w:color w:val="000000"/>
        </w:rPr>
        <w:t>рцевского</w:t>
      </w:r>
      <w:proofErr w:type="spellEnd"/>
      <w:r>
        <w:rPr>
          <w:color w:val="000000"/>
        </w:rPr>
        <w:t xml:space="preserve"> муниципального округа</w:t>
      </w:r>
      <w:r w:rsidRPr="00E61194">
        <w:rPr>
          <w:color w:val="000000"/>
        </w:rPr>
        <w:t xml:space="preserve"> принимают самое активное участие в общероссийской акции взаимопомощи «#</w:t>
      </w:r>
      <w:proofErr w:type="spellStart"/>
      <w:r w:rsidRPr="00E61194">
        <w:rPr>
          <w:color w:val="000000"/>
        </w:rPr>
        <w:t>МыВместе</w:t>
      </w:r>
      <w:proofErr w:type="spellEnd"/>
      <w:r w:rsidRPr="00E61194">
        <w:rPr>
          <w:color w:val="000000"/>
        </w:rPr>
        <w:t xml:space="preserve">»: доставка продуктов, лекарств пожилым и </w:t>
      </w:r>
      <w:proofErr w:type="spellStart"/>
      <w:r w:rsidRPr="00E61194">
        <w:rPr>
          <w:color w:val="000000"/>
        </w:rPr>
        <w:t>маломобильным</w:t>
      </w:r>
      <w:proofErr w:type="spellEnd"/>
      <w:r w:rsidRPr="00E61194">
        <w:rPr>
          <w:color w:val="000000"/>
        </w:rPr>
        <w:t xml:space="preserve"> гражданам, помощь в оплате коммунальных услуг, оформлении необходимых документов, расчистке дворов от снега и др.  За период проведения акции </w:t>
      </w:r>
      <w:r>
        <w:rPr>
          <w:color w:val="000000"/>
        </w:rPr>
        <w:t>в 2025</w:t>
      </w:r>
      <w:r w:rsidRPr="00E61194">
        <w:rPr>
          <w:color w:val="000000"/>
        </w:rPr>
        <w:t xml:space="preserve"> году </w:t>
      </w:r>
      <w:r w:rsidRPr="00E61194">
        <w:t xml:space="preserve">помощь волонтеров получили </w:t>
      </w:r>
      <w:r>
        <w:t>35</w:t>
      </w:r>
      <w:r w:rsidRPr="00E61194">
        <w:t xml:space="preserve"> </w:t>
      </w:r>
      <w:proofErr w:type="spellStart"/>
      <w:r w:rsidRPr="00E61194">
        <w:t>ярцевчан</w:t>
      </w:r>
      <w:proofErr w:type="spellEnd"/>
      <w:r w:rsidRPr="00E61194">
        <w:t>.</w:t>
      </w:r>
    </w:p>
    <w:p w:rsidR="005B70E9" w:rsidRPr="00E61194" w:rsidRDefault="005B70E9" w:rsidP="005B70E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Муниципальный в</w:t>
      </w:r>
      <w:r w:rsidRPr="00E61194">
        <w:rPr>
          <w:sz w:val="24"/>
          <w:szCs w:val="24"/>
        </w:rPr>
        <w:t xml:space="preserve">олонтерский штаб </w:t>
      </w:r>
      <w:r>
        <w:rPr>
          <w:sz w:val="24"/>
          <w:szCs w:val="24"/>
        </w:rPr>
        <w:t xml:space="preserve">на </w:t>
      </w:r>
      <w:r w:rsidRPr="00E61194">
        <w:rPr>
          <w:sz w:val="24"/>
          <w:szCs w:val="24"/>
        </w:rPr>
        <w:t>базе</w:t>
      </w:r>
      <w:r>
        <w:rPr>
          <w:sz w:val="24"/>
          <w:szCs w:val="24"/>
        </w:rPr>
        <w:t xml:space="preserve"> МБУ «МЦ «МАЯК</w:t>
      </w:r>
      <w:r w:rsidRPr="00E61194">
        <w:rPr>
          <w:sz w:val="24"/>
          <w:szCs w:val="24"/>
        </w:rPr>
        <w:t xml:space="preserve">» </w:t>
      </w:r>
      <w:r>
        <w:rPr>
          <w:sz w:val="24"/>
          <w:szCs w:val="24"/>
        </w:rPr>
        <w:t>неоднократно становился</w:t>
      </w:r>
      <w:r w:rsidRPr="00E61194">
        <w:rPr>
          <w:sz w:val="24"/>
          <w:szCs w:val="24"/>
        </w:rPr>
        <w:t xml:space="preserve"> победителем конкурса «Лучший </w:t>
      </w:r>
      <w:r>
        <w:rPr>
          <w:sz w:val="24"/>
          <w:szCs w:val="24"/>
        </w:rPr>
        <w:t xml:space="preserve">муниципальный </w:t>
      </w:r>
      <w:r w:rsidRPr="00E61194">
        <w:rPr>
          <w:sz w:val="24"/>
          <w:szCs w:val="24"/>
        </w:rPr>
        <w:t>волонтерс</w:t>
      </w:r>
      <w:r>
        <w:rPr>
          <w:sz w:val="24"/>
          <w:szCs w:val="24"/>
        </w:rPr>
        <w:t xml:space="preserve">кий штаб Смоленской области» (в 2020, </w:t>
      </w:r>
      <w:r w:rsidRPr="00E61194">
        <w:rPr>
          <w:sz w:val="24"/>
          <w:szCs w:val="24"/>
        </w:rPr>
        <w:t>2023</w:t>
      </w:r>
      <w:r>
        <w:rPr>
          <w:sz w:val="24"/>
          <w:szCs w:val="24"/>
        </w:rPr>
        <w:t>, 2024, 2025</w:t>
      </w:r>
      <w:r w:rsidRPr="00E61194">
        <w:rPr>
          <w:sz w:val="24"/>
          <w:szCs w:val="24"/>
        </w:rPr>
        <w:t xml:space="preserve"> годах</w:t>
      </w:r>
      <w:r>
        <w:rPr>
          <w:sz w:val="24"/>
          <w:szCs w:val="24"/>
        </w:rPr>
        <w:t>)</w:t>
      </w:r>
      <w:r w:rsidRPr="00E61194">
        <w:rPr>
          <w:sz w:val="24"/>
          <w:szCs w:val="24"/>
        </w:rPr>
        <w:t>.</w:t>
      </w:r>
    </w:p>
    <w:p w:rsidR="005B70E9" w:rsidRDefault="005B70E9" w:rsidP="005B70E9">
      <w:pPr>
        <w:ind w:firstLine="540"/>
        <w:jc w:val="both"/>
        <w:rPr>
          <w:sz w:val="24"/>
          <w:szCs w:val="24"/>
        </w:rPr>
      </w:pPr>
      <w:proofErr w:type="gramStart"/>
      <w:r w:rsidRPr="00777E34">
        <w:rPr>
          <w:color w:val="000000"/>
          <w:sz w:val="24"/>
          <w:szCs w:val="24"/>
        </w:rPr>
        <w:t xml:space="preserve">В рамках реализации </w:t>
      </w:r>
      <w:r w:rsidRPr="00777E34">
        <w:rPr>
          <w:sz w:val="24"/>
          <w:szCs w:val="24"/>
        </w:rPr>
        <w:t>региональных проектов «Россия - страна возможностей» и «Мы вместе» в составе национального проекта «Молодежь и дети»</w:t>
      </w:r>
      <w:r>
        <w:rPr>
          <w:sz w:val="28"/>
          <w:szCs w:val="28"/>
        </w:rPr>
        <w:t xml:space="preserve"> </w:t>
      </w:r>
      <w:r w:rsidRPr="00E61194"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>2023-2025</w:t>
      </w:r>
      <w:r w:rsidRPr="00E61194">
        <w:rPr>
          <w:color w:val="000000"/>
          <w:sz w:val="24"/>
          <w:szCs w:val="24"/>
        </w:rPr>
        <w:t xml:space="preserve"> годах обучение на специализированной платформ</w:t>
      </w:r>
      <w:r>
        <w:rPr>
          <w:color w:val="000000"/>
          <w:sz w:val="24"/>
          <w:szCs w:val="24"/>
        </w:rPr>
        <w:t>е «Добровольцы России» прошли 52</w:t>
      </w:r>
      <w:r w:rsidRPr="00E61194">
        <w:rPr>
          <w:color w:val="000000"/>
          <w:sz w:val="24"/>
          <w:szCs w:val="24"/>
        </w:rPr>
        <w:t xml:space="preserve"> добровольца, они  регулярно обучаются  в ходе подготовки к проведению крупных мероприятий (оказание помощи пожилым и </w:t>
      </w:r>
      <w:proofErr w:type="spellStart"/>
      <w:r w:rsidRPr="00E61194">
        <w:rPr>
          <w:color w:val="000000"/>
          <w:sz w:val="24"/>
          <w:szCs w:val="24"/>
        </w:rPr>
        <w:t>маломобильным</w:t>
      </w:r>
      <w:proofErr w:type="spellEnd"/>
      <w:r w:rsidRPr="00E61194">
        <w:rPr>
          <w:color w:val="000000"/>
          <w:sz w:val="24"/>
          <w:szCs w:val="24"/>
        </w:rPr>
        <w:t xml:space="preserve"> гражданам  в рамках акции #</w:t>
      </w:r>
      <w:proofErr w:type="spellStart"/>
      <w:r w:rsidRPr="00E61194">
        <w:rPr>
          <w:color w:val="000000"/>
          <w:sz w:val="24"/>
          <w:szCs w:val="24"/>
        </w:rPr>
        <w:t>Мывместе</w:t>
      </w:r>
      <w:proofErr w:type="spellEnd"/>
      <w:r w:rsidRPr="00E61194">
        <w:rPr>
          <w:color w:val="000000"/>
          <w:sz w:val="24"/>
          <w:szCs w:val="24"/>
        </w:rPr>
        <w:t xml:space="preserve">, реализация </w:t>
      </w:r>
      <w:r w:rsidRPr="00E61194">
        <w:rPr>
          <w:sz w:val="24"/>
          <w:szCs w:val="24"/>
        </w:rPr>
        <w:t xml:space="preserve">проекта «Голосование за благоустройство общественных пространств»  и др.). </w:t>
      </w:r>
      <w:proofErr w:type="gramEnd"/>
    </w:p>
    <w:p w:rsidR="005B70E9" w:rsidRPr="00FF09FA" w:rsidRDefault="005B70E9" w:rsidP="005B70E9">
      <w:pPr>
        <w:ind w:firstLine="540"/>
        <w:jc w:val="both"/>
        <w:rPr>
          <w:sz w:val="24"/>
          <w:szCs w:val="24"/>
        </w:rPr>
      </w:pPr>
      <w:r w:rsidRPr="00E61194">
        <w:rPr>
          <w:sz w:val="24"/>
          <w:szCs w:val="24"/>
        </w:rPr>
        <w:t xml:space="preserve">Волонтеры </w:t>
      </w:r>
      <w:proofErr w:type="spellStart"/>
      <w:r w:rsidRPr="00E61194">
        <w:rPr>
          <w:sz w:val="24"/>
          <w:szCs w:val="24"/>
        </w:rPr>
        <w:t>Ярцевск</w:t>
      </w:r>
      <w:r>
        <w:rPr>
          <w:sz w:val="24"/>
          <w:szCs w:val="24"/>
        </w:rPr>
        <w:t>ого</w:t>
      </w:r>
      <w:proofErr w:type="spellEnd"/>
      <w:r>
        <w:rPr>
          <w:sz w:val="24"/>
          <w:szCs w:val="24"/>
        </w:rPr>
        <w:t xml:space="preserve"> муниципального округа в 2025</w:t>
      </w:r>
      <w:r w:rsidRPr="00E61194">
        <w:rPr>
          <w:sz w:val="24"/>
          <w:szCs w:val="24"/>
        </w:rPr>
        <w:t xml:space="preserve"> году провели акции по сбору гуманитарной помощи военнослужащим, находящимся при исполнении служебного долга, семьям мобилизован</w:t>
      </w:r>
      <w:r>
        <w:rPr>
          <w:sz w:val="24"/>
          <w:szCs w:val="24"/>
        </w:rPr>
        <w:t>ных</w:t>
      </w:r>
      <w:r w:rsidRPr="00E93A9E">
        <w:rPr>
          <w:sz w:val="24"/>
          <w:szCs w:val="24"/>
        </w:rPr>
        <w:t xml:space="preserve"> </w:t>
      </w:r>
      <w:r w:rsidRPr="00FF09FA">
        <w:rPr>
          <w:sz w:val="24"/>
          <w:szCs w:val="24"/>
        </w:rPr>
        <w:t>в рамках региональной акции #</w:t>
      </w:r>
      <w:proofErr w:type="spellStart"/>
      <w:r w:rsidRPr="00FF09FA">
        <w:rPr>
          <w:sz w:val="24"/>
          <w:szCs w:val="24"/>
        </w:rPr>
        <w:t>Нашим</w:t>
      </w:r>
      <w:proofErr w:type="gramStart"/>
      <w:r w:rsidRPr="00FF09FA">
        <w:rPr>
          <w:sz w:val="24"/>
          <w:szCs w:val="24"/>
        </w:rPr>
        <w:t>Z</w:t>
      </w:r>
      <w:proofErr w:type="gramEnd"/>
      <w:r w:rsidRPr="00FF09FA">
        <w:rPr>
          <w:sz w:val="24"/>
          <w:szCs w:val="24"/>
        </w:rPr>
        <w:t>ащитникам</w:t>
      </w:r>
      <w:proofErr w:type="spellEnd"/>
      <w:r w:rsidRPr="00FF09FA">
        <w:rPr>
          <w:sz w:val="24"/>
          <w:szCs w:val="24"/>
        </w:rPr>
        <w:t>.</w:t>
      </w:r>
    </w:p>
    <w:p w:rsidR="005B70E9" w:rsidRPr="00045A62" w:rsidRDefault="005B70E9" w:rsidP="005B70E9">
      <w:pPr>
        <w:pStyle w:val="af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45A62">
        <w:rPr>
          <w:color w:val="000000"/>
        </w:rPr>
        <w:t>В результате проводимой работы наблюдается устойчивый рост числа граждан и организаций, участвующих в добровольческой (волонтерской) деятельности, расширяются масштабы реализуемых ими программ и проектов, происходит самоорганизация добровольцев (волонтеров) в различных сферах деятельности и социально-демографических группах.</w:t>
      </w:r>
      <w:r w:rsidRPr="00045A62">
        <w:rPr>
          <w:b/>
        </w:rPr>
        <w:t xml:space="preserve"> </w:t>
      </w:r>
      <w:r w:rsidRPr="00045A62">
        <w:t xml:space="preserve">Доля граждан, </w:t>
      </w:r>
      <w:r>
        <w:t xml:space="preserve">зарегистрированных на сайте </w:t>
      </w:r>
      <w:proofErr w:type="spellStart"/>
      <w:r>
        <w:t>Добро</w:t>
      </w:r>
      <w:proofErr w:type="gramStart"/>
      <w:r>
        <w:t>.р</w:t>
      </w:r>
      <w:proofErr w:type="gramEnd"/>
      <w:r>
        <w:t>у</w:t>
      </w:r>
      <w:proofErr w:type="spellEnd"/>
      <w:r>
        <w:t xml:space="preserve">  на 01.01.2026 </w:t>
      </w:r>
      <w:r w:rsidRPr="00045A62">
        <w:t>г.</w:t>
      </w:r>
      <w:r>
        <w:t xml:space="preserve"> составляет  1080 человек, из них 465 – несовершеннолетних.</w:t>
      </w:r>
    </w:p>
    <w:p w:rsidR="005B70E9" w:rsidRPr="00045A62" w:rsidRDefault="005B70E9" w:rsidP="005B70E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62">
        <w:rPr>
          <w:rFonts w:ascii="Times New Roman" w:hAnsi="Times New Roman" w:cs="Times New Roman"/>
          <w:color w:val="000000"/>
          <w:sz w:val="24"/>
          <w:szCs w:val="24"/>
        </w:rPr>
        <w:t>Участие в волонтерской деятельности предоставляет человеку возможность самореализации и самосовершенствования, возможность почувствовать себя социально значимым и социально полезным.</w:t>
      </w:r>
    </w:p>
    <w:p w:rsidR="005B70E9" w:rsidRPr="00045A62" w:rsidRDefault="005B70E9" w:rsidP="005B70E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Вместе с тем для эффективного функционирования системы волонтерского движения необходимо и дальше вести плановую работу по улучшению межведомственного взаимодействия, развитию стимулов для вступления граждан в ряды добровольцев, преодолению дефицита профессиональных кадров для ведения работы по развитию волонтерского движения, развитию системы корпоративного 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волонтерства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>, вовлечению в эту работу средств массовой информации.</w:t>
      </w:r>
    </w:p>
    <w:p w:rsidR="005B70E9" w:rsidRPr="00045A62" w:rsidRDefault="005B70E9" w:rsidP="005B70E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62">
        <w:rPr>
          <w:rFonts w:ascii="Times New Roman" w:hAnsi="Times New Roman" w:cs="Times New Roman"/>
          <w:color w:val="000000"/>
          <w:sz w:val="24"/>
          <w:szCs w:val="24"/>
        </w:rPr>
        <w:t>Решение этих и других проблем предполагается осуществить в рамках муниципальной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в 2026-2028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годах.</w:t>
      </w:r>
    </w:p>
    <w:p w:rsidR="005B70E9" w:rsidRPr="00045A62" w:rsidRDefault="005B70E9" w:rsidP="005B70E9">
      <w:pPr>
        <w:pStyle w:val="12"/>
        <w:shd w:val="clear" w:color="auto" w:fill="auto"/>
        <w:ind w:firstLine="567"/>
        <w:jc w:val="both"/>
        <w:rPr>
          <w:sz w:val="24"/>
          <w:szCs w:val="24"/>
        </w:rPr>
      </w:pPr>
      <w:r w:rsidRPr="00045A62">
        <w:rPr>
          <w:sz w:val="24"/>
          <w:szCs w:val="24"/>
        </w:rPr>
        <w:t>Муниципальная программа включает мероприятия, направленные на ресурсную поддержку, обучение, нематериальное стимулирование участников добровольческих (волонтерских) инициатив, проведение конкурсов на получение этими участниками различных форм поддержки и вовлечение граждан всех возрастов в добровольческ</w:t>
      </w:r>
      <w:r>
        <w:rPr>
          <w:sz w:val="24"/>
          <w:szCs w:val="24"/>
        </w:rPr>
        <w:t>ую (волонтерскую) деятельность.</w:t>
      </w:r>
    </w:p>
    <w:p w:rsidR="005B70E9" w:rsidRPr="00045A62" w:rsidRDefault="005B70E9" w:rsidP="005B70E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Муниципальная программа ориентирована на все социальные слои и возрастные 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lastRenderedPageBreak/>
        <w:t>группы граждан, имеет открытый характер и доступна для участия в ее реализации бизнеса, научных и образовательных организаций, общественных движений и объединений, граждан с собственными инициативами и проектами.</w:t>
      </w:r>
    </w:p>
    <w:p w:rsidR="005B70E9" w:rsidRDefault="005B70E9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B70E9" w:rsidRPr="00240624" w:rsidRDefault="005B70E9" w:rsidP="005B70E9">
      <w:pPr>
        <w:jc w:val="center"/>
        <w:rPr>
          <w:b/>
          <w:sz w:val="28"/>
          <w:szCs w:val="28"/>
        </w:rPr>
      </w:pPr>
      <w:proofErr w:type="gramStart"/>
      <w:r w:rsidRPr="00240624">
        <w:rPr>
          <w:b/>
          <w:sz w:val="28"/>
          <w:szCs w:val="28"/>
        </w:rPr>
        <w:lastRenderedPageBreak/>
        <w:t>П</w:t>
      </w:r>
      <w:proofErr w:type="gramEnd"/>
      <w:r w:rsidRPr="00240624">
        <w:rPr>
          <w:b/>
          <w:sz w:val="28"/>
          <w:szCs w:val="28"/>
        </w:rPr>
        <w:t xml:space="preserve"> А С П О Р Т</w:t>
      </w:r>
    </w:p>
    <w:p w:rsidR="005B70E9" w:rsidRPr="009A1268" w:rsidRDefault="005B70E9" w:rsidP="005B70E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337913">
        <w:rPr>
          <w:b/>
          <w:bCs/>
          <w:sz w:val="28"/>
          <w:szCs w:val="28"/>
        </w:rPr>
        <w:t>униципальн</w:t>
      </w:r>
      <w:r>
        <w:rPr>
          <w:b/>
          <w:bCs/>
          <w:sz w:val="28"/>
          <w:szCs w:val="28"/>
        </w:rPr>
        <w:t>ой</w:t>
      </w:r>
      <w:r w:rsidRPr="00337913">
        <w:rPr>
          <w:b/>
          <w:bCs/>
          <w:sz w:val="28"/>
          <w:szCs w:val="28"/>
        </w:rPr>
        <w:t xml:space="preserve"> программ</w:t>
      </w:r>
      <w:r>
        <w:rPr>
          <w:b/>
          <w:bCs/>
          <w:sz w:val="28"/>
          <w:szCs w:val="28"/>
        </w:rPr>
        <w:t xml:space="preserve">ы </w:t>
      </w:r>
      <w:r w:rsidRPr="009A1268">
        <w:rPr>
          <w:b/>
          <w:sz w:val="28"/>
          <w:szCs w:val="28"/>
        </w:rPr>
        <w:t>«Развитие добровольчества (</w:t>
      </w:r>
      <w:proofErr w:type="spellStart"/>
      <w:r w:rsidRPr="009A1268">
        <w:rPr>
          <w:b/>
          <w:sz w:val="28"/>
          <w:szCs w:val="28"/>
        </w:rPr>
        <w:t>волонтерства</w:t>
      </w:r>
      <w:proofErr w:type="spellEnd"/>
      <w:r w:rsidRPr="009A1268">
        <w:rPr>
          <w:b/>
          <w:sz w:val="28"/>
          <w:szCs w:val="28"/>
        </w:rPr>
        <w:t xml:space="preserve">)  в </w:t>
      </w:r>
      <w:r>
        <w:rPr>
          <w:b/>
          <w:sz w:val="28"/>
          <w:szCs w:val="28"/>
        </w:rPr>
        <w:t>муниципальном образовании «</w:t>
      </w:r>
      <w:proofErr w:type="spellStart"/>
      <w:r>
        <w:rPr>
          <w:b/>
          <w:sz w:val="28"/>
          <w:szCs w:val="28"/>
        </w:rPr>
        <w:t>Ярцевский</w:t>
      </w:r>
      <w:proofErr w:type="spellEnd"/>
      <w:r w:rsidRPr="009A126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муниципальный округ </w:t>
      </w:r>
      <w:r w:rsidRPr="009A1268">
        <w:rPr>
          <w:b/>
          <w:sz w:val="28"/>
          <w:szCs w:val="28"/>
        </w:rPr>
        <w:t xml:space="preserve">Смоленской области» </w:t>
      </w:r>
    </w:p>
    <w:p w:rsidR="005B70E9" w:rsidRDefault="005B70E9" w:rsidP="005B70E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0E9" w:rsidRPr="00431567" w:rsidRDefault="005B70E9" w:rsidP="005B70E9">
      <w:pPr>
        <w:pStyle w:val="af4"/>
        <w:widowControl w:val="0"/>
        <w:numPr>
          <w:ilvl w:val="0"/>
          <w:numId w:val="11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431567">
        <w:rPr>
          <w:rFonts w:ascii="Times New Roman" w:hAnsi="Times New Roman"/>
          <w:b/>
          <w:sz w:val="28"/>
          <w:szCs w:val="28"/>
        </w:rPr>
        <w:t>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4"/>
        <w:gridCol w:w="6347"/>
      </w:tblGrid>
      <w:tr w:rsidR="005B70E9" w:rsidRPr="00D52E1F" w:rsidTr="001454A0">
        <w:trPr>
          <w:cantSplit/>
          <w:trHeight w:val="706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E9" w:rsidRPr="00D52E1F" w:rsidRDefault="005B70E9" w:rsidP="001454A0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 xml:space="preserve">Ответственный исполнитель </w:t>
            </w:r>
            <w:r w:rsidRPr="00D52E1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муниципальн</w:t>
            </w:r>
            <w:r w:rsidRPr="00D52E1F">
              <w:rPr>
                <w:sz w:val="24"/>
                <w:szCs w:val="24"/>
              </w:rPr>
              <w:t xml:space="preserve">ой программы 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E9" w:rsidRPr="00D52E1F" w:rsidRDefault="005B70E9" w:rsidP="001454A0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Управление по образованию и молодежной политике Администрации муниципального образования «</w:t>
            </w:r>
            <w:proofErr w:type="spellStart"/>
            <w:r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5B70E9" w:rsidRPr="00D52E1F" w:rsidTr="001454A0">
        <w:trPr>
          <w:cantSplit/>
          <w:trHeight w:val="429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0E9" w:rsidRPr="00D52E1F" w:rsidRDefault="005B70E9" w:rsidP="001454A0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0E9" w:rsidRPr="00D52E1F" w:rsidRDefault="005B70E9" w:rsidP="001454A0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2026</w:t>
            </w:r>
            <w:r w:rsidRPr="00D52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D52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2028 годы</w:t>
            </w:r>
          </w:p>
          <w:p w:rsidR="005B70E9" w:rsidRPr="00D52E1F" w:rsidRDefault="005B70E9" w:rsidP="001454A0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</w:p>
        </w:tc>
      </w:tr>
      <w:tr w:rsidR="005B70E9" w:rsidRPr="00D52E1F" w:rsidTr="001454A0">
        <w:trPr>
          <w:cantSplit/>
          <w:trHeight w:val="1283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0E9" w:rsidRPr="00D52E1F" w:rsidRDefault="005B70E9" w:rsidP="001454A0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 xml:space="preserve">Цели </w:t>
            </w:r>
            <w:r>
              <w:rPr>
                <w:sz w:val="24"/>
                <w:szCs w:val="24"/>
              </w:rPr>
              <w:t>муниципаль</w:t>
            </w:r>
            <w:r w:rsidRPr="00D52E1F">
              <w:rPr>
                <w:sz w:val="24"/>
                <w:szCs w:val="24"/>
              </w:rPr>
              <w:t xml:space="preserve">ной программы 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0E9" w:rsidRPr="00D52E1F" w:rsidRDefault="005B70E9" w:rsidP="001454A0">
            <w:pPr>
              <w:pStyle w:val="ConsPlusNormal"/>
              <w:spacing w:line="276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0083">
              <w:rPr>
                <w:rFonts w:ascii="Times New Roman" w:hAnsi="Times New Roman" w:cs="Times New Roman"/>
                <w:sz w:val="24"/>
                <w:szCs w:val="24"/>
              </w:rPr>
              <w:t xml:space="preserve">овлечение в добровольческую (волонтерскую) деятельность граждан всех возрастов, проживающих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 w:rsidRPr="003E0083">
              <w:rPr>
                <w:rFonts w:ascii="Times New Roman" w:hAnsi="Times New Roman" w:cs="Times New Roman"/>
                <w:iCs/>
                <w:sz w:val="24"/>
                <w:szCs w:val="24"/>
              </w:rPr>
              <w:t>Смоленской области.</w:t>
            </w:r>
          </w:p>
        </w:tc>
      </w:tr>
      <w:tr w:rsidR="005B70E9" w:rsidRPr="00D52E1F" w:rsidTr="001454A0">
        <w:trPr>
          <w:cantSplit/>
          <w:trHeight w:val="677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D52E1F" w:rsidRDefault="005B70E9" w:rsidP="001454A0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D52E1F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D52E1F" w:rsidRDefault="005B70E9" w:rsidP="001454A0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45DE2">
              <w:rPr>
                <w:sz w:val="24"/>
                <w:szCs w:val="24"/>
              </w:rPr>
              <w:t xml:space="preserve">бщий объем финансирования составляет </w:t>
            </w:r>
            <w:r>
              <w:rPr>
                <w:sz w:val="24"/>
                <w:szCs w:val="24"/>
              </w:rPr>
              <w:t xml:space="preserve"> 0,00 </w:t>
            </w:r>
            <w:r w:rsidRPr="00D45DE2">
              <w:rPr>
                <w:sz w:val="24"/>
                <w:szCs w:val="24"/>
              </w:rPr>
              <w:t>рублей</w:t>
            </w:r>
          </w:p>
        </w:tc>
      </w:tr>
    </w:tbl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  <w:sectPr w:rsidR="005B70E9" w:rsidSect="009305A0">
          <w:headerReference w:type="default" r:id="rId1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5B70E9" w:rsidRDefault="005B70E9" w:rsidP="005B70E9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lastRenderedPageBreak/>
        <w:t xml:space="preserve">2. Показатели </w:t>
      </w:r>
      <w:r>
        <w:rPr>
          <w:b/>
          <w:sz w:val="28"/>
          <w:szCs w:val="28"/>
        </w:rPr>
        <w:t>муниципальной программы</w:t>
      </w:r>
    </w:p>
    <w:tbl>
      <w:tblPr>
        <w:tblStyle w:val="11"/>
        <w:tblpPr w:leftFromText="180" w:rightFromText="180" w:vertAnchor="text" w:horzAnchor="margin" w:tblpXSpec="center" w:tblpY="263"/>
        <w:tblW w:w="5166" w:type="pct"/>
        <w:tblLook w:val="04A0"/>
      </w:tblPr>
      <w:tblGrid>
        <w:gridCol w:w="593"/>
        <w:gridCol w:w="8341"/>
        <w:gridCol w:w="2172"/>
        <w:gridCol w:w="1051"/>
        <w:gridCol w:w="993"/>
        <w:gridCol w:w="990"/>
        <w:gridCol w:w="1137"/>
      </w:tblGrid>
      <w:tr w:rsidR="005B70E9" w:rsidRPr="00580B96" w:rsidTr="001454A0">
        <w:trPr>
          <w:tblHeader/>
        </w:trPr>
        <w:tc>
          <w:tcPr>
            <w:tcW w:w="194" w:type="pct"/>
            <w:vMerge w:val="restart"/>
            <w:vAlign w:val="center"/>
          </w:tcPr>
          <w:p w:rsidR="005B70E9" w:rsidRPr="00C610D5" w:rsidRDefault="005B70E9" w:rsidP="001454A0">
            <w:pPr>
              <w:ind w:left="-1186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 xml:space="preserve">    № </w:t>
            </w:r>
          </w:p>
          <w:p w:rsidR="005B70E9" w:rsidRPr="00C610D5" w:rsidRDefault="005B70E9" w:rsidP="001454A0">
            <w:pPr>
              <w:ind w:left="-432" w:firstLine="77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 xml:space="preserve">     </w:t>
            </w:r>
            <w:proofErr w:type="spellStart"/>
            <w:proofErr w:type="gramStart"/>
            <w:r w:rsidRPr="00C610D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10D5">
              <w:rPr>
                <w:sz w:val="24"/>
                <w:szCs w:val="24"/>
              </w:rPr>
              <w:t>/</w:t>
            </w:r>
            <w:proofErr w:type="spellStart"/>
            <w:r w:rsidRPr="00C610D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30" w:type="pct"/>
            <w:vMerge w:val="restar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711" w:type="pct"/>
            <w:vMerge w:val="restart"/>
          </w:tcPr>
          <w:p w:rsidR="005B70E9" w:rsidRPr="00C610D5" w:rsidRDefault="005B70E9" w:rsidP="001454A0">
            <w:pPr>
              <w:ind w:firstLine="2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C610D5">
              <w:rPr>
                <w:sz w:val="24"/>
                <w:szCs w:val="24"/>
                <w:shd w:val="clear" w:color="auto" w:fill="FFFFFF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1365" w:type="pct"/>
            <w:gridSpan w:val="4"/>
            <w:vAlign w:val="center"/>
          </w:tcPr>
          <w:p w:rsidR="005B70E9" w:rsidRPr="00C610D5" w:rsidRDefault="005B70E9" w:rsidP="001454A0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C610D5">
              <w:rPr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5B70E9" w:rsidRPr="00580B96" w:rsidTr="001454A0">
        <w:trPr>
          <w:trHeight w:val="448"/>
          <w:tblHeader/>
        </w:trPr>
        <w:tc>
          <w:tcPr>
            <w:tcW w:w="194" w:type="pct"/>
            <w:vMerge/>
          </w:tcPr>
          <w:p w:rsidR="005B70E9" w:rsidRPr="00C610D5" w:rsidRDefault="005B70E9" w:rsidP="00145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0" w:type="pct"/>
            <w:vMerge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pct"/>
            <w:vMerge/>
          </w:tcPr>
          <w:p w:rsidR="005B70E9" w:rsidRPr="00C610D5" w:rsidRDefault="005B70E9" w:rsidP="001454A0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4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shd w:val="clear" w:color="auto" w:fill="FFFFFF"/>
              </w:rPr>
              <w:t>2025</w:t>
            </w:r>
            <w:r w:rsidRPr="00C610D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325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2026</w:t>
            </w:r>
            <w:r w:rsidRPr="00C610D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324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2027</w:t>
            </w:r>
            <w:r w:rsidRPr="00C610D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372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2028</w:t>
            </w:r>
            <w:r w:rsidRPr="00C610D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  <w:tr w:rsidR="005B70E9" w:rsidRPr="00580B96" w:rsidTr="001454A0">
        <w:trPr>
          <w:trHeight w:val="282"/>
          <w:tblHeader/>
        </w:trPr>
        <w:tc>
          <w:tcPr>
            <w:tcW w:w="194" w:type="pct"/>
          </w:tcPr>
          <w:p w:rsidR="005B70E9" w:rsidRPr="00C610D5" w:rsidRDefault="005B70E9" w:rsidP="00145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0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</w:t>
            </w:r>
          </w:p>
        </w:tc>
        <w:tc>
          <w:tcPr>
            <w:tcW w:w="711" w:type="pct"/>
          </w:tcPr>
          <w:p w:rsidR="005B70E9" w:rsidRPr="00C610D5" w:rsidRDefault="005B70E9" w:rsidP="001454A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C610D5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344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C610D5">
              <w:rPr>
                <w:rFonts w:eastAsia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325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C610D5">
              <w:rPr>
                <w:rFonts w:eastAsia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324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5</w:t>
            </w:r>
          </w:p>
        </w:tc>
        <w:tc>
          <w:tcPr>
            <w:tcW w:w="372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70E9" w:rsidRPr="00580B96" w:rsidTr="001454A0">
        <w:tc>
          <w:tcPr>
            <w:tcW w:w="194" w:type="pct"/>
            <w:vAlign w:val="center"/>
          </w:tcPr>
          <w:p w:rsidR="005B70E9" w:rsidRPr="00C610D5" w:rsidRDefault="005B70E9" w:rsidP="001454A0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1.</w:t>
            </w:r>
          </w:p>
        </w:tc>
        <w:tc>
          <w:tcPr>
            <w:tcW w:w="2730" w:type="pct"/>
            <w:vAlign w:val="center"/>
          </w:tcPr>
          <w:p w:rsidR="005B70E9" w:rsidRPr="00C610D5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Доля молодых граждан, вовлеченных в добровольческую деятельность</w:t>
            </w:r>
            <w:proofErr w:type="gramStart"/>
            <w:r w:rsidRPr="00C610D5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11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12</w:t>
            </w:r>
          </w:p>
        </w:tc>
        <w:tc>
          <w:tcPr>
            <w:tcW w:w="344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14</w:t>
            </w:r>
          </w:p>
        </w:tc>
        <w:tc>
          <w:tcPr>
            <w:tcW w:w="325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18</w:t>
            </w:r>
          </w:p>
        </w:tc>
        <w:tc>
          <w:tcPr>
            <w:tcW w:w="324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20</w:t>
            </w:r>
          </w:p>
        </w:tc>
        <w:tc>
          <w:tcPr>
            <w:tcW w:w="372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</w:tr>
      <w:tr w:rsidR="005B70E9" w:rsidRPr="00580B96" w:rsidTr="001454A0">
        <w:tc>
          <w:tcPr>
            <w:tcW w:w="194" w:type="pct"/>
            <w:vAlign w:val="center"/>
          </w:tcPr>
          <w:p w:rsidR="005B70E9" w:rsidRPr="00C610D5" w:rsidRDefault="005B70E9" w:rsidP="001454A0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2.</w:t>
            </w:r>
          </w:p>
        </w:tc>
        <w:tc>
          <w:tcPr>
            <w:tcW w:w="2730" w:type="pct"/>
            <w:vAlign w:val="center"/>
          </w:tcPr>
          <w:p w:rsidR="005B70E9" w:rsidRPr="00C610D5" w:rsidRDefault="005B70E9" w:rsidP="001454A0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</w:pPr>
            <w:r w:rsidRPr="00C610D5">
              <w:t xml:space="preserve">Увеличение количества добровольцев </w:t>
            </w:r>
            <w:proofErr w:type="spellStart"/>
            <w:r w:rsidRPr="00C610D5">
              <w:t>Ярцевского</w:t>
            </w:r>
            <w:proofErr w:type="spellEnd"/>
            <w:r w:rsidRPr="00C610D5">
              <w:t xml:space="preserve"> </w:t>
            </w:r>
            <w:r>
              <w:t>муниципального округа</w:t>
            </w:r>
            <w:r w:rsidRPr="00C610D5">
              <w:t xml:space="preserve">  Смоленской области, зарегистрированных в единой информационной системе "Добровольцы России" (чел.)</w:t>
            </w:r>
          </w:p>
        </w:tc>
        <w:tc>
          <w:tcPr>
            <w:tcW w:w="711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</w:t>
            </w:r>
          </w:p>
        </w:tc>
        <w:tc>
          <w:tcPr>
            <w:tcW w:w="344" w:type="pct"/>
            <w:vAlign w:val="center"/>
          </w:tcPr>
          <w:p w:rsidR="005B70E9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B70E9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</w:t>
            </w:r>
          </w:p>
          <w:p w:rsidR="005B70E9" w:rsidRPr="00C610D5" w:rsidRDefault="005B70E9" w:rsidP="001454A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25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</w:t>
            </w:r>
          </w:p>
        </w:tc>
        <w:tc>
          <w:tcPr>
            <w:tcW w:w="324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372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</w:tr>
      <w:tr w:rsidR="005B70E9" w:rsidRPr="00580B96" w:rsidTr="001454A0">
        <w:trPr>
          <w:trHeight w:val="599"/>
        </w:trPr>
        <w:tc>
          <w:tcPr>
            <w:tcW w:w="194" w:type="pct"/>
            <w:vAlign w:val="center"/>
          </w:tcPr>
          <w:p w:rsidR="005B70E9" w:rsidRPr="00C610D5" w:rsidRDefault="005B70E9" w:rsidP="001454A0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3.</w:t>
            </w:r>
          </w:p>
        </w:tc>
        <w:tc>
          <w:tcPr>
            <w:tcW w:w="2730" w:type="pct"/>
            <w:vAlign w:val="center"/>
          </w:tcPr>
          <w:p w:rsidR="005B70E9" w:rsidRPr="00C610D5" w:rsidRDefault="005B70E9" w:rsidP="001454A0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</w:pPr>
            <w:r>
              <w:t>У</w:t>
            </w:r>
            <w:r w:rsidRPr="00C610D5">
              <w:t>величение количества координаторов волонтерского движения, прошедших обуч</w:t>
            </w:r>
            <w:r>
              <w:t>ение</w:t>
            </w:r>
          </w:p>
        </w:tc>
        <w:tc>
          <w:tcPr>
            <w:tcW w:w="711" w:type="pct"/>
            <w:vAlign w:val="center"/>
          </w:tcPr>
          <w:p w:rsidR="005B70E9" w:rsidRPr="00C610D5" w:rsidRDefault="005B70E9" w:rsidP="001454A0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4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25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24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72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5B70E9" w:rsidRPr="00580B96" w:rsidTr="001454A0">
        <w:trPr>
          <w:trHeight w:val="552"/>
        </w:trPr>
        <w:tc>
          <w:tcPr>
            <w:tcW w:w="194" w:type="pct"/>
            <w:vAlign w:val="center"/>
          </w:tcPr>
          <w:p w:rsidR="005B70E9" w:rsidRPr="00C610D5" w:rsidRDefault="005B70E9" w:rsidP="001454A0">
            <w:pPr>
              <w:widowControl w:val="0"/>
              <w:autoSpaceDE w:val="0"/>
              <w:autoSpaceDN w:val="0"/>
              <w:adjustRightInd w:val="0"/>
              <w:ind w:left="-793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4.</w:t>
            </w:r>
          </w:p>
        </w:tc>
        <w:tc>
          <w:tcPr>
            <w:tcW w:w="2730" w:type="pct"/>
            <w:vAlign w:val="center"/>
          </w:tcPr>
          <w:p w:rsidR="005B70E9" w:rsidRPr="00C610D5" w:rsidRDefault="005B70E9" w:rsidP="001454A0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</w:pPr>
            <w:r w:rsidRPr="00C610D5">
              <w:t>Обеспечение деятельности муниципального  ресурсного центра по развитию и поддержке добровольчества (</w:t>
            </w:r>
            <w:proofErr w:type="spellStart"/>
            <w:r w:rsidRPr="00C610D5">
              <w:t>волонтерства</w:t>
            </w:r>
            <w:proofErr w:type="spellEnd"/>
            <w:r w:rsidRPr="00C610D5">
              <w:t>) (да/нет)</w:t>
            </w:r>
          </w:p>
        </w:tc>
        <w:tc>
          <w:tcPr>
            <w:tcW w:w="711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да</w:t>
            </w:r>
          </w:p>
        </w:tc>
        <w:tc>
          <w:tcPr>
            <w:tcW w:w="344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да</w:t>
            </w:r>
          </w:p>
        </w:tc>
        <w:tc>
          <w:tcPr>
            <w:tcW w:w="325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да</w:t>
            </w:r>
          </w:p>
        </w:tc>
        <w:tc>
          <w:tcPr>
            <w:tcW w:w="324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да</w:t>
            </w:r>
          </w:p>
        </w:tc>
        <w:tc>
          <w:tcPr>
            <w:tcW w:w="372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да</w:t>
            </w:r>
          </w:p>
        </w:tc>
      </w:tr>
    </w:tbl>
    <w:p w:rsidR="005B70E9" w:rsidRDefault="005B70E9" w:rsidP="005B70E9">
      <w:pPr>
        <w:jc w:val="center"/>
        <w:rPr>
          <w:b/>
          <w:sz w:val="28"/>
          <w:szCs w:val="28"/>
        </w:rPr>
      </w:pPr>
    </w:p>
    <w:p w:rsidR="005B70E9" w:rsidRPr="00CB0F0E" w:rsidRDefault="005B70E9" w:rsidP="005B70E9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 xml:space="preserve">3. Структура </w:t>
      </w:r>
      <w:r>
        <w:rPr>
          <w:b/>
          <w:sz w:val="28"/>
          <w:szCs w:val="28"/>
        </w:rPr>
        <w:t>муниципаль</w:t>
      </w:r>
      <w:r w:rsidRPr="00CB0F0E">
        <w:rPr>
          <w:b/>
          <w:sz w:val="28"/>
          <w:szCs w:val="28"/>
        </w:rPr>
        <w:t>ной программы</w:t>
      </w:r>
    </w:p>
    <w:p w:rsidR="005B70E9" w:rsidRDefault="005B70E9" w:rsidP="005B70E9">
      <w:pPr>
        <w:tabs>
          <w:tab w:val="num" w:pos="1620"/>
        </w:tabs>
        <w:ind w:hanging="284"/>
        <w:jc w:val="both"/>
        <w:rPr>
          <w:sz w:val="26"/>
        </w:rPr>
      </w:pPr>
    </w:p>
    <w:tbl>
      <w:tblPr>
        <w:tblStyle w:val="11"/>
        <w:tblW w:w="5000" w:type="pct"/>
        <w:tblLayout w:type="fixed"/>
        <w:tblLook w:val="04A0"/>
      </w:tblPr>
      <w:tblGrid>
        <w:gridCol w:w="1056"/>
        <w:gridCol w:w="6388"/>
        <w:gridCol w:w="5645"/>
        <w:gridCol w:w="1697"/>
      </w:tblGrid>
      <w:tr w:rsidR="005B70E9" w:rsidRPr="00CB0F0E" w:rsidTr="001454A0">
        <w:trPr>
          <w:trHeight w:val="562"/>
        </w:trPr>
        <w:tc>
          <w:tcPr>
            <w:tcW w:w="357" w:type="pct"/>
            <w:vAlign w:val="center"/>
            <w:hideMark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/>
                <w:sz w:val="22"/>
                <w:szCs w:val="22"/>
                <w:lang w:eastAsia="ru-RU"/>
              </w:rPr>
              <w:t>№</w:t>
            </w:r>
            <w:r w:rsidRPr="004861CB">
              <w:rPr>
                <w:rFonts w:eastAsia="Times New Roman"/>
                <w:sz w:val="22"/>
                <w:szCs w:val="22"/>
                <w:lang w:eastAsia="ru-RU"/>
              </w:rPr>
              <w:br/>
            </w:r>
            <w:proofErr w:type="spellStart"/>
            <w:proofErr w:type="gramStart"/>
            <w:r w:rsidRPr="004861CB"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4861CB">
              <w:rPr>
                <w:rFonts w:eastAsia="Times New Roman"/>
                <w:sz w:val="22"/>
                <w:szCs w:val="22"/>
                <w:lang w:eastAsia="ru-RU"/>
              </w:rPr>
              <w:t>/</w:t>
            </w:r>
            <w:proofErr w:type="spellStart"/>
            <w:r w:rsidRPr="004861CB"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2160" w:type="pct"/>
            <w:vAlign w:val="center"/>
            <w:hideMark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/>
                <w:sz w:val="22"/>
                <w:szCs w:val="22"/>
                <w:lang w:eastAsia="ru-RU"/>
              </w:rPr>
              <w:t>Задачи структурного элемента</w:t>
            </w:r>
          </w:p>
        </w:tc>
        <w:tc>
          <w:tcPr>
            <w:tcW w:w="1909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/>
                <w:sz w:val="22"/>
                <w:szCs w:val="22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75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/>
                <w:sz w:val="22"/>
                <w:szCs w:val="22"/>
                <w:lang w:eastAsia="ru-RU"/>
              </w:rPr>
              <w:t>Связь с показателями*</w:t>
            </w:r>
            <w:r w:rsidRPr="004861CB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 xml:space="preserve"> </w:t>
            </w:r>
          </w:p>
        </w:tc>
      </w:tr>
      <w:tr w:rsidR="005B70E9" w:rsidRPr="00CB0F0E" w:rsidTr="001454A0">
        <w:trPr>
          <w:trHeight w:val="170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60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909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75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</w:tr>
      <w:tr w:rsidR="005B70E9" w:rsidRPr="00D238BB" w:rsidTr="001454A0">
        <w:trPr>
          <w:trHeight w:val="448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861CB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43" w:type="pct"/>
            <w:gridSpan w:val="3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4861CB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4861CB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r w:rsidRPr="004861CB">
              <w:rPr>
                <w:b/>
                <w:bCs/>
                <w:sz w:val="24"/>
                <w:szCs w:val="24"/>
              </w:rPr>
              <w:t>Совершенствование нормативного правового регулирования и правоприменительной практики в сфере развития добровольчества</w:t>
            </w:r>
            <w:r w:rsidRPr="004861CB">
              <w:rPr>
                <w:rFonts w:eastAsia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5B70E9" w:rsidRPr="00D238BB" w:rsidTr="001454A0">
        <w:trPr>
          <w:trHeight w:val="448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60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И.о. начальника управления</w:t>
            </w:r>
            <w:r w:rsidRPr="004861CB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по образованию и молодёжной политике Администрации муниципальн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ого образования 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4861CB">
              <w:rPr>
                <w:rFonts w:eastAsia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2484" w:type="pct"/>
            <w:gridSpan w:val="2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i/>
                <w:color w:val="FF0000"/>
                <w:sz w:val="24"/>
                <w:szCs w:val="24"/>
                <w:lang w:eastAsia="ru-RU"/>
              </w:rPr>
            </w:pPr>
            <w:r w:rsidRPr="004861CB">
              <w:rPr>
                <w:rFonts w:eastAsia="Times New Roman"/>
                <w:i/>
                <w:color w:val="FF0000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5B70E9" w:rsidRPr="00D238BB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1.1.</w:t>
            </w:r>
          </w:p>
        </w:tc>
        <w:tc>
          <w:tcPr>
            <w:tcW w:w="2160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/>
                <w:i/>
                <w:sz w:val="22"/>
                <w:szCs w:val="22"/>
                <w:lang w:eastAsia="ru-RU"/>
              </w:rPr>
            </w:pPr>
            <w:r w:rsidRPr="004861CB">
              <w:rPr>
                <w:sz w:val="22"/>
                <w:szCs w:val="22"/>
              </w:rPr>
              <w:t>Совершенствование межведомственного взаимодействия в сфере развития добровольческого (волонтерского) движения в «</w:t>
            </w:r>
            <w:proofErr w:type="spellStart"/>
            <w:r w:rsidRPr="004861CB">
              <w:rPr>
                <w:sz w:val="22"/>
                <w:szCs w:val="22"/>
              </w:rPr>
              <w:t>Ярцевском</w:t>
            </w:r>
            <w:proofErr w:type="spellEnd"/>
            <w:r>
              <w:rPr>
                <w:sz w:val="22"/>
                <w:szCs w:val="22"/>
              </w:rPr>
              <w:t xml:space="preserve"> муниципальном округе</w:t>
            </w:r>
            <w:r w:rsidRPr="004861CB">
              <w:rPr>
                <w:sz w:val="22"/>
                <w:szCs w:val="22"/>
              </w:rPr>
              <w:t xml:space="preserve">» </w:t>
            </w:r>
            <w:r w:rsidRPr="004861CB">
              <w:rPr>
                <w:iCs/>
                <w:sz w:val="22"/>
                <w:szCs w:val="22"/>
              </w:rPr>
              <w:t>Смоленской области</w:t>
            </w:r>
          </w:p>
        </w:tc>
        <w:tc>
          <w:tcPr>
            <w:tcW w:w="1909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/>
                <w:sz w:val="22"/>
                <w:szCs w:val="22"/>
                <w:lang w:eastAsia="ru-RU"/>
              </w:rPr>
              <w:t xml:space="preserve">Созданы условия для </w:t>
            </w:r>
            <w:r w:rsidRPr="004861CB">
              <w:rPr>
                <w:sz w:val="22"/>
                <w:szCs w:val="22"/>
              </w:rPr>
              <w:t>межведомственного взаимодействия в сфере развития добровольческого (волонтерского) движения в «</w:t>
            </w:r>
            <w:proofErr w:type="spellStart"/>
            <w:r w:rsidRPr="004861CB">
              <w:rPr>
                <w:sz w:val="22"/>
                <w:szCs w:val="22"/>
              </w:rPr>
              <w:t>Ярцевском</w:t>
            </w:r>
            <w:proofErr w:type="spellEnd"/>
            <w:r w:rsidRPr="004861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муниципальном округ</w:t>
            </w:r>
            <w:r w:rsidRPr="004861CB">
              <w:rPr>
                <w:sz w:val="22"/>
                <w:szCs w:val="22"/>
              </w:rPr>
              <w:t xml:space="preserve">е» </w:t>
            </w:r>
            <w:r w:rsidRPr="004861CB">
              <w:rPr>
                <w:iCs/>
                <w:sz w:val="22"/>
                <w:szCs w:val="22"/>
              </w:rPr>
              <w:t>Смоленской области</w:t>
            </w:r>
          </w:p>
        </w:tc>
        <w:tc>
          <w:tcPr>
            <w:tcW w:w="575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/>
                <w:sz w:val="22"/>
                <w:szCs w:val="22"/>
                <w:lang w:eastAsia="ru-RU"/>
              </w:rPr>
              <w:t xml:space="preserve">Показатели:3,4 </w:t>
            </w:r>
          </w:p>
        </w:tc>
      </w:tr>
      <w:tr w:rsidR="005B70E9" w:rsidRPr="00D238BB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t>2</w:t>
            </w:r>
          </w:p>
        </w:tc>
        <w:tc>
          <w:tcPr>
            <w:tcW w:w="4643" w:type="pct"/>
            <w:gridSpan w:val="3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61CB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4861CB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«Развитие </w:t>
            </w:r>
            <w:r w:rsidRPr="004861CB">
              <w:rPr>
                <w:b/>
                <w:sz w:val="22"/>
                <w:szCs w:val="22"/>
              </w:rPr>
              <w:t>инфраструктуры поддержки добровольческой деятельности»</w:t>
            </w:r>
          </w:p>
        </w:tc>
      </w:tr>
      <w:tr w:rsidR="005B70E9" w:rsidRPr="00D238BB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И.о. начальника управления</w:t>
            </w:r>
            <w:r w:rsidRPr="004861CB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по образованию и молодёжной политике Администрации муниципальн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4861CB">
              <w:rPr>
                <w:rFonts w:eastAsia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2484" w:type="pct"/>
            <w:gridSpan w:val="2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</w:tr>
      <w:tr w:rsidR="005B70E9" w:rsidRPr="00D238BB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t>2.1.</w:t>
            </w:r>
          </w:p>
        </w:tc>
        <w:tc>
          <w:tcPr>
            <w:tcW w:w="2160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4861CB">
              <w:t>Развитие инфраструктуры методической, информационной, консультационной, образовательной и ресурсной поддержки добровольческой (волонтерской) деятельности</w:t>
            </w:r>
          </w:p>
        </w:tc>
        <w:tc>
          <w:tcPr>
            <w:tcW w:w="1909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4861CB">
              <w:rPr>
                <w:rFonts w:eastAsia="Times New Roman"/>
                <w:sz w:val="22"/>
                <w:szCs w:val="22"/>
                <w:lang w:eastAsia="ru-RU"/>
              </w:rPr>
              <w:t xml:space="preserve">Созданы условия для развития инфраструктуры </w:t>
            </w:r>
            <w:r w:rsidRPr="004861CB">
              <w:t>методической, информационной, консультационной, образовательной и ресурсной поддержки добровольческой (волонтерской) деятельности</w:t>
            </w:r>
          </w:p>
        </w:tc>
        <w:tc>
          <w:tcPr>
            <w:tcW w:w="575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4861CB">
              <w:rPr>
                <w:rFonts w:eastAsia="Times New Roman"/>
                <w:sz w:val="22"/>
                <w:szCs w:val="22"/>
                <w:lang w:eastAsia="ru-RU"/>
              </w:rPr>
              <w:t>Показатель 4</w:t>
            </w:r>
          </w:p>
        </w:tc>
      </w:tr>
      <w:tr w:rsidR="005B70E9" w:rsidRPr="00D238BB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t xml:space="preserve">       3.</w:t>
            </w:r>
          </w:p>
        </w:tc>
        <w:tc>
          <w:tcPr>
            <w:tcW w:w="4643" w:type="pct"/>
            <w:gridSpan w:val="3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61CB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D86350">
              <w:rPr>
                <w:rFonts w:eastAsia="Times New Roman"/>
                <w:b/>
                <w:sz w:val="22"/>
                <w:szCs w:val="22"/>
                <w:lang w:eastAsia="ru-RU"/>
              </w:rPr>
              <w:t>«Развитие механизмов образовательной поддержки добровольческой деятельности»</w:t>
            </w:r>
          </w:p>
        </w:tc>
      </w:tr>
      <w:tr w:rsidR="005B70E9" w:rsidRPr="00D238BB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И.о. начальника управления</w:t>
            </w:r>
            <w:r w:rsidRPr="004861CB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по образованию и молодёжной политике Администрации муниципальн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4861CB">
              <w:rPr>
                <w:rFonts w:eastAsia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2484" w:type="pct"/>
            <w:gridSpan w:val="2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B70E9" w:rsidRPr="00D238BB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t xml:space="preserve">     3.1.</w:t>
            </w:r>
          </w:p>
        </w:tc>
        <w:tc>
          <w:tcPr>
            <w:tcW w:w="2160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i/>
                <w:sz w:val="24"/>
                <w:szCs w:val="24"/>
              </w:rPr>
            </w:pPr>
            <w:r w:rsidRPr="004861CB">
              <w:rPr>
                <w:sz w:val="22"/>
                <w:szCs w:val="22"/>
              </w:rPr>
              <w:t>Развитие механизмов образовательной поддержки добровольческой деятельности</w:t>
            </w:r>
          </w:p>
        </w:tc>
        <w:tc>
          <w:tcPr>
            <w:tcW w:w="1909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t>Созданы механизмы  образовательной  поддержки добровольческой деятельности</w:t>
            </w:r>
          </w:p>
        </w:tc>
        <w:tc>
          <w:tcPr>
            <w:tcW w:w="575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t>Показатель 3</w:t>
            </w:r>
          </w:p>
        </w:tc>
      </w:tr>
      <w:tr w:rsidR="005B70E9" w:rsidRPr="00376914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4643" w:type="pct"/>
            <w:gridSpan w:val="3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4861CB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4861CB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r w:rsidRPr="004861CB">
              <w:rPr>
                <w:b/>
                <w:sz w:val="22"/>
                <w:szCs w:val="22"/>
              </w:rPr>
              <w:t>Реализация мер поощрения и поддержки граждан, участвующих в добровольческой деятельности</w:t>
            </w:r>
            <w:r w:rsidRPr="004861CB">
              <w:rPr>
                <w:rFonts w:eastAsia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5B70E9" w:rsidRPr="00CB0F0E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И.о. начальника управления</w:t>
            </w:r>
            <w:r w:rsidRPr="004861CB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по образованию и молодёжной политике Администрации муниципальн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4861CB">
              <w:rPr>
                <w:rFonts w:eastAsia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2484" w:type="pct"/>
            <w:gridSpan w:val="2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B70E9" w:rsidRPr="00CB0F0E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t>4.1.</w:t>
            </w:r>
          </w:p>
        </w:tc>
        <w:tc>
          <w:tcPr>
            <w:tcW w:w="2160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t>Развитие системы поощрения и поддержки граждан, участвующих в добровольческой деятельности</w:t>
            </w:r>
          </w:p>
        </w:tc>
        <w:tc>
          <w:tcPr>
            <w:tcW w:w="1909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t>Создана система поощрения и поддержки граждан, участвующих в добровольческой деятельности</w:t>
            </w:r>
          </w:p>
        </w:tc>
        <w:tc>
          <w:tcPr>
            <w:tcW w:w="575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t>Показатель 1</w:t>
            </w:r>
          </w:p>
        </w:tc>
      </w:tr>
      <w:tr w:rsidR="005B70E9" w:rsidRPr="00CB0F0E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lastRenderedPageBreak/>
              <w:t xml:space="preserve">       5</w:t>
            </w:r>
          </w:p>
        </w:tc>
        <w:tc>
          <w:tcPr>
            <w:tcW w:w="4643" w:type="pct"/>
            <w:gridSpan w:val="3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61CB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</w:t>
            </w:r>
            <w:r w:rsidRPr="004861CB">
              <w:rPr>
                <w:sz w:val="22"/>
                <w:szCs w:val="22"/>
              </w:rPr>
              <w:t xml:space="preserve">  </w:t>
            </w:r>
            <w:r w:rsidRPr="004861CB">
              <w:rPr>
                <w:b/>
                <w:sz w:val="22"/>
                <w:szCs w:val="22"/>
              </w:rPr>
              <w:t>«Развитие добровольческой деятельности отдельных категорий граждан»</w:t>
            </w:r>
          </w:p>
        </w:tc>
      </w:tr>
      <w:tr w:rsidR="005B70E9" w:rsidRPr="00CB0F0E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160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И.о. начальника управления</w:t>
            </w:r>
            <w:r w:rsidRPr="004861CB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по образованию и молодёжной политике Администрации муниципальн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4861CB">
              <w:rPr>
                <w:rFonts w:eastAsia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2484" w:type="pct"/>
            <w:gridSpan w:val="2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</w:tr>
      <w:tr w:rsidR="005B70E9" w:rsidRPr="00CB0F0E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861CB">
              <w:rPr>
                <w:sz w:val="22"/>
                <w:szCs w:val="22"/>
              </w:rPr>
              <w:t>5.1.</w:t>
            </w:r>
          </w:p>
        </w:tc>
        <w:tc>
          <w:tcPr>
            <w:tcW w:w="2160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4861CB">
              <w:t>П</w:t>
            </w:r>
            <w:r w:rsidRPr="004861CB">
              <w:rPr>
                <w:rFonts w:eastAsia="Calibri"/>
              </w:rPr>
              <w:t>оддержка деятельности существующих и создание условий для возникновения новых добровольческих (волонтерских) организаций</w:t>
            </w:r>
          </w:p>
        </w:tc>
        <w:tc>
          <w:tcPr>
            <w:tcW w:w="1909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t xml:space="preserve">Созданы условия для поддержки  </w:t>
            </w:r>
            <w:r w:rsidRPr="004861CB">
              <w:rPr>
                <w:rFonts w:eastAsia="Calibri"/>
              </w:rPr>
              <w:t>деятельности существующи</w:t>
            </w:r>
            <w:r w:rsidRPr="004861CB">
              <w:t xml:space="preserve">х и  </w:t>
            </w:r>
            <w:r w:rsidRPr="004861CB">
              <w:rPr>
                <w:rFonts w:eastAsia="Calibri"/>
              </w:rPr>
              <w:t>для возникновения новых добровольческих (волонтерских) организаций</w:t>
            </w:r>
          </w:p>
        </w:tc>
        <w:tc>
          <w:tcPr>
            <w:tcW w:w="575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t>Показатели: 1,2,3</w:t>
            </w:r>
          </w:p>
        </w:tc>
      </w:tr>
      <w:tr w:rsidR="005B70E9" w:rsidRPr="00CB0F0E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t>6.</w:t>
            </w:r>
          </w:p>
        </w:tc>
        <w:tc>
          <w:tcPr>
            <w:tcW w:w="4643" w:type="pct"/>
            <w:gridSpan w:val="3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861CB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</w:t>
            </w:r>
            <w:r w:rsidRPr="004861CB">
              <w:rPr>
                <w:sz w:val="22"/>
                <w:szCs w:val="22"/>
              </w:rPr>
              <w:t xml:space="preserve">  </w:t>
            </w:r>
            <w:r w:rsidRPr="004861CB">
              <w:rPr>
                <w:b/>
                <w:sz w:val="22"/>
                <w:szCs w:val="22"/>
              </w:rPr>
              <w:t>«Содействие реализации отдельных направлений добровольческой деятельности»</w:t>
            </w:r>
          </w:p>
        </w:tc>
      </w:tr>
      <w:tr w:rsidR="005B70E9" w:rsidRPr="00CB0F0E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И.о. начальника управления</w:t>
            </w:r>
            <w:r w:rsidRPr="004861CB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по образованию и молодёжной политике Администрации муниципальн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4861CB">
              <w:rPr>
                <w:rFonts w:eastAsia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2484" w:type="pct"/>
            <w:gridSpan w:val="2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B70E9" w:rsidRPr="00CB0F0E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861CB">
              <w:rPr>
                <w:sz w:val="22"/>
                <w:szCs w:val="22"/>
              </w:rPr>
              <w:t>6.1.</w:t>
            </w:r>
          </w:p>
        </w:tc>
        <w:tc>
          <w:tcPr>
            <w:tcW w:w="2160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/>
                <w:i/>
                <w:sz w:val="24"/>
                <w:szCs w:val="24"/>
              </w:rPr>
            </w:pPr>
            <w:r w:rsidRPr="004861CB">
              <w:t xml:space="preserve">Поддержка отдельных направлений </w:t>
            </w:r>
            <w:r w:rsidRPr="004861CB">
              <w:rPr>
                <w:rFonts w:eastAsia="Calibri"/>
              </w:rPr>
              <w:t>добровольческ</w:t>
            </w:r>
            <w:r w:rsidRPr="004861CB">
              <w:t>ой деятельности</w:t>
            </w:r>
          </w:p>
        </w:tc>
        <w:tc>
          <w:tcPr>
            <w:tcW w:w="1909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t>Созданы условия для реализации отдельных направлений добровольческой деятельности</w:t>
            </w:r>
          </w:p>
        </w:tc>
        <w:tc>
          <w:tcPr>
            <w:tcW w:w="575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t>Показатели: 1,2,3,4</w:t>
            </w:r>
          </w:p>
        </w:tc>
      </w:tr>
      <w:tr w:rsidR="005B70E9" w:rsidRPr="00CB0F0E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t xml:space="preserve">      7.</w:t>
            </w:r>
          </w:p>
        </w:tc>
        <w:tc>
          <w:tcPr>
            <w:tcW w:w="4643" w:type="pct"/>
            <w:gridSpan w:val="3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4861CB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</w:t>
            </w:r>
            <w:r w:rsidRPr="004861CB">
              <w:rPr>
                <w:b/>
                <w:sz w:val="22"/>
                <w:szCs w:val="22"/>
              </w:rPr>
              <w:t xml:space="preserve">  «Проведение значимых событий на территории муниципального образования «</w:t>
            </w:r>
            <w:proofErr w:type="spellStart"/>
            <w:r w:rsidRPr="004861CB">
              <w:rPr>
                <w:b/>
                <w:sz w:val="22"/>
                <w:szCs w:val="22"/>
              </w:rPr>
              <w:t>Ярцевский</w:t>
            </w:r>
            <w:proofErr w:type="spellEnd"/>
            <w:r>
              <w:rPr>
                <w:b/>
                <w:sz w:val="22"/>
                <w:szCs w:val="22"/>
              </w:rPr>
              <w:t xml:space="preserve"> муниципальный округ</w:t>
            </w:r>
            <w:r w:rsidRPr="004861CB">
              <w:rPr>
                <w:b/>
                <w:sz w:val="22"/>
                <w:szCs w:val="22"/>
              </w:rPr>
              <w:t>» Смоленской области»</w:t>
            </w:r>
          </w:p>
        </w:tc>
      </w:tr>
      <w:tr w:rsidR="005B70E9" w:rsidRPr="00CB0F0E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И.о. начальника управления</w:t>
            </w:r>
            <w:r w:rsidRPr="004861CB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по образованию и молодёжной политике Администрации муниципальн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4861CB">
              <w:rPr>
                <w:rFonts w:eastAsia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2484" w:type="pct"/>
            <w:gridSpan w:val="2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</w:tr>
      <w:tr w:rsidR="005B70E9" w:rsidRPr="00CB0F0E" w:rsidTr="001454A0">
        <w:trPr>
          <w:trHeight w:val="247"/>
        </w:trPr>
        <w:tc>
          <w:tcPr>
            <w:tcW w:w="357" w:type="pct"/>
            <w:vAlign w:val="center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861CB">
              <w:rPr>
                <w:sz w:val="22"/>
                <w:szCs w:val="22"/>
              </w:rPr>
              <w:t>7.1.</w:t>
            </w:r>
          </w:p>
        </w:tc>
        <w:tc>
          <w:tcPr>
            <w:tcW w:w="2160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4861CB">
              <w:t>С</w:t>
            </w:r>
            <w:r w:rsidRPr="004861CB">
              <w:rPr>
                <w:rFonts w:eastAsia="Calibri"/>
              </w:rPr>
              <w:t xml:space="preserve">оздание условий, обеспечивающих </w:t>
            </w:r>
            <w:proofErr w:type="spellStart"/>
            <w:r w:rsidRPr="004861CB">
              <w:rPr>
                <w:rFonts w:eastAsia="Calibri"/>
              </w:rPr>
              <w:t>востребованность</w:t>
            </w:r>
            <w:proofErr w:type="spellEnd"/>
            <w:r w:rsidRPr="004861CB">
              <w:rPr>
                <w:rFonts w:eastAsia="Calibri"/>
              </w:rPr>
              <w:t xml:space="preserve"> участия добровольческих (волонтерских) организаций и добровольцев (волонтеров) в решении социальных задач, а также повышение признания добровольчества (</w:t>
            </w:r>
            <w:proofErr w:type="spellStart"/>
            <w:r w:rsidRPr="004861CB">
              <w:rPr>
                <w:rFonts w:eastAsia="Calibri"/>
              </w:rPr>
              <w:t>волонтерства</w:t>
            </w:r>
            <w:proofErr w:type="spellEnd"/>
            <w:r w:rsidRPr="004861CB">
              <w:rPr>
                <w:rFonts w:eastAsia="Calibri"/>
              </w:rPr>
              <w:t>) в обществе</w:t>
            </w:r>
          </w:p>
        </w:tc>
        <w:tc>
          <w:tcPr>
            <w:tcW w:w="1909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4861CB">
              <w:t>Созданы условия, обеспечивающие</w:t>
            </w:r>
            <w:r w:rsidRPr="004861CB">
              <w:rPr>
                <w:rFonts w:eastAsia="Calibri"/>
              </w:rPr>
              <w:t xml:space="preserve"> </w:t>
            </w:r>
            <w:proofErr w:type="spellStart"/>
            <w:r w:rsidRPr="004861CB">
              <w:rPr>
                <w:rFonts w:eastAsia="Calibri"/>
              </w:rPr>
              <w:t>востребованность</w:t>
            </w:r>
            <w:proofErr w:type="spellEnd"/>
            <w:r w:rsidRPr="004861CB">
              <w:rPr>
                <w:rFonts w:eastAsia="Calibri"/>
              </w:rPr>
              <w:t xml:space="preserve"> участия добровольческих (волонтерских) организаций и добровольцев (волонтеров) в решении социальных задач</w:t>
            </w:r>
          </w:p>
        </w:tc>
        <w:tc>
          <w:tcPr>
            <w:tcW w:w="575" w:type="pct"/>
          </w:tcPr>
          <w:p w:rsidR="005B70E9" w:rsidRPr="004861CB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4861CB">
              <w:rPr>
                <w:sz w:val="22"/>
                <w:szCs w:val="22"/>
              </w:rPr>
              <w:t>Показатели: 1,2</w:t>
            </w:r>
          </w:p>
        </w:tc>
      </w:tr>
    </w:tbl>
    <w:p w:rsidR="005B70E9" w:rsidRDefault="005B70E9" w:rsidP="005B70E9">
      <w:pPr>
        <w:jc w:val="center"/>
        <w:rPr>
          <w:b/>
          <w:sz w:val="28"/>
          <w:szCs w:val="28"/>
        </w:rPr>
      </w:pPr>
    </w:p>
    <w:p w:rsidR="005B70E9" w:rsidRDefault="005B70E9" w:rsidP="005B70E9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 xml:space="preserve">4.  Финансовое обеспечение </w:t>
      </w:r>
      <w:r>
        <w:rPr>
          <w:b/>
          <w:sz w:val="28"/>
          <w:szCs w:val="28"/>
        </w:rPr>
        <w:t>муниципаль</w:t>
      </w:r>
      <w:r w:rsidRPr="00CB0F0E">
        <w:rPr>
          <w:b/>
          <w:sz w:val="28"/>
          <w:szCs w:val="28"/>
        </w:rPr>
        <w:t>ной программы</w:t>
      </w:r>
    </w:p>
    <w:p w:rsidR="005B70E9" w:rsidRPr="00CB0F0E" w:rsidRDefault="005B70E9" w:rsidP="005B70E9">
      <w:pPr>
        <w:jc w:val="center"/>
        <w:rPr>
          <w:sz w:val="28"/>
          <w:szCs w:val="28"/>
        </w:rPr>
      </w:pPr>
      <w:r w:rsidRPr="00CB0F0E">
        <w:rPr>
          <w:b/>
          <w:sz w:val="28"/>
          <w:szCs w:val="28"/>
        </w:rPr>
        <w:t xml:space="preserve"> </w:t>
      </w:r>
    </w:p>
    <w:tbl>
      <w:tblPr>
        <w:tblStyle w:val="11"/>
        <w:tblW w:w="4845" w:type="pct"/>
        <w:jc w:val="center"/>
        <w:tblLook w:val="04A0"/>
      </w:tblPr>
      <w:tblGrid>
        <w:gridCol w:w="5762"/>
        <w:gridCol w:w="1805"/>
        <w:gridCol w:w="1625"/>
        <w:gridCol w:w="1668"/>
        <w:gridCol w:w="1628"/>
        <w:gridCol w:w="1840"/>
      </w:tblGrid>
      <w:tr w:rsidR="005B70E9" w:rsidRPr="001F6EFA" w:rsidTr="001454A0">
        <w:trPr>
          <w:tblHeader/>
          <w:jc w:val="center"/>
        </w:trPr>
        <w:tc>
          <w:tcPr>
            <w:tcW w:w="20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337913" w:rsidRDefault="005B70E9" w:rsidP="001454A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37913">
              <w:rPr>
                <w:b/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E9" w:rsidRDefault="005B70E9" w:rsidP="001454A0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5B70E9" w:rsidRDefault="005B70E9" w:rsidP="001454A0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5B70E9" w:rsidRPr="001F6EFA" w:rsidRDefault="005B70E9" w:rsidP="001454A0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3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1F6EFA" w:rsidRDefault="005B70E9" w:rsidP="001454A0">
            <w:pPr>
              <w:jc w:val="center"/>
              <w:rPr>
                <w:spacing w:val="-2"/>
                <w:sz w:val="24"/>
                <w:szCs w:val="24"/>
              </w:rPr>
            </w:pPr>
            <w:r w:rsidRPr="001F6EFA">
              <w:rPr>
                <w:rFonts w:eastAsia="Times New Roman"/>
                <w:spacing w:val="-2"/>
                <w:sz w:val="24"/>
                <w:szCs w:val="24"/>
              </w:rPr>
              <w:t>Объем финансового обесп</w:t>
            </w:r>
            <w:r>
              <w:rPr>
                <w:rFonts w:eastAsia="Times New Roman"/>
                <w:spacing w:val="-2"/>
                <w:sz w:val="24"/>
                <w:szCs w:val="24"/>
              </w:rPr>
              <w:t>ечения по годам реализации,</w:t>
            </w:r>
            <w:r w:rsidRPr="001F6EFA">
              <w:rPr>
                <w:rFonts w:eastAsia="Times New Roman"/>
                <w:spacing w:val="-2"/>
                <w:sz w:val="24"/>
                <w:szCs w:val="24"/>
              </w:rPr>
              <w:t xml:space="preserve"> рублей</w:t>
            </w:r>
          </w:p>
        </w:tc>
      </w:tr>
      <w:tr w:rsidR="005B70E9" w:rsidRPr="00CB0F0E" w:rsidTr="001454A0">
        <w:trPr>
          <w:trHeight w:val="448"/>
          <w:tblHeader/>
          <w:jc w:val="center"/>
        </w:trPr>
        <w:tc>
          <w:tcPr>
            <w:tcW w:w="20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E9" w:rsidRDefault="005B70E9" w:rsidP="001454A0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8C6C21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2"/>
                <w:szCs w:val="22"/>
                <w:lang w:val="en-US"/>
              </w:rPr>
            </w:pPr>
            <w:r w:rsidRPr="008C6C21">
              <w:rPr>
                <w:color w:val="22272F"/>
                <w:sz w:val="22"/>
                <w:szCs w:val="22"/>
                <w:shd w:val="clear" w:color="auto" w:fill="FFFFFF"/>
              </w:rPr>
              <w:t>202</w:t>
            </w:r>
            <w:r>
              <w:rPr>
                <w:color w:val="22272F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8C6C21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2"/>
                <w:szCs w:val="22"/>
              </w:rPr>
            </w:pPr>
            <w:r w:rsidRPr="008C6C21">
              <w:rPr>
                <w:color w:val="22272F"/>
                <w:sz w:val="22"/>
                <w:szCs w:val="22"/>
                <w:shd w:val="clear" w:color="auto" w:fill="FFFFFF"/>
              </w:rPr>
              <w:t>202</w:t>
            </w:r>
            <w:r>
              <w:rPr>
                <w:color w:val="22272F"/>
                <w:sz w:val="22"/>
                <w:szCs w:val="22"/>
                <w:shd w:val="clear" w:color="auto" w:fill="FFFFFF"/>
              </w:rPr>
              <w:t>6</w:t>
            </w:r>
          </w:p>
        </w:tc>
        <w:tc>
          <w:tcPr>
            <w:tcW w:w="568" w:type="pct"/>
            <w:tcBorders>
              <w:left w:val="single" w:sz="4" w:space="0" w:color="auto"/>
            </w:tcBorders>
            <w:vAlign w:val="center"/>
          </w:tcPr>
          <w:p w:rsidR="005B70E9" w:rsidRPr="008C6C21" w:rsidRDefault="005B70E9" w:rsidP="001454A0">
            <w:pPr>
              <w:ind w:firstLine="0"/>
              <w:jc w:val="center"/>
              <w:rPr>
                <w:sz w:val="22"/>
                <w:szCs w:val="22"/>
              </w:rPr>
            </w:pPr>
            <w:r w:rsidRPr="008C6C21">
              <w:rPr>
                <w:color w:val="22272F"/>
                <w:sz w:val="22"/>
                <w:szCs w:val="22"/>
                <w:shd w:val="clear" w:color="auto" w:fill="FFFFFF"/>
              </w:rPr>
              <w:t>202</w:t>
            </w:r>
            <w:r>
              <w:rPr>
                <w:color w:val="22272F"/>
                <w:sz w:val="22"/>
                <w:szCs w:val="22"/>
                <w:shd w:val="clear" w:color="auto" w:fill="FFFFFF"/>
              </w:rPr>
              <w:t>7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5B70E9" w:rsidRPr="008C6C21" w:rsidRDefault="005B70E9" w:rsidP="001454A0">
            <w:pPr>
              <w:ind w:firstLine="0"/>
              <w:jc w:val="center"/>
              <w:rPr>
                <w:sz w:val="22"/>
                <w:szCs w:val="22"/>
              </w:rPr>
            </w:pPr>
            <w:r w:rsidRPr="008C6C21">
              <w:rPr>
                <w:color w:val="22272F"/>
                <w:sz w:val="22"/>
                <w:szCs w:val="22"/>
                <w:shd w:val="clear" w:color="auto" w:fill="FFFFFF"/>
              </w:rPr>
              <w:t>202</w:t>
            </w:r>
            <w:r>
              <w:rPr>
                <w:color w:val="22272F"/>
                <w:sz w:val="22"/>
                <w:szCs w:val="22"/>
                <w:shd w:val="clear" w:color="auto" w:fill="FFFFFF"/>
              </w:rPr>
              <w:t>8</w:t>
            </w:r>
          </w:p>
        </w:tc>
      </w:tr>
      <w:tr w:rsidR="005B70E9" w:rsidRPr="00CB0F0E" w:rsidTr="001454A0">
        <w:trPr>
          <w:trHeight w:val="282"/>
          <w:tblHeader/>
          <w:jc w:val="center"/>
        </w:trPr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1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E9" w:rsidRDefault="005B70E9" w:rsidP="001454A0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568" w:type="pct"/>
            <w:tcBorders>
              <w:lef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70E9" w:rsidRPr="00CB0F0E" w:rsidTr="001454A0">
        <w:trPr>
          <w:trHeight w:val="433"/>
          <w:jc w:val="center"/>
        </w:trPr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CB0F0E" w:rsidRDefault="005B70E9" w:rsidP="001454A0">
            <w:pPr>
              <w:spacing w:line="23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Муниципальная программа </w:t>
            </w:r>
            <w:r w:rsidRPr="00CB0F0E">
              <w:rPr>
                <w:i/>
                <w:sz w:val="24"/>
                <w:szCs w:val="24"/>
              </w:rPr>
              <w:t xml:space="preserve"> (всего)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, </w:t>
            </w:r>
            <w:r w:rsidRPr="00CB0F0E">
              <w:rPr>
                <w:rFonts w:eastAsia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8" w:type="pct"/>
            <w:tcBorders>
              <w:lef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70E9" w:rsidRPr="00CB0F0E" w:rsidTr="001454A0">
        <w:trPr>
          <w:jc w:val="center"/>
        </w:trPr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E9" w:rsidRPr="006E373D" w:rsidRDefault="005B70E9" w:rsidP="001454A0">
            <w:pPr>
              <w:spacing w:line="230" w:lineRule="auto"/>
              <w:ind w:firstLine="0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6E373D">
              <w:rPr>
                <w:rFonts w:eastAsia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8" w:type="pct"/>
            <w:tcBorders>
              <w:lef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70E9" w:rsidRPr="00CB0F0E" w:rsidTr="001454A0">
        <w:trPr>
          <w:jc w:val="center"/>
        </w:trPr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E9" w:rsidRPr="006E373D" w:rsidRDefault="005B70E9" w:rsidP="001454A0">
            <w:pPr>
              <w:spacing w:line="230" w:lineRule="auto"/>
              <w:ind w:firstLine="0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6E373D">
              <w:rPr>
                <w:rFonts w:eastAsia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8" w:type="pct"/>
            <w:tcBorders>
              <w:lef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70E9" w:rsidRPr="00CB0F0E" w:rsidTr="001454A0">
        <w:trPr>
          <w:jc w:val="center"/>
        </w:trPr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E9" w:rsidRPr="006E373D" w:rsidRDefault="005B70E9" w:rsidP="001454A0">
            <w:pPr>
              <w:spacing w:line="230" w:lineRule="auto"/>
              <w:ind w:firstLine="0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бюджет МО «</w:t>
            </w:r>
            <w:proofErr w:type="spellStart"/>
            <w:r>
              <w:rPr>
                <w:rFonts w:eastAsia="Times New Roman"/>
                <w:spacing w:val="-2"/>
                <w:sz w:val="24"/>
                <w:szCs w:val="24"/>
              </w:rPr>
              <w:t>Ярцевский</w:t>
            </w:r>
            <w:proofErr w:type="spell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муниципальный округ</w:t>
            </w:r>
            <w:r w:rsidRPr="006E373D">
              <w:rPr>
                <w:rFonts w:eastAsia="Times New Roman"/>
                <w:spacing w:val="-2"/>
                <w:sz w:val="24"/>
                <w:szCs w:val="24"/>
              </w:rPr>
              <w:t>»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8" w:type="pct"/>
            <w:tcBorders>
              <w:lef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pct"/>
            <w:tcBorders>
              <w:left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70E9" w:rsidRPr="00CB0F0E" w:rsidTr="001454A0">
        <w:trPr>
          <w:jc w:val="center"/>
        </w:trPr>
        <w:tc>
          <w:tcPr>
            <w:tcW w:w="2011" w:type="pct"/>
            <w:tcBorders>
              <w:top w:val="single" w:sz="4" w:space="0" w:color="auto"/>
            </w:tcBorders>
          </w:tcPr>
          <w:p w:rsidR="005B70E9" w:rsidRPr="006E373D" w:rsidRDefault="005B70E9" w:rsidP="001454A0">
            <w:pPr>
              <w:spacing w:line="230" w:lineRule="auto"/>
              <w:ind w:firstLine="0"/>
              <w:jc w:val="both"/>
              <w:rPr>
                <w:spacing w:val="-2"/>
                <w:sz w:val="24"/>
                <w:szCs w:val="24"/>
              </w:rPr>
            </w:pPr>
            <w:r w:rsidRPr="006E373D">
              <w:rPr>
                <w:rFonts w:eastAsia="Times New Roman"/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82" w:type="pct"/>
            <w:tcBorders>
              <w:top w:val="single" w:sz="4" w:space="0" w:color="auto"/>
            </w:tcBorders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8" w:type="pct"/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pct"/>
            <w:vAlign w:val="center"/>
          </w:tcPr>
          <w:p w:rsidR="005B70E9" w:rsidRPr="00CB0F0E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5B70E9" w:rsidRDefault="005B70E9" w:rsidP="005B70E9">
      <w:pPr>
        <w:widowControl w:val="0"/>
        <w:autoSpaceDE w:val="0"/>
        <w:autoSpaceDN w:val="0"/>
        <w:adjustRightInd w:val="0"/>
        <w:jc w:val="right"/>
      </w:pPr>
    </w:p>
    <w:p w:rsidR="005B70E9" w:rsidRDefault="005B70E9">
      <w:pPr>
        <w:spacing w:line="240" w:lineRule="auto"/>
      </w:pPr>
      <w:r>
        <w:br w:type="page"/>
      </w:r>
    </w:p>
    <w:p w:rsidR="005B70E9" w:rsidRPr="009E4329" w:rsidRDefault="005B70E9" w:rsidP="005B70E9">
      <w:pPr>
        <w:widowControl w:val="0"/>
        <w:autoSpaceDE w:val="0"/>
        <w:autoSpaceDN w:val="0"/>
        <w:adjustRightInd w:val="0"/>
        <w:jc w:val="right"/>
      </w:pPr>
      <w:r w:rsidRPr="009E4329">
        <w:lastRenderedPageBreak/>
        <w:t xml:space="preserve">Приложение № 1 к Паспорту </w:t>
      </w:r>
      <w:proofErr w:type="gramStart"/>
      <w:r w:rsidRPr="009E4329">
        <w:t>муниципальной</w:t>
      </w:r>
      <w:proofErr w:type="gramEnd"/>
      <w:r w:rsidRPr="009E4329">
        <w:t xml:space="preserve"> </w:t>
      </w:r>
    </w:p>
    <w:p w:rsidR="005B70E9" w:rsidRPr="009E4329" w:rsidRDefault="005B70E9" w:rsidP="005B70E9">
      <w:pPr>
        <w:widowControl w:val="0"/>
        <w:autoSpaceDE w:val="0"/>
        <w:autoSpaceDN w:val="0"/>
        <w:adjustRightInd w:val="0"/>
        <w:jc w:val="right"/>
      </w:pPr>
      <w:r w:rsidRPr="009E4329">
        <w:t>программы «Развитие добровольчества (</w:t>
      </w:r>
      <w:proofErr w:type="spellStart"/>
      <w:r w:rsidRPr="009E4329">
        <w:t>волонтерства</w:t>
      </w:r>
      <w:proofErr w:type="spellEnd"/>
      <w:r w:rsidRPr="009E4329">
        <w:t xml:space="preserve">)  </w:t>
      </w:r>
    </w:p>
    <w:p w:rsidR="005B70E9" w:rsidRPr="009E4329" w:rsidRDefault="005B70E9" w:rsidP="005B70E9">
      <w:pPr>
        <w:widowControl w:val="0"/>
        <w:autoSpaceDE w:val="0"/>
        <w:autoSpaceDN w:val="0"/>
        <w:adjustRightInd w:val="0"/>
        <w:jc w:val="right"/>
      </w:pPr>
      <w:r w:rsidRPr="009E4329">
        <w:t xml:space="preserve">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</w:t>
      </w:r>
      <w:r w:rsidRPr="009E4329">
        <w:t xml:space="preserve"> </w:t>
      </w:r>
      <w:r>
        <w:t xml:space="preserve"> </w:t>
      </w:r>
      <w:r w:rsidRPr="009E4329">
        <w:t xml:space="preserve">Смоленской области» </w:t>
      </w:r>
    </w:p>
    <w:p w:rsidR="005B70E9" w:rsidRPr="00185689" w:rsidRDefault="005B70E9" w:rsidP="005B70E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85689">
        <w:rPr>
          <w:sz w:val="28"/>
          <w:szCs w:val="28"/>
        </w:rPr>
        <w:t xml:space="preserve"> </w:t>
      </w:r>
    </w:p>
    <w:p w:rsidR="005B70E9" w:rsidRPr="009A24B5" w:rsidRDefault="005B70E9" w:rsidP="005B70E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5. </w:t>
      </w:r>
      <w:r w:rsidRPr="009A24B5">
        <w:rPr>
          <w:rFonts w:eastAsia="Calibri"/>
          <w:b/>
          <w:sz w:val="28"/>
          <w:szCs w:val="28"/>
          <w:lang w:eastAsia="en-US"/>
        </w:rPr>
        <w:t xml:space="preserve">Сведения о показателях </w:t>
      </w:r>
      <w:r>
        <w:rPr>
          <w:rFonts w:eastAsia="Calibri"/>
          <w:b/>
          <w:sz w:val="28"/>
          <w:szCs w:val="28"/>
          <w:lang w:eastAsia="en-US"/>
        </w:rPr>
        <w:t>муниципаль</w:t>
      </w:r>
      <w:r w:rsidRPr="009A24B5">
        <w:rPr>
          <w:rFonts w:eastAsia="Calibri"/>
          <w:b/>
          <w:sz w:val="28"/>
          <w:szCs w:val="28"/>
          <w:lang w:eastAsia="en-US"/>
        </w:rPr>
        <w:t>ной программы</w:t>
      </w:r>
    </w:p>
    <w:p w:rsidR="005B70E9" w:rsidRPr="008C465C" w:rsidRDefault="005B70E9" w:rsidP="005B70E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49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21"/>
        <w:gridCol w:w="7116"/>
        <w:gridCol w:w="6591"/>
      </w:tblGrid>
      <w:tr w:rsidR="005B70E9" w:rsidRPr="008C465C" w:rsidTr="001454A0">
        <w:trPr>
          <w:cantSplit/>
          <w:trHeight w:val="419"/>
          <w:jc w:val="center"/>
        </w:trPr>
        <w:tc>
          <w:tcPr>
            <w:tcW w:w="250" w:type="pct"/>
            <w:hideMark/>
          </w:tcPr>
          <w:p w:rsidR="005B70E9" w:rsidRPr="008C465C" w:rsidRDefault="005B70E9" w:rsidP="001454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8C465C"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8C465C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8C465C">
              <w:rPr>
                <w:rFonts w:eastAsia="Calibri"/>
                <w:sz w:val="24"/>
                <w:szCs w:val="24"/>
                <w:lang w:eastAsia="en-US"/>
              </w:rPr>
              <w:t>/</w:t>
            </w:r>
            <w:proofErr w:type="spellStart"/>
            <w:r w:rsidRPr="008C465C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466" w:type="pct"/>
            <w:hideMark/>
          </w:tcPr>
          <w:p w:rsidR="005B70E9" w:rsidRPr="008C465C" w:rsidRDefault="005B70E9" w:rsidP="001454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Наименование  показателя</w:t>
            </w:r>
          </w:p>
        </w:tc>
        <w:tc>
          <w:tcPr>
            <w:tcW w:w="2284" w:type="pct"/>
            <w:hideMark/>
          </w:tcPr>
          <w:p w:rsidR="005B70E9" w:rsidRPr="008C465C" w:rsidRDefault="005B70E9" w:rsidP="001454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Методика расчета показателя или источник получения информации о значении показателя (н</w:t>
            </w:r>
            <w:r w:rsidRPr="008C465C">
              <w:rPr>
                <w:rFonts w:eastAsia="Calibri"/>
                <w:sz w:val="24"/>
                <w:szCs w:val="24"/>
                <w:lang w:eastAsia="en-US"/>
              </w:rPr>
              <w:t>аименование формы статистического наблюдения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реквизиты документа об утверждении методики и т.д.)</w:t>
            </w:r>
          </w:p>
        </w:tc>
      </w:tr>
      <w:tr w:rsidR="005B70E9" w:rsidRPr="008C465C" w:rsidTr="001454A0">
        <w:trPr>
          <w:cantSplit/>
          <w:trHeight w:val="279"/>
          <w:jc w:val="center"/>
        </w:trPr>
        <w:tc>
          <w:tcPr>
            <w:tcW w:w="250" w:type="pct"/>
            <w:hideMark/>
          </w:tcPr>
          <w:p w:rsidR="005B70E9" w:rsidRPr="008C465C" w:rsidRDefault="005B70E9" w:rsidP="001454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66" w:type="pct"/>
            <w:hideMark/>
          </w:tcPr>
          <w:p w:rsidR="005B70E9" w:rsidRPr="008C465C" w:rsidRDefault="005B70E9" w:rsidP="001454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84" w:type="pct"/>
            <w:hideMark/>
          </w:tcPr>
          <w:p w:rsidR="005B70E9" w:rsidRPr="008C465C" w:rsidRDefault="005B70E9" w:rsidP="001454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5B70E9" w:rsidRPr="008C465C" w:rsidTr="001454A0">
        <w:trPr>
          <w:cantSplit/>
          <w:trHeight w:val="279"/>
          <w:jc w:val="center"/>
        </w:trPr>
        <w:tc>
          <w:tcPr>
            <w:tcW w:w="250" w:type="pct"/>
            <w:vAlign w:val="center"/>
            <w:hideMark/>
          </w:tcPr>
          <w:p w:rsidR="005B70E9" w:rsidRPr="003B1EC0" w:rsidRDefault="005B70E9" w:rsidP="001454A0">
            <w:pPr>
              <w:widowControl w:val="0"/>
              <w:autoSpaceDE w:val="0"/>
              <w:autoSpaceDN w:val="0"/>
              <w:adjustRightInd w:val="0"/>
              <w:ind w:left="-902" w:right="-55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</w:t>
            </w:r>
          </w:p>
        </w:tc>
        <w:tc>
          <w:tcPr>
            <w:tcW w:w="2466" w:type="pct"/>
            <w:vAlign w:val="center"/>
            <w:hideMark/>
          </w:tcPr>
          <w:p w:rsidR="005B70E9" w:rsidRPr="003B1EC0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B1EC0">
              <w:rPr>
                <w:sz w:val="22"/>
                <w:szCs w:val="22"/>
              </w:rPr>
              <w:t>Доля молодых граждан, вовлеченных в добровольческую деятельность</w:t>
            </w:r>
            <w:proofErr w:type="gramStart"/>
            <w:r w:rsidRPr="003B1EC0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2284" w:type="pct"/>
            <w:hideMark/>
          </w:tcPr>
          <w:p w:rsidR="005B70E9" w:rsidRPr="003B1EC0" w:rsidRDefault="005B70E9" w:rsidP="001454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B1EC0">
              <w:rPr>
                <w:rFonts w:eastAsia="Calibri"/>
                <w:sz w:val="22"/>
                <w:szCs w:val="22"/>
                <w:lang w:eastAsia="en-US"/>
              </w:rPr>
              <w:t>Отношение числа молодых граждан, вовлеченных в добровольческую деятельность к общему числу молодых граждан муни</w:t>
            </w:r>
            <w:r>
              <w:rPr>
                <w:rFonts w:eastAsia="Calibri"/>
                <w:sz w:val="22"/>
                <w:szCs w:val="22"/>
                <w:lang w:eastAsia="en-US"/>
              </w:rPr>
              <w:t>ципального образования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</w:t>
            </w:r>
            <w:r w:rsidRPr="003B1EC0">
              <w:rPr>
                <w:rFonts w:eastAsia="Calibri"/>
                <w:sz w:val="22"/>
                <w:szCs w:val="22"/>
                <w:lang w:eastAsia="en-US"/>
              </w:rPr>
              <w:t>» Смоленской области</w:t>
            </w:r>
          </w:p>
        </w:tc>
      </w:tr>
      <w:tr w:rsidR="005B70E9" w:rsidRPr="008C465C" w:rsidTr="001454A0">
        <w:trPr>
          <w:cantSplit/>
          <w:trHeight w:val="279"/>
          <w:jc w:val="center"/>
        </w:trPr>
        <w:tc>
          <w:tcPr>
            <w:tcW w:w="250" w:type="pct"/>
            <w:vAlign w:val="center"/>
            <w:hideMark/>
          </w:tcPr>
          <w:p w:rsidR="005B70E9" w:rsidRPr="003B1EC0" w:rsidRDefault="005B70E9" w:rsidP="001454A0">
            <w:pPr>
              <w:widowControl w:val="0"/>
              <w:autoSpaceDE w:val="0"/>
              <w:autoSpaceDN w:val="0"/>
              <w:adjustRightInd w:val="0"/>
              <w:ind w:right="-69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2</w:t>
            </w:r>
          </w:p>
        </w:tc>
        <w:tc>
          <w:tcPr>
            <w:tcW w:w="2466" w:type="pct"/>
            <w:vAlign w:val="center"/>
            <w:hideMark/>
          </w:tcPr>
          <w:p w:rsidR="005B70E9" w:rsidRPr="003B1EC0" w:rsidRDefault="005B70E9" w:rsidP="001454A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3B1EC0">
              <w:rPr>
                <w:sz w:val="22"/>
                <w:szCs w:val="22"/>
              </w:rPr>
              <w:t xml:space="preserve">Увеличение количества добровольцев </w:t>
            </w:r>
            <w:proofErr w:type="spellStart"/>
            <w:r w:rsidRPr="003B1EC0">
              <w:rPr>
                <w:sz w:val="22"/>
                <w:szCs w:val="22"/>
              </w:rPr>
              <w:t>Ярцевского</w:t>
            </w:r>
            <w:proofErr w:type="spellEnd"/>
            <w:r w:rsidRPr="003B1E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муниципального округа</w:t>
            </w:r>
            <w:r w:rsidRPr="003B1EC0">
              <w:rPr>
                <w:sz w:val="22"/>
                <w:szCs w:val="22"/>
              </w:rPr>
              <w:t xml:space="preserve"> Смоленской области, зарегистрированных в единой информационной системе "Добровольцы России" (чел.)</w:t>
            </w:r>
          </w:p>
        </w:tc>
        <w:tc>
          <w:tcPr>
            <w:tcW w:w="2284" w:type="pct"/>
            <w:hideMark/>
          </w:tcPr>
          <w:p w:rsidR="005B70E9" w:rsidRPr="003B1EC0" w:rsidRDefault="005B70E9" w:rsidP="001454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B1EC0">
              <w:rPr>
                <w:sz w:val="22"/>
                <w:szCs w:val="22"/>
              </w:rPr>
              <w:t xml:space="preserve">Число добровольцев </w:t>
            </w:r>
            <w:proofErr w:type="spellStart"/>
            <w:r w:rsidRPr="003B1EC0">
              <w:rPr>
                <w:sz w:val="22"/>
                <w:szCs w:val="22"/>
              </w:rPr>
              <w:t>Ярцевского</w:t>
            </w:r>
            <w:proofErr w:type="spellEnd"/>
            <w:r w:rsidRPr="003B1E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муниципального округа</w:t>
            </w:r>
            <w:r w:rsidRPr="003B1EC0">
              <w:rPr>
                <w:sz w:val="22"/>
                <w:szCs w:val="22"/>
              </w:rPr>
              <w:t xml:space="preserve"> Смоленской области, зарегистрированных в единой информационной системе "Добровольцы России" </w:t>
            </w:r>
          </w:p>
        </w:tc>
      </w:tr>
      <w:tr w:rsidR="005B70E9" w:rsidRPr="008C465C" w:rsidTr="001454A0">
        <w:trPr>
          <w:cantSplit/>
          <w:trHeight w:val="279"/>
          <w:jc w:val="center"/>
        </w:trPr>
        <w:tc>
          <w:tcPr>
            <w:tcW w:w="250" w:type="pct"/>
            <w:vAlign w:val="center"/>
            <w:hideMark/>
          </w:tcPr>
          <w:p w:rsidR="005B70E9" w:rsidRPr="003B1EC0" w:rsidRDefault="005B70E9" w:rsidP="001454A0">
            <w:pPr>
              <w:widowControl w:val="0"/>
              <w:autoSpaceDE w:val="0"/>
              <w:autoSpaceDN w:val="0"/>
              <w:adjustRightInd w:val="0"/>
              <w:ind w:left="-542" w:right="-553"/>
              <w:jc w:val="center"/>
              <w:rPr>
                <w:sz w:val="22"/>
                <w:szCs w:val="22"/>
              </w:rPr>
            </w:pPr>
            <w:r w:rsidRPr="003B1EC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466" w:type="pct"/>
            <w:vAlign w:val="center"/>
            <w:hideMark/>
          </w:tcPr>
          <w:p w:rsidR="005B70E9" w:rsidRPr="003B1EC0" w:rsidRDefault="005B70E9" w:rsidP="001454A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3B1EC0">
              <w:rPr>
                <w:sz w:val="22"/>
                <w:szCs w:val="22"/>
              </w:rPr>
              <w:t>Увеличение количества координаторов волонтерского движения, прошедших обучение</w:t>
            </w:r>
          </w:p>
        </w:tc>
        <w:tc>
          <w:tcPr>
            <w:tcW w:w="2284" w:type="pct"/>
            <w:hideMark/>
          </w:tcPr>
          <w:p w:rsidR="005B70E9" w:rsidRPr="003B1EC0" w:rsidRDefault="005B70E9" w:rsidP="001454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B1EC0">
              <w:rPr>
                <w:sz w:val="22"/>
                <w:szCs w:val="22"/>
              </w:rPr>
              <w:t>Число координаторов волонтерского движения, прошедших обучение</w:t>
            </w:r>
          </w:p>
        </w:tc>
      </w:tr>
      <w:tr w:rsidR="005B70E9" w:rsidRPr="008C465C" w:rsidTr="001454A0">
        <w:trPr>
          <w:cantSplit/>
          <w:trHeight w:val="279"/>
          <w:jc w:val="center"/>
        </w:trPr>
        <w:tc>
          <w:tcPr>
            <w:tcW w:w="250" w:type="pct"/>
            <w:vAlign w:val="center"/>
            <w:hideMark/>
          </w:tcPr>
          <w:p w:rsidR="005B70E9" w:rsidRPr="003B1EC0" w:rsidRDefault="005B70E9" w:rsidP="001454A0">
            <w:pPr>
              <w:widowControl w:val="0"/>
              <w:autoSpaceDE w:val="0"/>
              <w:autoSpaceDN w:val="0"/>
              <w:adjustRightInd w:val="0"/>
              <w:ind w:left="-793" w:right="-553" w:firstLine="251"/>
              <w:jc w:val="center"/>
              <w:rPr>
                <w:sz w:val="22"/>
                <w:szCs w:val="22"/>
              </w:rPr>
            </w:pPr>
            <w:r w:rsidRPr="003B1EC0">
              <w:rPr>
                <w:sz w:val="22"/>
                <w:szCs w:val="22"/>
              </w:rPr>
              <w:t>4</w:t>
            </w:r>
          </w:p>
        </w:tc>
        <w:tc>
          <w:tcPr>
            <w:tcW w:w="2466" w:type="pct"/>
            <w:vAlign w:val="center"/>
            <w:hideMark/>
          </w:tcPr>
          <w:p w:rsidR="005B70E9" w:rsidRPr="003B1EC0" w:rsidRDefault="005B70E9" w:rsidP="001454A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3B1EC0">
              <w:rPr>
                <w:sz w:val="22"/>
                <w:szCs w:val="22"/>
              </w:rPr>
              <w:t>Обеспечение деятельности муниципального  ресурсного центра по развитию и поддержке добровольчества (</w:t>
            </w:r>
            <w:proofErr w:type="spellStart"/>
            <w:r w:rsidRPr="003B1EC0">
              <w:rPr>
                <w:sz w:val="22"/>
                <w:szCs w:val="22"/>
              </w:rPr>
              <w:t>волонтерства</w:t>
            </w:r>
            <w:proofErr w:type="spellEnd"/>
            <w:r w:rsidRPr="003B1EC0">
              <w:rPr>
                <w:sz w:val="22"/>
                <w:szCs w:val="22"/>
              </w:rPr>
              <w:t>) (да/нет)</w:t>
            </w:r>
          </w:p>
        </w:tc>
        <w:tc>
          <w:tcPr>
            <w:tcW w:w="2284" w:type="pct"/>
            <w:hideMark/>
          </w:tcPr>
          <w:p w:rsidR="005B70E9" w:rsidRPr="003B1EC0" w:rsidRDefault="005B70E9" w:rsidP="001454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B1EC0">
              <w:rPr>
                <w:rFonts w:eastAsia="Calibri"/>
                <w:sz w:val="22"/>
                <w:szCs w:val="22"/>
                <w:lang w:eastAsia="en-US"/>
              </w:rPr>
              <w:t>Обеспечена (</w:t>
            </w:r>
            <w:proofErr w:type="spellStart"/>
            <w:r w:rsidRPr="003B1EC0">
              <w:rPr>
                <w:rFonts w:eastAsia="Calibri"/>
                <w:sz w:val="22"/>
                <w:szCs w:val="22"/>
                <w:lang w:eastAsia="en-US"/>
              </w:rPr>
              <w:t>необеспечена</w:t>
            </w:r>
            <w:proofErr w:type="spellEnd"/>
            <w:r w:rsidRPr="003B1EC0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Pr="003B1EC0">
              <w:rPr>
                <w:sz w:val="22"/>
                <w:szCs w:val="22"/>
              </w:rPr>
              <w:t xml:space="preserve"> деятельность муниципального  ресурсного центра по развитию и поддержке добровольчества (</w:t>
            </w:r>
            <w:proofErr w:type="spellStart"/>
            <w:r w:rsidRPr="003B1EC0">
              <w:rPr>
                <w:sz w:val="22"/>
                <w:szCs w:val="22"/>
              </w:rPr>
              <w:t>волонтерства</w:t>
            </w:r>
            <w:proofErr w:type="spellEnd"/>
            <w:r w:rsidRPr="003B1EC0">
              <w:rPr>
                <w:sz w:val="22"/>
                <w:szCs w:val="22"/>
              </w:rPr>
              <w:t xml:space="preserve">) </w:t>
            </w:r>
          </w:p>
        </w:tc>
      </w:tr>
    </w:tbl>
    <w:p w:rsidR="005B70E9" w:rsidRPr="00045A62" w:rsidRDefault="005B70E9" w:rsidP="005B70E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B70E9" w:rsidRDefault="005B70E9" w:rsidP="005B70E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70E9" w:rsidRDefault="005B70E9" w:rsidP="005B70E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70E9" w:rsidRDefault="005B70E9" w:rsidP="005B70E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70E9" w:rsidRDefault="005B70E9" w:rsidP="005B70E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70E9" w:rsidRDefault="005B70E9" w:rsidP="005B70E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right"/>
      </w:pPr>
      <w:r w:rsidRPr="0095658F">
        <w:lastRenderedPageBreak/>
        <w:t xml:space="preserve">Приложение № 2.1. к Паспорту муниципальной программы  </w:t>
      </w:r>
    </w:p>
    <w:p w:rsidR="005B70E9" w:rsidRPr="0095658F" w:rsidRDefault="005B70E9" w:rsidP="005B70E9">
      <w:pPr>
        <w:widowControl w:val="0"/>
        <w:autoSpaceDE w:val="0"/>
        <w:autoSpaceDN w:val="0"/>
        <w:adjustRightInd w:val="0"/>
        <w:jc w:val="right"/>
        <w:rPr>
          <w:b/>
          <w:spacing w:val="20"/>
        </w:rPr>
      </w:pPr>
      <w:r w:rsidRPr="0095658F">
        <w:t>«Развитие добровольчества (</w:t>
      </w:r>
      <w:proofErr w:type="spellStart"/>
      <w:r w:rsidRPr="0095658F">
        <w:t>волонтерства</w:t>
      </w:r>
      <w:proofErr w:type="spellEnd"/>
      <w:r w:rsidRPr="0095658F">
        <w:t xml:space="preserve">) 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Pr="0095658F">
        <w:t xml:space="preserve">  Смоленской области»</w:t>
      </w:r>
    </w:p>
    <w:p w:rsidR="005B70E9" w:rsidRDefault="005B70E9" w:rsidP="005B70E9">
      <w:pPr>
        <w:jc w:val="center"/>
        <w:rPr>
          <w:b/>
          <w:spacing w:val="20"/>
          <w:sz w:val="28"/>
          <w:szCs w:val="28"/>
        </w:rPr>
      </w:pPr>
    </w:p>
    <w:p w:rsidR="005B70E9" w:rsidRPr="00CB0F0E" w:rsidRDefault="005B70E9" w:rsidP="005B70E9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5B70E9" w:rsidRPr="00CB0F0E" w:rsidRDefault="005B70E9" w:rsidP="005B7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5B70E9" w:rsidRPr="00CB0F0E" w:rsidRDefault="005B70E9" w:rsidP="005B70E9">
      <w:pPr>
        <w:jc w:val="center"/>
        <w:rPr>
          <w:b/>
          <w:sz w:val="28"/>
          <w:szCs w:val="28"/>
        </w:rPr>
      </w:pPr>
      <w:r w:rsidRPr="004861CB">
        <w:rPr>
          <w:b/>
          <w:sz w:val="24"/>
          <w:szCs w:val="24"/>
        </w:rPr>
        <w:t>«</w:t>
      </w:r>
      <w:r w:rsidRPr="004861CB">
        <w:rPr>
          <w:b/>
          <w:bCs/>
          <w:sz w:val="24"/>
          <w:szCs w:val="24"/>
        </w:rPr>
        <w:t>Совершенствование нормативного правового регулирования и правоприменительной практики в сфере развития добровольчества</w:t>
      </w:r>
      <w:r w:rsidRPr="004861CB">
        <w:rPr>
          <w:b/>
          <w:sz w:val="24"/>
          <w:szCs w:val="24"/>
        </w:rPr>
        <w:t>»</w:t>
      </w:r>
    </w:p>
    <w:p w:rsidR="005B70E9" w:rsidRPr="00CB0F0E" w:rsidRDefault="005B70E9" w:rsidP="005B70E9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5B70E9" w:rsidRPr="00CB0F0E" w:rsidRDefault="005B70E9" w:rsidP="005B70E9"/>
    <w:tbl>
      <w:tblPr>
        <w:tblStyle w:val="11"/>
        <w:tblW w:w="5000" w:type="pct"/>
        <w:jc w:val="center"/>
        <w:tblLook w:val="04A0"/>
      </w:tblPr>
      <w:tblGrid>
        <w:gridCol w:w="5583"/>
        <w:gridCol w:w="9203"/>
      </w:tblGrid>
      <w:tr w:rsidR="005B70E9" w:rsidRPr="007210E8" w:rsidTr="001454A0">
        <w:trPr>
          <w:trHeight w:val="516"/>
          <w:jc w:val="center"/>
        </w:trPr>
        <w:tc>
          <w:tcPr>
            <w:tcW w:w="1888" w:type="pct"/>
            <w:vAlign w:val="center"/>
          </w:tcPr>
          <w:p w:rsidR="005B70E9" w:rsidRPr="007210E8" w:rsidRDefault="005B70E9" w:rsidP="001454A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5B70E9" w:rsidRPr="005A2027" w:rsidRDefault="005B70E9" w:rsidP="001454A0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5B70E9" w:rsidRPr="00084DFE" w:rsidTr="001454A0">
        <w:trPr>
          <w:trHeight w:val="700"/>
          <w:jc w:val="center"/>
        </w:trPr>
        <w:tc>
          <w:tcPr>
            <w:tcW w:w="1888" w:type="pct"/>
            <w:vAlign w:val="center"/>
          </w:tcPr>
          <w:p w:rsidR="005B70E9" w:rsidRPr="00084DFE" w:rsidRDefault="005B70E9" w:rsidP="001454A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2" w:type="pct"/>
            <w:vAlign w:val="center"/>
          </w:tcPr>
          <w:p w:rsidR="005B70E9" w:rsidRPr="005A2027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D9108D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D9108D">
              <w:rPr>
                <w:sz w:val="24"/>
                <w:szCs w:val="24"/>
              </w:rPr>
              <w:t>«Развитие</w:t>
            </w:r>
            <w:r>
              <w:rPr>
                <w:sz w:val="24"/>
                <w:szCs w:val="24"/>
              </w:rPr>
              <w:t xml:space="preserve"> добровольчества (</w:t>
            </w:r>
            <w:proofErr w:type="spellStart"/>
            <w:r>
              <w:rPr>
                <w:sz w:val="24"/>
                <w:szCs w:val="24"/>
              </w:rPr>
              <w:t>волонтерства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Pr="00D9108D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D9108D">
              <w:rPr>
                <w:sz w:val="24"/>
                <w:szCs w:val="24"/>
              </w:rPr>
              <w:t xml:space="preserve"> Смоленской области» </w:t>
            </w:r>
          </w:p>
        </w:tc>
      </w:tr>
    </w:tbl>
    <w:p w:rsidR="005B70E9" w:rsidRDefault="005B70E9" w:rsidP="005B70E9"/>
    <w:p w:rsidR="005B70E9" w:rsidRDefault="005B70E9" w:rsidP="005B70E9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p w:rsidR="005B70E9" w:rsidRDefault="005B70E9" w:rsidP="005B7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4937" w:type="pct"/>
        <w:jc w:val="center"/>
        <w:tblLook w:val="04A0"/>
      </w:tblPr>
      <w:tblGrid>
        <w:gridCol w:w="5260"/>
        <w:gridCol w:w="2978"/>
        <w:gridCol w:w="1416"/>
        <w:gridCol w:w="1702"/>
        <w:gridCol w:w="1288"/>
        <w:gridCol w:w="1956"/>
      </w:tblGrid>
      <w:tr w:rsidR="005B70E9" w:rsidRPr="00580B96" w:rsidTr="001454A0">
        <w:trPr>
          <w:tblHeader/>
          <w:jc w:val="center"/>
        </w:trPr>
        <w:tc>
          <w:tcPr>
            <w:tcW w:w="1801" w:type="pct"/>
            <w:vMerge w:val="restart"/>
            <w:vAlign w:val="center"/>
          </w:tcPr>
          <w:p w:rsidR="005B70E9" w:rsidRPr="0013793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137936"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1020" w:type="pct"/>
            <w:vMerge w:val="restart"/>
          </w:tcPr>
          <w:p w:rsidR="005B70E9" w:rsidRPr="00137936" w:rsidRDefault="005B70E9" w:rsidP="001454A0">
            <w:pPr>
              <w:ind w:firstLine="2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2179" w:type="pct"/>
            <w:gridSpan w:val="4"/>
            <w:vAlign w:val="center"/>
          </w:tcPr>
          <w:p w:rsidR="005B70E9" w:rsidRPr="00137936" w:rsidRDefault="005B70E9" w:rsidP="001454A0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5B70E9" w:rsidRPr="00580B96" w:rsidTr="001454A0">
        <w:trPr>
          <w:trHeight w:val="448"/>
          <w:tblHeader/>
          <w:jc w:val="center"/>
        </w:trPr>
        <w:tc>
          <w:tcPr>
            <w:tcW w:w="1801" w:type="pct"/>
            <w:vMerge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pct"/>
            <w:vMerge/>
          </w:tcPr>
          <w:p w:rsidR="005B70E9" w:rsidRPr="00580B96" w:rsidRDefault="005B70E9" w:rsidP="001454A0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5" w:type="pct"/>
            <w:vAlign w:val="center"/>
          </w:tcPr>
          <w:p w:rsidR="005B70E9" w:rsidRPr="000D6903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2025 г.</w:t>
            </w:r>
          </w:p>
        </w:tc>
        <w:tc>
          <w:tcPr>
            <w:tcW w:w="583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2026 г.</w:t>
            </w:r>
          </w:p>
        </w:tc>
        <w:tc>
          <w:tcPr>
            <w:tcW w:w="441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г.</w:t>
            </w:r>
          </w:p>
        </w:tc>
        <w:tc>
          <w:tcPr>
            <w:tcW w:w="670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г.</w:t>
            </w:r>
          </w:p>
        </w:tc>
      </w:tr>
      <w:tr w:rsidR="005B70E9" w:rsidRPr="00580B96" w:rsidTr="001454A0">
        <w:trPr>
          <w:trHeight w:val="282"/>
          <w:tblHeader/>
          <w:jc w:val="center"/>
        </w:trPr>
        <w:tc>
          <w:tcPr>
            <w:tcW w:w="1801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1</w:t>
            </w:r>
          </w:p>
        </w:tc>
        <w:tc>
          <w:tcPr>
            <w:tcW w:w="1020" w:type="pct"/>
          </w:tcPr>
          <w:p w:rsidR="005B70E9" w:rsidRPr="00580B96" w:rsidRDefault="005B70E9" w:rsidP="001454A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485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83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41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5</w:t>
            </w:r>
          </w:p>
        </w:tc>
        <w:tc>
          <w:tcPr>
            <w:tcW w:w="670" w:type="pct"/>
          </w:tcPr>
          <w:p w:rsidR="005B70E9" w:rsidRPr="00580B96" w:rsidRDefault="005B70E9" w:rsidP="001454A0">
            <w:pPr>
              <w:ind w:hanging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70E9" w:rsidRPr="00580B96" w:rsidTr="001454A0">
        <w:trPr>
          <w:trHeight w:val="433"/>
          <w:jc w:val="center"/>
        </w:trPr>
        <w:tc>
          <w:tcPr>
            <w:tcW w:w="1801" w:type="pct"/>
            <w:vAlign w:val="center"/>
          </w:tcPr>
          <w:p w:rsidR="005B70E9" w:rsidRPr="00C610D5" w:rsidRDefault="005B70E9" w:rsidP="001454A0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</w:pPr>
            <w:r>
              <w:t>У</w:t>
            </w:r>
            <w:r w:rsidRPr="00C610D5">
              <w:t>величение количества координаторов волонтерского движения, прошедших обуч</w:t>
            </w:r>
            <w:r>
              <w:t>ение</w:t>
            </w:r>
          </w:p>
        </w:tc>
        <w:tc>
          <w:tcPr>
            <w:tcW w:w="1020" w:type="pct"/>
            <w:vAlign w:val="center"/>
          </w:tcPr>
          <w:p w:rsidR="005B70E9" w:rsidRPr="00C610D5" w:rsidRDefault="005B70E9" w:rsidP="001454A0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85" w:type="pct"/>
            <w:vAlign w:val="center"/>
          </w:tcPr>
          <w:p w:rsidR="005B70E9" w:rsidRPr="00C610D5" w:rsidRDefault="005B70E9" w:rsidP="001454A0">
            <w:pPr>
              <w:spacing w:before="240" w:after="24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83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41" w:type="pct"/>
            <w:vAlign w:val="center"/>
          </w:tcPr>
          <w:p w:rsidR="005B70E9" w:rsidRPr="00C610D5" w:rsidRDefault="005B70E9" w:rsidP="001454A0">
            <w:pPr>
              <w:spacing w:before="240" w:after="240"/>
              <w:ind w:firstLine="4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70" w:type="pct"/>
            <w:vAlign w:val="center"/>
          </w:tcPr>
          <w:p w:rsidR="005B70E9" w:rsidRPr="00C610D5" w:rsidRDefault="005B70E9" w:rsidP="001454A0">
            <w:pPr>
              <w:spacing w:before="240" w:after="240"/>
              <w:ind w:hanging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5B70E9" w:rsidRPr="00580B96" w:rsidTr="001454A0">
        <w:trPr>
          <w:jc w:val="center"/>
        </w:trPr>
        <w:tc>
          <w:tcPr>
            <w:tcW w:w="1801" w:type="pct"/>
            <w:vAlign w:val="center"/>
          </w:tcPr>
          <w:p w:rsidR="005B70E9" w:rsidRPr="00C610D5" w:rsidRDefault="005B70E9" w:rsidP="001454A0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</w:pPr>
            <w:r w:rsidRPr="00C610D5">
              <w:t>Обеспечение деятельности муниципального  ресурсного центра по развитию и поддержке добровольчества (</w:t>
            </w:r>
            <w:proofErr w:type="spellStart"/>
            <w:r w:rsidRPr="00C610D5">
              <w:t>волонтерства</w:t>
            </w:r>
            <w:proofErr w:type="spellEnd"/>
            <w:r w:rsidRPr="00C610D5">
              <w:t>) (да/нет)</w:t>
            </w:r>
          </w:p>
        </w:tc>
        <w:tc>
          <w:tcPr>
            <w:tcW w:w="1020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да</w:t>
            </w:r>
          </w:p>
        </w:tc>
        <w:tc>
          <w:tcPr>
            <w:tcW w:w="485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да</w:t>
            </w:r>
          </w:p>
        </w:tc>
        <w:tc>
          <w:tcPr>
            <w:tcW w:w="583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да</w:t>
            </w:r>
          </w:p>
        </w:tc>
        <w:tc>
          <w:tcPr>
            <w:tcW w:w="441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да</w:t>
            </w:r>
          </w:p>
        </w:tc>
        <w:tc>
          <w:tcPr>
            <w:tcW w:w="670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да</w:t>
            </w:r>
          </w:p>
        </w:tc>
      </w:tr>
    </w:tbl>
    <w:p w:rsidR="005B70E9" w:rsidRDefault="005B70E9" w:rsidP="005B70E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right"/>
      </w:pPr>
      <w:r w:rsidRPr="0095658F">
        <w:lastRenderedPageBreak/>
        <w:t>Приложение № 2</w:t>
      </w:r>
      <w:r>
        <w:t>.2</w:t>
      </w:r>
      <w:r w:rsidRPr="0095658F">
        <w:t xml:space="preserve">. к Паспорту муниципальной программы  </w:t>
      </w:r>
    </w:p>
    <w:p w:rsidR="005B70E9" w:rsidRPr="0095658F" w:rsidRDefault="005B70E9" w:rsidP="005B70E9">
      <w:pPr>
        <w:widowControl w:val="0"/>
        <w:autoSpaceDE w:val="0"/>
        <w:autoSpaceDN w:val="0"/>
        <w:adjustRightInd w:val="0"/>
        <w:jc w:val="right"/>
        <w:rPr>
          <w:b/>
          <w:spacing w:val="20"/>
        </w:rPr>
      </w:pPr>
      <w:r w:rsidRPr="0095658F">
        <w:t>«Развитие добровольчества (</w:t>
      </w:r>
      <w:proofErr w:type="spellStart"/>
      <w:r w:rsidRPr="0095658F">
        <w:t>волонтерства</w:t>
      </w:r>
      <w:proofErr w:type="spellEnd"/>
      <w:r w:rsidRPr="0095658F">
        <w:t xml:space="preserve">) 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Pr="0095658F">
        <w:t xml:space="preserve">  Смоленской области»</w:t>
      </w:r>
    </w:p>
    <w:p w:rsidR="005B70E9" w:rsidRDefault="005B70E9" w:rsidP="005B70E9">
      <w:pPr>
        <w:jc w:val="center"/>
        <w:rPr>
          <w:b/>
          <w:spacing w:val="20"/>
          <w:sz w:val="28"/>
          <w:szCs w:val="28"/>
        </w:rPr>
      </w:pPr>
    </w:p>
    <w:p w:rsidR="005B70E9" w:rsidRPr="00CB0F0E" w:rsidRDefault="005B70E9" w:rsidP="005B70E9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5B70E9" w:rsidRPr="00CB0F0E" w:rsidRDefault="005B70E9" w:rsidP="005B7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5B70E9" w:rsidRPr="000D62FE" w:rsidRDefault="005B70E9" w:rsidP="005B70E9">
      <w:pPr>
        <w:jc w:val="center"/>
        <w:rPr>
          <w:b/>
          <w:sz w:val="24"/>
          <w:szCs w:val="24"/>
        </w:rPr>
      </w:pPr>
      <w:r w:rsidRPr="000D62FE">
        <w:rPr>
          <w:b/>
          <w:sz w:val="24"/>
          <w:szCs w:val="24"/>
        </w:rPr>
        <w:t>«Развитие инфраструктуры поддержки добровольческой деятельности»</w:t>
      </w:r>
    </w:p>
    <w:p w:rsidR="005B70E9" w:rsidRDefault="005B70E9" w:rsidP="005B70E9">
      <w:pPr>
        <w:jc w:val="center"/>
        <w:rPr>
          <w:b/>
          <w:sz w:val="28"/>
          <w:szCs w:val="28"/>
        </w:rPr>
      </w:pPr>
    </w:p>
    <w:p w:rsidR="005B70E9" w:rsidRPr="00CB0F0E" w:rsidRDefault="005B70E9" w:rsidP="005B70E9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5B70E9" w:rsidRPr="00CB0F0E" w:rsidRDefault="005B70E9" w:rsidP="005B70E9"/>
    <w:tbl>
      <w:tblPr>
        <w:tblStyle w:val="11"/>
        <w:tblW w:w="5000" w:type="pct"/>
        <w:jc w:val="center"/>
        <w:tblLook w:val="04A0"/>
      </w:tblPr>
      <w:tblGrid>
        <w:gridCol w:w="5583"/>
        <w:gridCol w:w="9203"/>
      </w:tblGrid>
      <w:tr w:rsidR="005B70E9" w:rsidRPr="007210E8" w:rsidTr="001454A0">
        <w:trPr>
          <w:trHeight w:val="516"/>
          <w:jc w:val="center"/>
        </w:trPr>
        <w:tc>
          <w:tcPr>
            <w:tcW w:w="1888" w:type="pct"/>
            <w:vAlign w:val="center"/>
          </w:tcPr>
          <w:p w:rsidR="005B70E9" w:rsidRPr="007210E8" w:rsidRDefault="005B70E9" w:rsidP="001454A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5B70E9" w:rsidRPr="005A2027" w:rsidRDefault="005B70E9" w:rsidP="001454A0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муниципального образования «</w:t>
            </w:r>
            <w:proofErr w:type="spellStart"/>
            <w:r w:rsidRPr="005A2027"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5B70E9" w:rsidRPr="00084DFE" w:rsidTr="001454A0">
        <w:trPr>
          <w:trHeight w:val="700"/>
          <w:jc w:val="center"/>
        </w:trPr>
        <w:tc>
          <w:tcPr>
            <w:tcW w:w="1888" w:type="pct"/>
            <w:vAlign w:val="center"/>
          </w:tcPr>
          <w:p w:rsidR="005B70E9" w:rsidRPr="00084DFE" w:rsidRDefault="005B70E9" w:rsidP="001454A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2" w:type="pct"/>
            <w:vAlign w:val="center"/>
          </w:tcPr>
          <w:p w:rsidR="005B70E9" w:rsidRPr="005A2027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D9108D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D9108D">
              <w:rPr>
                <w:sz w:val="24"/>
                <w:szCs w:val="24"/>
              </w:rPr>
              <w:t>«Развитие</w:t>
            </w:r>
            <w:r>
              <w:rPr>
                <w:sz w:val="24"/>
                <w:szCs w:val="24"/>
              </w:rPr>
              <w:t xml:space="preserve"> добровольчества (</w:t>
            </w:r>
            <w:proofErr w:type="spellStart"/>
            <w:r>
              <w:rPr>
                <w:sz w:val="24"/>
                <w:szCs w:val="24"/>
              </w:rPr>
              <w:t>волонтерства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Pr="00D9108D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D9108D">
              <w:rPr>
                <w:sz w:val="24"/>
                <w:szCs w:val="24"/>
              </w:rPr>
              <w:t xml:space="preserve">  Смоленской области» </w:t>
            </w:r>
          </w:p>
        </w:tc>
      </w:tr>
    </w:tbl>
    <w:p w:rsidR="005B70E9" w:rsidRDefault="005B70E9" w:rsidP="005B70E9"/>
    <w:p w:rsidR="005B70E9" w:rsidRDefault="005B70E9" w:rsidP="005B70E9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p w:rsidR="005B70E9" w:rsidRDefault="005B70E9" w:rsidP="005B7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4990" w:type="pct"/>
        <w:jc w:val="center"/>
        <w:tblLook w:val="04A0"/>
      </w:tblPr>
      <w:tblGrid>
        <w:gridCol w:w="6064"/>
        <w:gridCol w:w="3007"/>
        <w:gridCol w:w="1482"/>
        <w:gridCol w:w="1626"/>
        <w:gridCol w:w="1467"/>
        <w:gridCol w:w="1110"/>
      </w:tblGrid>
      <w:tr w:rsidR="005B70E9" w:rsidRPr="00580B96" w:rsidTr="001454A0">
        <w:trPr>
          <w:tblHeader/>
          <w:jc w:val="center"/>
        </w:trPr>
        <w:tc>
          <w:tcPr>
            <w:tcW w:w="2055" w:type="pct"/>
            <w:vMerge w:val="restart"/>
            <w:vAlign w:val="center"/>
          </w:tcPr>
          <w:p w:rsidR="005B70E9" w:rsidRPr="0013793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137936"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1019" w:type="pct"/>
            <w:vMerge w:val="restart"/>
          </w:tcPr>
          <w:p w:rsidR="005B70E9" w:rsidRPr="00137936" w:rsidRDefault="005B70E9" w:rsidP="001454A0">
            <w:pPr>
              <w:ind w:firstLine="2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926" w:type="pct"/>
            <w:gridSpan w:val="4"/>
            <w:vAlign w:val="center"/>
          </w:tcPr>
          <w:p w:rsidR="005B70E9" w:rsidRPr="00137936" w:rsidRDefault="005B70E9" w:rsidP="001454A0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5B70E9" w:rsidRPr="00580B96" w:rsidTr="001454A0">
        <w:trPr>
          <w:trHeight w:val="448"/>
          <w:tblHeader/>
          <w:jc w:val="center"/>
        </w:trPr>
        <w:tc>
          <w:tcPr>
            <w:tcW w:w="2055" w:type="pct"/>
            <w:vMerge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pct"/>
            <w:vMerge/>
          </w:tcPr>
          <w:p w:rsidR="005B70E9" w:rsidRPr="00580B96" w:rsidRDefault="005B70E9" w:rsidP="001454A0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02" w:type="pct"/>
            <w:vAlign w:val="center"/>
          </w:tcPr>
          <w:p w:rsidR="005B70E9" w:rsidRPr="000D6903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2025 г.</w:t>
            </w:r>
          </w:p>
        </w:tc>
        <w:tc>
          <w:tcPr>
            <w:tcW w:w="551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2026 г.</w:t>
            </w:r>
          </w:p>
        </w:tc>
        <w:tc>
          <w:tcPr>
            <w:tcW w:w="497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г.</w:t>
            </w:r>
          </w:p>
        </w:tc>
        <w:tc>
          <w:tcPr>
            <w:tcW w:w="376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г.</w:t>
            </w:r>
          </w:p>
        </w:tc>
      </w:tr>
      <w:tr w:rsidR="005B70E9" w:rsidRPr="00580B96" w:rsidTr="001454A0">
        <w:trPr>
          <w:trHeight w:val="282"/>
          <w:tblHeader/>
          <w:jc w:val="center"/>
        </w:trPr>
        <w:tc>
          <w:tcPr>
            <w:tcW w:w="2055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1</w:t>
            </w:r>
          </w:p>
        </w:tc>
        <w:tc>
          <w:tcPr>
            <w:tcW w:w="1019" w:type="pct"/>
          </w:tcPr>
          <w:p w:rsidR="005B70E9" w:rsidRPr="00580B96" w:rsidRDefault="005B70E9" w:rsidP="001454A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02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51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97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5</w:t>
            </w:r>
          </w:p>
        </w:tc>
        <w:tc>
          <w:tcPr>
            <w:tcW w:w="376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70E9" w:rsidRPr="00580B96" w:rsidTr="001454A0">
        <w:trPr>
          <w:jc w:val="center"/>
        </w:trPr>
        <w:tc>
          <w:tcPr>
            <w:tcW w:w="2055" w:type="pct"/>
            <w:vAlign w:val="center"/>
          </w:tcPr>
          <w:p w:rsidR="005B70E9" w:rsidRPr="00C610D5" w:rsidRDefault="005B70E9" w:rsidP="001454A0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</w:pPr>
            <w:r w:rsidRPr="00C610D5">
              <w:t>Обеспечение деятельности муниципального  ресурсного центра по развитию и поддержке добровольчества (</w:t>
            </w:r>
            <w:proofErr w:type="spellStart"/>
            <w:r w:rsidRPr="00C610D5">
              <w:t>волонтерства</w:t>
            </w:r>
            <w:proofErr w:type="spellEnd"/>
            <w:r w:rsidRPr="00C610D5">
              <w:t>) (да/нет)</w:t>
            </w:r>
          </w:p>
        </w:tc>
        <w:tc>
          <w:tcPr>
            <w:tcW w:w="1019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да</w:t>
            </w:r>
          </w:p>
        </w:tc>
        <w:tc>
          <w:tcPr>
            <w:tcW w:w="502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да</w:t>
            </w:r>
          </w:p>
        </w:tc>
        <w:tc>
          <w:tcPr>
            <w:tcW w:w="551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да</w:t>
            </w:r>
          </w:p>
        </w:tc>
        <w:tc>
          <w:tcPr>
            <w:tcW w:w="497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да</w:t>
            </w:r>
          </w:p>
        </w:tc>
        <w:tc>
          <w:tcPr>
            <w:tcW w:w="376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да</w:t>
            </w:r>
          </w:p>
        </w:tc>
      </w:tr>
    </w:tbl>
    <w:p w:rsidR="005B70E9" w:rsidRDefault="005B70E9" w:rsidP="005B70E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right"/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right"/>
      </w:pPr>
      <w:r w:rsidRPr="0095658F">
        <w:lastRenderedPageBreak/>
        <w:t>Приложение № 2</w:t>
      </w:r>
      <w:r>
        <w:t>.3</w:t>
      </w:r>
      <w:r w:rsidRPr="0095658F">
        <w:t xml:space="preserve">. к Паспорту муниципальной программы  </w:t>
      </w:r>
    </w:p>
    <w:p w:rsidR="005B70E9" w:rsidRPr="0095658F" w:rsidRDefault="005B70E9" w:rsidP="005B70E9">
      <w:pPr>
        <w:widowControl w:val="0"/>
        <w:autoSpaceDE w:val="0"/>
        <w:autoSpaceDN w:val="0"/>
        <w:adjustRightInd w:val="0"/>
        <w:jc w:val="right"/>
        <w:rPr>
          <w:b/>
          <w:spacing w:val="20"/>
        </w:rPr>
      </w:pPr>
      <w:r w:rsidRPr="0095658F">
        <w:t>«Развитие добровольчества (</w:t>
      </w:r>
      <w:proofErr w:type="spellStart"/>
      <w:r w:rsidRPr="0095658F">
        <w:t>волонтерства</w:t>
      </w:r>
      <w:proofErr w:type="spellEnd"/>
      <w:r w:rsidRPr="0095658F">
        <w:t xml:space="preserve">) 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Pr="0095658F">
        <w:t xml:space="preserve">  Смоленской области»</w:t>
      </w:r>
    </w:p>
    <w:p w:rsidR="005B70E9" w:rsidRDefault="005B70E9" w:rsidP="005B70E9">
      <w:pPr>
        <w:jc w:val="center"/>
        <w:rPr>
          <w:b/>
          <w:spacing w:val="20"/>
          <w:sz w:val="28"/>
          <w:szCs w:val="28"/>
        </w:rPr>
      </w:pPr>
    </w:p>
    <w:p w:rsidR="005B70E9" w:rsidRPr="00CB0F0E" w:rsidRDefault="005B70E9" w:rsidP="005B70E9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5B70E9" w:rsidRPr="00CB0F0E" w:rsidRDefault="005B70E9" w:rsidP="005B7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5B70E9" w:rsidRDefault="005B70E9" w:rsidP="005B70E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4861CB">
        <w:rPr>
          <w:b/>
          <w:sz w:val="24"/>
          <w:szCs w:val="24"/>
        </w:rPr>
        <w:t>Развитие механизмов образовательной поддержки добровольческой деятельности»</w:t>
      </w:r>
    </w:p>
    <w:p w:rsidR="005B70E9" w:rsidRDefault="005B70E9" w:rsidP="005B70E9">
      <w:pPr>
        <w:jc w:val="center"/>
        <w:rPr>
          <w:b/>
          <w:sz w:val="28"/>
          <w:szCs w:val="28"/>
        </w:rPr>
      </w:pPr>
    </w:p>
    <w:p w:rsidR="005B70E9" w:rsidRPr="00CB0F0E" w:rsidRDefault="005B70E9" w:rsidP="005B70E9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5B70E9" w:rsidRPr="00CB0F0E" w:rsidRDefault="005B70E9" w:rsidP="005B70E9"/>
    <w:tbl>
      <w:tblPr>
        <w:tblStyle w:val="11"/>
        <w:tblW w:w="5000" w:type="pct"/>
        <w:jc w:val="center"/>
        <w:tblLook w:val="04A0"/>
      </w:tblPr>
      <w:tblGrid>
        <w:gridCol w:w="5583"/>
        <w:gridCol w:w="9203"/>
      </w:tblGrid>
      <w:tr w:rsidR="005B70E9" w:rsidRPr="007210E8" w:rsidTr="001454A0">
        <w:trPr>
          <w:trHeight w:val="516"/>
          <w:jc w:val="center"/>
        </w:trPr>
        <w:tc>
          <w:tcPr>
            <w:tcW w:w="1888" w:type="pct"/>
            <w:vAlign w:val="center"/>
          </w:tcPr>
          <w:p w:rsidR="005B70E9" w:rsidRPr="007210E8" w:rsidRDefault="005B70E9" w:rsidP="001454A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5B70E9" w:rsidRPr="005A2027" w:rsidRDefault="005B70E9" w:rsidP="001454A0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5B70E9" w:rsidRPr="00084DFE" w:rsidTr="001454A0">
        <w:trPr>
          <w:trHeight w:val="700"/>
          <w:jc w:val="center"/>
        </w:trPr>
        <w:tc>
          <w:tcPr>
            <w:tcW w:w="1888" w:type="pct"/>
            <w:vAlign w:val="center"/>
          </w:tcPr>
          <w:p w:rsidR="005B70E9" w:rsidRPr="00084DFE" w:rsidRDefault="005B70E9" w:rsidP="001454A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2" w:type="pct"/>
            <w:vAlign w:val="center"/>
          </w:tcPr>
          <w:p w:rsidR="005B70E9" w:rsidRPr="005A2027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D9108D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D9108D">
              <w:rPr>
                <w:sz w:val="24"/>
                <w:szCs w:val="24"/>
              </w:rPr>
              <w:t>«Развитие</w:t>
            </w:r>
            <w:r>
              <w:rPr>
                <w:sz w:val="24"/>
                <w:szCs w:val="24"/>
              </w:rPr>
              <w:t xml:space="preserve"> добровольчества (</w:t>
            </w:r>
            <w:proofErr w:type="spellStart"/>
            <w:r>
              <w:rPr>
                <w:sz w:val="24"/>
                <w:szCs w:val="24"/>
              </w:rPr>
              <w:t>волонтерства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Pr="00D9108D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D9108D">
              <w:rPr>
                <w:sz w:val="24"/>
                <w:szCs w:val="24"/>
              </w:rPr>
              <w:t xml:space="preserve"> Смоленской области» </w:t>
            </w:r>
          </w:p>
        </w:tc>
      </w:tr>
    </w:tbl>
    <w:p w:rsidR="005B70E9" w:rsidRDefault="005B70E9" w:rsidP="005B70E9"/>
    <w:p w:rsidR="005B70E9" w:rsidRDefault="005B70E9" w:rsidP="005B70E9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p w:rsidR="005B70E9" w:rsidRDefault="005B70E9" w:rsidP="005B7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5005" w:type="pct"/>
        <w:jc w:val="center"/>
        <w:tblLook w:val="04A0"/>
      </w:tblPr>
      <w:tblGrid>
        <w:gridCol w:w="6352"/>
        <w:gridCol w:w="3011"/>
        <w:gridCol w:w="1483"/>
        <w:gridCol w:w="1625"/>
        <w:gridCol w:w="1326"/>
        <w:gridCol w:w="1004"/>
      </w:tblGrid>
      <w:tr w:rsidR="005B70E9" w:rsidRPr="00580B96" w:rsidTr="001454A0">
        <w:trPr>
          <w:tblHeader/>
          <w:jc w:val="center"/>
        </w:trPr>
        <w:tc>
          <w:tcPr>
            <w:tcW w:w="2146" w:type="pct"/>
            <w:vMerge w:val="restart"/>
            <w:vAlign w:val="center"/>
          </w:tcPr>
          <w:p w:rsidR="005B70E9" w:rsidRPr="0013793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137936"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1017" w:type="pct"/>
            <w:vMerge w:val="restart"/>
          </w:tcPr>
          <w:p w:rsidR="005B70E9" w:rsidRPr="00137936" w:rsidRDefault="005B70E9" w:rsidP="001454A0">
            <w:pPr>
              <w:ind w:firstLine="2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837" w:type="pct"/>
            <w:gridSpan w:val="4"/>
            <w:vAlign w:val="center"/>
          </w:tcPr>
          <w:p w:rsidR="005B70E9" w:rsidRPr="00137936" w:rsidRDefault="005B70E9" w:rsidP="001454A0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5B70E9" w:rsidRPr="00580B96" w:rsidTr="001454A0">
        <w:trPr>
          <w:trHeight w:val="448"/>
          <w:tblHeader/>
          <w:jc w:val="center"/>
        </w:trPr>
        <w:tc>
          <w:tcPr>
            <w:tcW w:w="2146" w:type="pct"/>
            <w:vMerge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17" w:type="pct"/>
            <w:vMerge/>
          </w:tcPr>
          <w:p w:rsidR="005B70E9" w:rsidRPr="00580B96" w:rsidRDefault="005B70E9" w:rsidP="001454A0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01" w:type="pct"/>
            <w:vAlign w:val="center"/>
          </w:tcPr>
          <w:p w:rsidR="005B70E9" w:rsidRPr="000D6903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2025 г.</w:t>
            </w:r>
          </w:p>
        </w:tc>
        <w:tc>
          <w:tcPr>
            <w:tcW w:w="549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2026 г.</w:t>
            </w:r>
          </w:p>
        </w:tc>
        <w:tc>
          <w:tcPr>
            <w:tcW w:w="448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г.</w:t>
            </w:r>
          </w:p>
        </w:tc>
        <w:tc>
          <w:tcPr>
            <w:tcW w:w="339" w:type="pct"/>
            <w:vAlign w:val="center"/>
          </w:tcPr>
          <w:p w:rsidR="005B70E9" w:rsidRDefault="005B70E9" w:rsidP="001454A0">
            <w:pPr>
              <w:ind w:left="-1807" w:right="-524" w:firstLine="14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г.</w:t>
            </w:r>
          </w:p>
        </w:tc>
      </w:tr>
      <w:tr w:rsidR="005B70E9" w:rsidRPr="00580B96" w:rsidTr="001454A0">
        <w:trPr>
          <w:trHeight w:val="282"/>
          <w:tblHeader/>
          <w:jc w:val="center"/>
        </w:trPr>
        <w:tc>
          <w:tcPr>
            <w:tcW w:w="2146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1</w:t>
            </w:r>
          </w:p>
        </w:tc>
        <w:tc>
          <w:tcPr>
            <w:tcW w:w="1017" w:type="pct"/>
          </w:tcPr>
          <w:p w:rsidR="005B70E9" w:rsidRPr="00580B96" w:rsidRDefault="005B70E9" w:rsidP="001454A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01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49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48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5</w:t>
            </w:r>
          </w:p>
        </w:tc>
        <w:tc>
          <w:tcPr>
            <w:tcW w:w="339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70E9" w:rsidRPr="00580B96" w:rsidTr="001454A0">
        <w:trPr>
          <w:trHeight w:val="433"/>
          <w:jc w:val="center"/>
        </w:trPr>
        <w:tc>
          <w:tcPr>
            <w:tcW w:w="2146" w:type="pct"/>
            <w:vAlign w:val="center"/>
          </w:tcPr>
          <w:p w:rsidR="005B70E9" w:rsidRPr="00C610D5" w:rsidRDefault="005B70E9" w:rsidP="001454A0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</w:pPr>
            <w:r>
              <w:t>У</w:t>
            </w:r>
            <w:r w:rsidRPr="00C610D5">
              <w:t>величение количества координаторов волонтерского движения, прошедших обуч</w:t>
            </w:r>
            <w:r>
              <w:t>ение</w:t>
            </w:r>
          </w:p>
        </w:tc>
        <w:tc>
          <w:tcPr>
            <w:tcW w:w="1017" w:type="pct"/>
            <w:vAlign w:val="center"/>
          </w:tcPr>
          <w:p w:rsidR="005B70E9" w:rsidRPr="00C610D5" w:rsidRDefault="005B70E9" w:rsidP="001454A0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1" w:type="pct"/>
            <w:vAlign w:val="center"/>
          </w:tcPr>
          <w:p w:rsidR="005B70E9" w:rsidRPr="00C610D5" w:rsidRDefault="005B70E9" w:rsidP="001454A0">
            <w:pPr>
              <w:spacing w:before="240" w:after="240"/>
              <w:ind w:firstLine="4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49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48" w:type="pct"/>
            <w:vAlign w:val="center"/>
          </w:tcPr>
          <w:p w:rsidR="005B70E9" w:rsidRPr="00C610D5" w:rsidRDefault="005B70E9" w:rsidP="001454A0">
            <w:pPr>
              <w:spacing w:before="240" w:after="240"/>
              <w:ind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39" w:type="pct"/>
            <w:vAlign w:val="center"/>
          </w:tcPr>
          <w:p w:rsidR="005B70E9" w:rsidRPr="00C610D5" w:rsidRDefault="005B70E9" w:rsidP="001454A0">
            <w:pPr>
              <w:spacing w:before="240" w:after="240"/>
              <w:ind w:firstLine="4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:rsidR="005B70E9" w:rsidRDefault="005B70E9" w:rsidP="005B70E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right"/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right"/>
      </w:pPr>
      <w:r w:rsidRPr="0095658F">
        <w:lastRenderedPageBreak/>
        <w:t>Приложение № 2</w:t>
      </w:r>
      <w:r>
        <w:t>.4</w:t>
      </w:r>
      <w:r w:rsidRPr="0095658F">
        <w:t xml:space="preserve">. к Паспорту муниципальной программы  </w:t>
      </w:r>
    </w:p>
    <w:p w:rsidR="005B70E9" w:rsidRPr="0095658F" w:rsidRDefault="005B70E9" w:rsidP="005B70E9">
      <w:pPr>
        <w:widowControl w:val="0"/>
        <w:autoSpaceDE w:val="0"/>
        <w:autoSpaceDN w:val="0"/>
        <w:adjustRightInd w:val="0"/>
        <w:jc w:val="right"/>
        <w:rPr>
          <w:b/>
          <w:spacing w:val="20"/>
        </w:rPr>
      </w:pPr>
      <w:r w:rsidRPr="0095658F">
        <w:t>«Развитие добровольчества (</w:t>
      </w:r>
      <w:proofErr w:type="spellStart"/>
      <w:r w:rsidRPr="0095658F">
        <w:t>волонтерства</w:t>
      </w:r>
      <w:proofErr w:type="spellEnd"/>
      <w:r w:rsidRPr="0095658F">
        <w:t xml:space="preserve">) 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Pr="0095658F">
        <w:t xml:space="preserve">  Смоленской области»</w:t>
      </w:r>
    </w:p>
    <w:p w:rsidR="005B70E9" w:rsidRDefault="005B70E9" w:rsidP="005B70E9">
      <w:pPr>
        <w:widowControl w:val="0"/>
        <w:autoSpaceDE w:val="0"/>
        <w:autoSpaceDN w:val="0"/>
        <w:adjustRightInd w:val="0"/>
        <w:jc w:val="right"/>
        <w:rPr>
          <w:b/>
          <w:spacing w:val="20"/>
          <w:sz w:val="28"/>
          <w:szCs w:val="28"/>
        </w:rPr>
      </w:pPr>
    </w:p>
    <w:p w:rsidR="005B70E9" w:rsidRPr="00CB0F0E" w:rsidRDefault="005B70E9" w:rsidP="005B70E9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5B70E9" w:rsidRPr="00CB0F0E" w:rsidRDefault="005B70E9" w:rsidP="005B7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5B70E9" w:rsidRDefault="005B70E9" w:rsidP="005B70E9">
      <w:pPr>
        <w:jc w:val="center"/>
        <w:rPr>
          <w:b/>
          <w:sz w:val="24"/>
          <w:szCs w:val="24"/>
        </w:rPr>
      </w:pPr>
      <w:r w:rsidRPr="00D86350">
        <w:rPr>
          <w:b/>
          <w:sz w:val="24"/>
          <w:szCs w:val="24"/>
        </w:rPr>
        <w:t>«Реализация мер поощрения и поддержки граждан, участвующих в добровольческой деятельности»</w:t>
      </w:r>
    </w:p>
    <w:p w:rsidR="005B70E9" w:rsidRPr="00D86350" w:rsidRDefault="005B70E9" w:rsidP="005B70E9">
      <w:pPr>
        <w:jc w:val="center"/>
        <w:rPr>
          <w:b/>
          <w:sz w:val="24"/>
          <w:szCs w:val="24"/>
        </w:rPr>
      </w:pPr>
    </w:p>
    <w:p w:rsidR="005B70E9" w:rsidRPr="00CB0F0E" w:rsidRDefault="005B70E9" w:rsidP="005B70E9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5B70E9" w:rsidRPr="00CB0F0E" w:rsidRDefault="005B70E9" w:rsidP="005B70E9"/>
    <w:tbl>
      <w:tblPr>
        <w:tblStyle w:val="11"/>
        <w:tblW w:w="5000" w:type="pct"/>
        <w:jc w:val="center"/>
        <w:tblLook w:val="04A0"/>
      </w:tblPr>
      <w:tblGrid>
        <w:gridCol w:w="5583"/>
        <w:gridCol w:w="9203"/>
      </w:tblGrid>
      <w:tr w:rsidR="005B70E9" w:rsidRPr="007210E8" w:rsidTr="001454A0">
        <w:trPr>
          <w:trHeight w:val="516"/>
          <w:jc w:val="center"/>
        </w:trPr>
        <w:tc>
          <w:tcPr>
            <w:tcW w:w="1888" w:type="pct"/>
            <w:vAlign w:val="center"/>
          </w:tcPr>
          <w:p w:rsidR="005B70E9" w:rsidRPr="007210E8" w:rsidRDefault="005B70E9" w:rsidP="001454A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5B70E9" w:rsidRPr="005A2027" w:rsidRDefault="005B70E9" w:rsidP="001454A0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5B70E9" w:rsidRPr="00084DFE" w:rsidTr="001454A0">
        <w:trPr>
          <w:trHeight w:val="700"/>
          <w:jc w:val="center"/>
        </w:trPr>
        <w:tc>
          <w:tcPr>
            <w:tcW w:w="1888" w:type="pct"/>
            <w:vAlign w:val="center"/>
          </w:tcPr>
          <w:p w:rsidR="005B70E9" w:rsidRPr="00084DFE" w:rsidRDefault="005B70E9" w:rsidP="001454A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2" w:type="pct"/>
            <w:vAlign w:val="center"/>
          </w:tcPr>
          <w:p w:rsidR="005B70E9" w:rsidRPr="005A2027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D9108D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D9108D">
              <w:rPr>
                <w:sz w:val="24"/>
                <w:szCs w:val="24"/>
              </w:rPr>
              <w:t>«Развитие</w:t>
            </w:r>
            <w:r>
              <w:rPr>
                <w:sz w:val="24"/>
                <w:szCs w:val="24"/>
              </w:rPr>
              <w:t xml:space="preserve"> добровольчества (</w:t>
            </w:r>
            <w:proofErr w:type="spellStart"/>
            <w:r>
              <w:rPr>
                <w:sz w:val="24"/>
                <w:szCs w:val="24"/>
              </w:rPr>
              <w:t>волонтерства</w:t>
            </w:r>
            <w:proofErr w:type="spellEnd"/>
            <w:r>
              <w:rPr>
                <w:sz w:val="24"/>
                <w:szCs w:val="24"/>
              </w:rPr>
              <w:t>) в 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D9108D">
              <w:rPr>
                <w:sz w:val="24"/>
                <w:szCs w:val="24"/>
              </w:rPr>
              <w:t xml:space="preserve">  Смоленской области» </w:t>
            </w:r>
          </w:p>
        </w:tc>
      </w:tr>
    </w:tbl>
    <w:p w:rsidR="005B70E9" w:rsidRDefault="005B70E9" w:rsidP="005B70E9"/>
    <w:p w:rsidR="005B70E9" w:rsidRDefault="005B70E9" w:rsidP="005B70E9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p w:rsidR="005B70E9" w:rsidRDefault="005B70E9" w:rsidP="005B7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4893" w:type="pct"/>
        <w:jc w:val="center"/>
        <w:tblInd w:w="292" w:type="dxa"/>
        <w:tblLook w:val="04A0"/>
      </w:tblPr>
      <w:tblGrid>
        <w:gridCol w:w="4688"/>
        <w:gridCol w:w="3004"/>
        <w:gridCol w:w="1485"/>
        <w:gridCol w:w="1621"/>
        <w:gridCol w:w="1464"/>
        <w:gridCol w:w="2208"/>
      </w:tblGrid>
      <w:tr w:rsidR="005B70E9" w:rsidRPr="00580B96" w:rsidTr="001454A0">
        <w:trPr>
          <w:tblHeader/>
          <w:jc w:val="center"/>
        </w:trPr>
        <w:tc>
          <w:tcPr>
            <w:tcW w:w="1620" w:type="pct"/>
            <w:vMerge w:val="restart"/>
            <w:vAlign w:val="center"/>
          </w:tcPr>
          <w:p w:rsidR="005B70E9" w:rsidRPr="0013793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137936"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1038" w:type="pct"/>
            <w:vMerge w:val="restart"/>
          </w:tcPr>
          <w:p w:rsidR="005B70E9" w:rsidRPr="00137936" w:rsidRDefault="005B70E9" w:rsidP="001454A0">
            <w:pPr>
              <w:ind w:firstLine="2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2342" w:type="pct"/>
            <w:gridSpan w:val="4"/>
            <w:vAlign w:val="center"/>
          </w:tcPr>
          <w:p w:rsidR="005B70E9" w:rsidRPr="00137936" w:rsidRDefault="005B70E9" w:rsidP="001454A0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5B70E9" w:rsidRPr="00580B96" w:rsidTr="001454A0">
        <w:trPr>
          <w:trHeight w:val="448"/>
          <w:tblHeader/>
          <w:jc w:val="center"/>
        </w:trPr>
        <w:tc>
          <w:tcPr>
            <w:tcW w:w="1620" w:type="pct"/>
            <w:vMerge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5B70E9" w:rsidRPr="00580B96" w:rsidRDefault="005B70E9" w:rsidP="001454A0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3" w:type="pct"/>
            <w:vAlign w:val="center"/>
          </w:tcPr>
          <w:p w:rsidR="005B70E9" w:rsidRPr="000D6903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2025 г.</w:t>
            </w:r>
          </w:p>
        </w:tc>
        <w:tc>
          <w:tcPr>
            <w:tcW w:w="560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2026 г.</w:t>
            </w:r>
          </w:p>
        </w:tc>
        <w:tc>
          <w:tcPr>
            <w:tcW w:w="506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г.</w:t>
            </w:r>
          </w:p>
        </w:tc>
        <w:tc>
          <w:tcPr>
            <w:tcW w:w="763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г.</w:t>
            </w:r>
          </w:p>
        </w:tc>
      </w:tr>
      <w:tr w:rsidR="005B70E9" w:rsidRPr="00580B96" w:rsidTr="001454A0">
        <w:trPr>
          <w:trHeight w:val="282"/>
          <w:tblHeader/>
          <w:jc w:val="center"/>
        </w:trPr>
        <w:tc>
          <w:tcPr>
            <w:tcW w:w="1620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1</w:t>
            </w:r>
          </w:p>
        </w:tc>
        <w:tc>
          <w:tcPr>
            <w:tcW w:w="1038" w:type="pct"/>
          </w:tcPr>
          <w:p w:rsidR="005B70E9" w:rsidRPr="00580B96" w:rsidRDefault="005B70E9" w:rsidP="001454A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13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60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506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5</w:t>
            </w:r>
          </w:p>
        </w:tc>
        <w:tc>
          <w:tcPr>
            <w:tcW w:w="763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70E9" w:rsidRPr="00580B96" w:rsidTr="001454A0">
        <w:trPr>
          <w:trHeight w:val="433"/>
          <w:jc w:val="center"/>
        </w:trPr>
        <w:tc>
          <w:tcPr>
            <w:tcW w:w="1620" w:type="pct"/>
            <w:vAlign w:val="center"/>
          </w:tcPr>
          <w:p w:rsidR="005B70E9" w:rsidRPr="00C610D5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Доля молодых граждан, вовлеченных в добровольческую деятельность</w:t>
            </w:r>
            <w:proofErr w:type="gramStart"/>
            <w:r w:rsidRPr="00C610D5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038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12</w:t>
            </w:r>
          </w:p>
        </w:tc>
        <w:tc>
          <w:tcPr>
            <w:tcW w:w="513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14</w:t>
            </w:r>
          </w:p>
        </w:tc>
        <w:tc>
          <w:tcPr>
            <w:tcW w:w="560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18</w:t>
            </w:r>
          </w:p>
        </w:tc>
        <w:tc>
          <w:tcPr>
            <w:tcW w:w="506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20</w:t>
            </w:r>
          </w:p>
        </w:tc>
        <w:tc>
          <w:tcPr>
            <w:tcW w:w="763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20</w:t>
            </w:r>
          </w:p>
        </w:tc>
      </w:tr>
      <w:tr w:rsidR="005B70E9" w:rsidRPr="00580B96" w:rsidTr="001454A0">
        <w:trPr>
          <w:trHeight w:val="433"/>
          <w:jc w:val="center"/>
        </w:trPr>
        <w:tc>
          <w:tcPr>
            <w:tcW w:w="1620" w:type="pct"/>
            <w:vAlign w:val="center"/>
          </w:tcPr>
          <w:p w:rsidR="005B70E9" w:rsidRPr="00C610D5" w:rsidRDefault="005B70E9" w:rsidP="001454A0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</w:pPr>
            <w:r w:rsidRPr="00C610D5">
              <w:t xml:space="preserve">Увеличение количества добровольцев </w:t>
            </w:r>
            <w:proofErr w:type="spellStart"/>
            <w:r w:rsidRPr="00C610D5">
              <w:t>Ярцевского</w:t>
            </w:r>
            <w:proofErr w:type="spellEnd"/>
            <w:r w:rsidRPr="00C610D5">
              <w:t xml:space="preserve"> </w:t>
            </w:r>
            <w:r>
              <w:t>муниципального округа</w:t>
            </w:r>
            <w:r w:rsidRPr="00C610D5">
              <w:t xml:space="preserve"> Смоленской области, зарегистрированных </w:t>
            </w:r>
            <w:r w:rsidRPr="00C610D5">
              <w:lastRenderedPageBreak/>
              <w:t>в единой информационной системе "Добровольцы России" (чел.)</w:t>
            </w:r>
          </w:p>
        </w:tc>
        <w:tc>
          <w:tcPr>
            <w:tcW w:w="1038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627</w:t>
            </w:r>
          </w:p>
        </w:tc>
        <w:tc>
          <w:tcPr>
            <w:tcW w:w="513" w:type="pct"/>
            <w:vAlign w:val="center"/>
          </w:tcPr>
          <w:p w:rsidR="005B70E9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B70E9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</w:t>
            </w:r>
          </w:p>
          <w:p w:rsidR="005B70E9" w:rsidRPr="00C610D5" w:rsidRDefault="005B70E9" w:rsidP="001454A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0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</w:t>
            </w:r>
          </w:p>
        </w:tc>
        <w:tc>
          <w:tcPr>
            <w:tcW w:w="506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763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</w:tr>
    </w:tbl>
    <w:p w:rsidR="005B70E9" w:rsidRDefault="005B70E9" w:rsidP="005B70E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right"/>
      </w:pPr>
    </w:p>
    <w:p w:rsidR="005B70E9" w:rsidRDefault="005B70E9">
      <w:pPr>
        <w:spacing w:line="240" w:lineRule="auto"/>
      </w:pPr>
      <w:r>
        <w:br w:type="page"/>
      </w:r>
    </w:p>
    <w:p w:rsidR="005B70E9" w:rsidRDefault="005B70E9" w:rsidP="005B70E9">
      <w:pPr>
        <w:widowControl w:val="0"/>
        <w:autoSpaceDE w:val="0"/>
        <w:autoSpaceDN w:val="0"/>
        <w:adjustRightInd w:val="0"/>
        <w:jc w:val="right"/>
      </w:pPr>
      <w:r w:rsidRPr="0095658F">
        <w:lastRenderedPageBreak/>
        <w:t>Приложение № 2</w:t>
      </w:r>
      <w:r>
        <w:t>.5</w:t>
      </w:r>
      <w:r w:rsidRPr="0095658F">
        <w:t xml:space="preserve">. к Паспорту муниципальной программы  </w:t>
      </w:r>
    </w:p>
    <w:p w:rsidR="005B70E9" w:rsidRPr="0095658F" w:rsidRDefault="005B70E9" w:rsidP="005B70E9">
      <w:pPr>
        <w:widowControl w:val="0"/>
        <w:autoSpaceDE w:val="0"/>
        <w:autoSpaceDN w:val="0"/>
        <w:adjustRightInd w:val="0"/>
        <w:jc w:val="right"/>
        <w:rPr>
          <w:b/>
          <w:spacing w:val="20"/>
        </w:rPr>
      </w:pPr>
      <w:r w:rsidRPr="0095658F">
        <w:t>«Развитие добровольчества (</w:t>
      </w:r>
      <w:proofErr w:type="spellStart"/>
      <w:r w:rsidRPr="0095658F">
        <w:t>волонтерства</w:t>
      </w:r>
      <w:proofErr w:type="spellEnd"/>
      <w:r w:rsidRPr="0095658F">
        <w:t xml:space="preserve">) 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Pr="0095658F">
        <w:t xml:space="preserve">  Смоленской области»</w:t>
      </w:r>
    </w:p>
    <w:p w:rsidR="005B70E9" w:rsidRDefault="005B70E9" w:rsidP="005B70E9">
      <w:pPr>
        <w:jc w:val="center"/>
        <w:rPr>
          <w:b/>
          <w:spacing w:val="20"/>
          <w:sz w:val="28"/>
          <w:szCs w:val="28"/>
        </w:rPr>
      </w:pPr>
    </w:p>
    <w:p w:rsidR="005B70E9" w:rsidRPr="00CB0F0E" w:rsidRDefault="005B70E9" w:rsidP="005B70E9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5B70E9" w:rsidRPr="00CB0F0E" w:rsidRDefault="005B70E9" w:rsidP="005B7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5B70E9" w:rsidRDefault="005B70E9" w:rsidP="005B70E9">
      <w:pPr>
        <w:jc w:val="center"/>
        <w:rPr>
          <w:b/>
          <w:sz w:val="24"/>
          <w:szCs w:val="24"/>
        </w:rPr>
      </w:pPr>
      <w:r w:rsidRPr="008502FB">
        <w:rPr>
          <w:b/>
          <w:sz w:val="24"/>
          <w:szCs w:val="24"/>
        </w:rPr>
        <w:t>«Развитие добровольческой деятельности отдельных категорий граждан»</w:t>
      </w:r>
    </w:p>
    <w:p w:rsidR="005B70E9" w:rsidRPr="008502FB" w:rsidRDefault="005B70E9" w:rsidP="005B70E9">
      <w:pPr>
        <w:jc w:val="center"/>
        <w:rPr>
          <w:b/>
          <w:sz w:val="24"/>
          <w:szCs w:val="24"/>
        </w:rPr>
      </w:pPr>
    </w:p>
    <w:p w:rsidR="005B70E9" w:rsidRPr="00CB0F0E" w:rsidRDefault="005B70E9" w:rsidP="005B70E9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5B70E9" w:rsidRPr="00CB0F0E" w:rsidRDefault="005B70E9" w:rsidP="005B70E9"/>
    <w:tbl>
      <w:tblPr>
        <w:tblStyle w:val="11"/>
        <w:tblW w:w="5000" w:type="pct"/>
        <w:jc w:val="center"/>
        <w:tblLook w:val="04A0"/>
      </w:tblPr>
      <w:tblGrid>
        <w:gridCol w:w="5583"/>
        <w:gridCol w:w="9203"/>
      </w:tblGrid>
      <w:tr w:rsidR="005B70E9" w:rsidRPr="007210E8" w:rsidTr="001454A0">
        <w:trPr>
          <w:trHeight w:val="516"/>
          <w:jc w:val="center"/>
        </w:trPr>
        <w:tc>
          <w:tcPr>
            <w:tcW w:w="1888" w:type="pct"/>
            <w:vAlign w:val="center"/>
          </w:tcPr>
          <w:p w:rsidR="005B70E9" w:rsidRPr="007210E8" w:rsidRDefault="005B70E9" w:rsidP="001454A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5B70E9" w:rsidRPr="005A2027" w:rsidRDefault="005B70E9" w:rsidP="001454A0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5B70E9" w:rsidRPr="00084DFE" w:rsidTr="001454A0">
        <w:trPr>
          <w:trHeight w:val="700"/>
          <w:jc w:val="center"/>
        </w:trPr>
        <w:tc>
          <w:tcPr>
            <w:tcW w:w="1888" w:type="pct"/>
            <w:vAlign w:val="center"/>
          </w:tcPr>
          <w:p w:rsidR="005B70E9" w:rsidRPr="00084DFE" w:rsidRDefault="005B70E9" w:rsidP="001454A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2" w:type="pct"/>
            <w:vAlign w:val="center"/>
          </w:tcPr>
          <w:p w:rsidR="005B70E9" w:rsidRPr="005A2027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D9108D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D9108D">
              <w:rPr>
                <w:sz w:val="24"/>
                <w:szCs w:val="24"/>
              </w:rPr>
              <w:t>«Развитие</w:t>
            </w:r>
            <w:r>
              <w:rPr>
                <w:sz w:val="24"/>
                <w:szCs w:val="24"/>
              </w:rPr>
              <w:t xml:space="preserve"> добровольчества (</w:t>
            </w:r>
            <w:proofErr w:type="spellStart"/>
            <w:r>
              <w:rPr>
                <w:sz w:val="24"/>
                <w:szCs w:val="24"/>
              </w:rPr>
              <w:t>волонтерства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Pr="00D9108D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 </w:t>
            </w:r>
            <w:r w:rsidRPr="00D9108D">
              <w:rPr>
                <w:sz w:val="24"/>
                <w:szCs w:val="24"/>
              </w:rPr>
              <w:t xml:space="preserve">Смоленской области» </w:t>
            </w:r>
          </w:p>
        </w:tc>
      </w:tr>
    </w:tbl>
    <w:p w:rsidR="005B70E9" w:rsidRDefault="005B70E9" w:rsidP="005B70E9"/>
    <w:p w:rsidR="005B70E9" w:rsidRDefault="005B70E9" w:rsidP="005B70E9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p w:rsidR="005B70E9" w:rsidRDefault="005B70E9" w:rsidP="005B7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5067" w:type="pct"/>
        <w:jc w:val="center"/>
        <w:tblLook w:val="04A0"/>
      </w:tblPr>
      <w:tblGrid>
        <w:gridCol w:w="5344"/>
        <w:gridCol w:w="3004"/>
        <w:gridCol w:w="1484"/>
        <w:gridCol w:w="1628"/>
        <w:gridCol w:w="1459"/>
        <w:gridCol w:w="2065"/>
      </w:tblGrid>
      <w:tr w:rsidR="005B70E9" w:rsidRPr="00580B96" w:rsidTr="001454A0">
        <w:trPr>
          <w:tblHeader/>
          <w:jc w:val="center"/>
        </w:trPr>
        <w:tc>
          <w:tcPr>
            <w:tcW w:w="1783" w:type="pct"/>
            <w:vMerge w:val="restart"/>
            <w:vAlign w:val="center"/>
          </w:tcPr>
          <w:p w:rsidR="005B70E9" w:rsidRPr="0013793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137936"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1002" w:type="pct"/>
            <w:vMerge w:val="restart"/>
          </w:tcPr>
          <w:p w:rsidR="005B70E9" w:rsidRPr="00137936" w:rsidRDefault="005B70E9" w:rsidP="001454A0">
            <w:pPr>
              <w:ind w:firstLine="2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2214" w:type="pct"/>
            <w:gridSpan w:val="4"/>
            <w:vAlign w:val="center"/>
          </w:tcPr>
          <w:p w:rsidR="005B70E9" w:rsidRPr="00137936" w:rsidRDefault="005B70E9" w:rsidP="001454A0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5B70E9" w:rsidRPr="00580B96" w:rsidTr="001454A0">
        <w:trPr>
          <w:trHeight w:val="448"/>
          <w:tblHeader/>
          <w:jc w:val="center"/>
        </w:trPr>
        <w:tc>
          <w:tcPr>
            <w:tcW w:w="1783" w:type="pct"/>
            <w:vMerge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02" w:type="pct"/>
            <w:vMerge/>
          </w:tcPr>
          <w:p w:rsidR="005B70E9" w:rsidRPr="00580B96" w:rsidRDefault="005B70E9" w:rsidP="001454A0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5" w:type="pct"/>
            <w:vAlign w:val="center"/>
          </w:tcPr>
          <w:p w:rsidR="005B70E9" w:rsidRPr="000D6903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2025 г.</w:t>
            </w:r>
          </w:p>
        </w:tc>
        <w:tc>
          <w:tcPr>
            <w:tcW w:w="543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2026 г.</w:t>
            </w:r>
          </w:p>
        </w:tc>
        <w:tc>
          <w:tcPr>
            <w:tcW w:w="487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г.</w:t>
            </w:r>
          </w:p>
        </w:tc>
        <w:tc>
          <w:tcPr>
            <w:tcW w:w="689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г.</w:t>
            </w:r>
          </w:p>
        </w:tc>
      </w:tr>
      <w:tr w:rsidR="005B70E9" w:rsidRPr="00580B96" w:rsidTr="001454A0">
        <w:trPr>
          <w:trHeight w:val="282"/>
          <w:tblHeader/>
          <w:jc w:val="center"/>
        </w:trPr>
        <w:tc>
          <w:tcPr>
            <w:tcW w:w="1783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1</w:t>
            </w:r>
          </w:p>
        </w:tc>
        <w:tc>
          <w:tcPr>
            <w:tcW w:w="1002" w:type="pct"/>
          </w:tcPr>
          <w:p w:rsidR="005B70E9" w:rsidRPr="00580B96" w:rsidRDefault="005B70E9" w:rsidP="001454A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495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43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7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5</w:t>
            </w:r>
          </w:p>
        </w:tc>
        <w:tc>
          <w:tcPr>
            <w:tcW w:w="689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70E9" w:rsidRPr="00580B96" w:rsidTr="001454A0">
        <w:trPr>
          <w:trHeight w:val="433"/>
          <w:jc w:val="center"/>
        </w:trPr>
        <w:tc>
          <w:tcPr>
            <w:tcW w:w="1783" w:type="pct"/>
            <w:vAlign w:val="center"/>
          </w:tcPr>
          <w:p w:rsidR="005B70E9" w:rsidRPr="00C610D5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Доля молодых граждан, вовлеченных в добровольческую деятельность</w:t>
            </w:r>
            <w:proofErr w:type="gramStart"/>
            <w:r w:rsidRPr="00C610D5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002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12</w:t>
            </w:r>
          </w:p>
        </w:tc>
        <w:tc>
          <w:tcPr>
            <w:tcW w:w="495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14</w:t>
            </w:r>
          </w:p>
        </w:tc>
        <w:tc>
          <w:tcPr>
            <w:tcW w:w="543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18</w:t>
            </w:r>
          </w:p>
        </w:tc>
        <w:tc>
          <w:tcPr>
            <w:tcW w:w="487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20</w:t>
            </w:r>
          </w:p>
        </w:tc>
        <w:tc>
          <w:tcPr>
            <w:tcW w:w="689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20</w:t>
            </w:r>
          </w:p>
        </w:tc>
      </w:tr>
      <w:tr w:rsidR="005B70E9" w:rsidRPr="00580B96" w:rsidTr="001454A0">
        <w:trPr>
          <w:trHeight w:val="433"/>
          <w:jc w:val="center"/>
        </w:trPr>
        <w:tc>
          <w:tcPr>
            <w:tcW w:w="1783" w:type="pct"/>
            <w:vAlign w:val="center"/>
          </w:tcPr>
          <w:p w:rsidR="005B70E9" w:rsidRPr="00C610D5" w:rsidRDefault="005B70E9" w:rsidP="001454A0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</w:pPr>
            <w:r w:rsidRPr="00C610D5">
              <w:t xml:space="preserve">Увеличение количества добровольцев </w:t>
            </w:r>
            <w:proofErr w:type="spellStart"/>
            <w:r w:rsidRPr="00C610D5">
              <w:t>Ярцевского</w:t>
            </w:r>
            <w:proofErr w:type="spellEnd"/>
            <w:r w:rsidRPr="00C610D5">
              <w:t xml:space="preserve"> </w:t>
            </w:r>
            <w:r>
              <w:t>муниципального округа</w:t>
            </w:r>
            <w:r w:rsidRPr="00C610D5">
              <w:t xml:space="preserve">  Смоленской области, зарегистрированных в единой </w:t>
            </w:r>
            <w:r w:rsidRPr="00C610D5">
              <w:lastRenderedPageBreak/>
              <w:t>информационной системе "Добровольцы России" (чел.)</w:t>
            </w:r>
          </w:p>
        </w:tc>
        <w:tc>
          <w:tcPr>
            <w:tcW w:w="1002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627</w:t>
            </w:r>
          </w:p>
        </w:tc>
        <w:tc>
          <w:tcPr>
            <w:tcW w:w="495" w:type="pct"/>
            <w:vAlign w:val="center"/>
          </w:tcPr>
          <w:p w:rsidR="005B70E9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B70E9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</w:t>
            </w:r>
          </w:p>
          <w:p w:rsidR="005B70E9" w:rsidRPr="00C610D5" w:rsidRDefault="005B70E9" w:rsidP="001454A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43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</w:t>
            </w:r>
          </w:p>
        </w:tc>
        <w:tc>
          <w:tcPr>
            <w:tcW w:w="487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689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</w:tr>
    </w:tbl>
    <w:p w:rsidR="005B70E9" w:rsidRDefault="005B70E9" w:rsidP="005B70E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right"/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right"/>
      </w:pPr>
    </w:p>
    <w:p w:rsidR="005B70E9" w:rsidRDefault="005B70E9">
      <w:pPr>
        <w:spacing w:line="240" w:lineRule="auto"/>
      </w:pPr>
      <w:r>
        <w:br w:type="page"/>
      </w:r>
    </w:p>
    <w:p w:rsidR="005B70E9" w:rsidRDefault="005B70E9" w:rsidP="005B70E9">
      <w:pPr>
        <w:widowControl w:val="0"/>
        <w:autoSpaceDE w:val="0"/>
        <w:autoSpaceDN w:val="0"/>
        <w:adjustRightInd w:val="0"/>
        <w:jc w:val="right"/>
      </w:pPr>
      <w:r w:rsidRPr="0095658F">
        <w:lastRenderedPageBreak/>
        <w:t>Приложение № 2</w:t>
      </w:r>
      <w:r>
        <w:t>.6</w:t>
      </w:r>
      <w:r w:rsidRPr="0095658F">
        <w:t xml:space="preserve">. к Паспорту муниципальной программы  </w:t>
      </w:r>
    </w:p>
    <w:p w:rsidR="005B70E9" w:rsidRPr="0095658F" w:rsidRDefault="005B70E9" w:rsidP="005B70E9">
      <w:pPr>
        <w:widowControl w:val="0"/>
        <w:autoSpaceDE w:val="0"/>
        <w:autoSpaceDN w:val="0"/>
        <w:adjustRightInd w:val="0"/>
        <w:jc w:val="right"/>
        <w:rPr>
          <w:b/>
          <w:spacing w:val="20"/>
        </w:rPr>
      </w:pPr>
      <w:r w:rsidRPr="0095658F">
        <w:t>«Развитие добровольчества (</w:t>
      </w:r>
      <w:proofErr w:type="spellStart"/>
      <w:r w:rsidRPr="0095658F">
        <w:t>волонтерства</w:t>
      </w:r>
      <w:proofErr w:type="spellEnd"/>
      <w:r w:rsidRPr="0095658F">
        <w:t xml:space="preserve">) 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Pr="0095658F">
        <w:t xml:space="preserve">  Смоленской области»</w:t>
      </w:r>
    </w:p>
    <w:p w:rsidR="005B70E9" w:rsidRDefault="005B70E9" w:rsidP="005B70E9">
      <w:pPr>
        <w:jc w:val="center"/>
        <w:rPr>
          <w:b/>
          <w:spacing w:val="20"/>
          <w:sz w:val="28"/>
          <w:szCs w:val="28"/>
        </w:rPr>
      </w:pPr>
    </w:p>
    <w:p w:rsidR="005B70E9" w:rsidRPr="00CB0F0E" w:rsidRDefault="005B70E9" w:rsidP="005B70E9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5B70E9" w:rsidRPr="00CB0F0E" w:rsidRDefault="005B70E9" w:rsidP="005B7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5B70E9" w:rsidRPr="00AA1874" w:rsidRDefault="005B70E9" w:rsidP="005B70E9">
      <w:pPr>
        <w:jc w:val="center"/>
        <w:rPr>
          <w:b/>
          <w:sz w:val="24"/>
          <w:szCs w:val="24"/>
        </w:rPr>
      </w:pPr>
      <w:r w:rsidRPr="00AA1874">
        <w:rPr>
          <w:b/>
          <w:sz w:val="24"/>
          <w:szCs w:val="24"/>
        </w:rPr>
        <w:t>«Содействие реализации отдельных направлений добровольческой деятельности»</w:t>
      </w:r>
    </w:p>
    <w:p w:rsidR="005B70E9" w:rsidRDefault="005B70E9" w:rsidP="005B70E9">
      <w:pPr>
        <w:jc w:val="center"/>
        <w:rPr>
          <w:b/>
          <w:sz w:val="28"/>
          <w:szCs w:val="28"/>
        </w:rPr>
      </w:pPr>
    </w:p>
    <w:p w:rsidR="005B70E9" w:rsidRPr="00CB0F0E" w:rsidRDefault="005B70E9" w:rsidP="005B70E9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5B70E9" w:rsidRPr="00CB0F0E" w:rsidRDefault="005B70E9" w:rsidP="005B70E9"/>
    <w:tbl>
      <w:tblPr>
        <w:tblStyle w:val="11"/>
        <w:tblW w:w="5000" w:type="pct"/>
        <w:jc w:val="center"/>
        <w:tblLook w:val="04A0"/>
      </w:tblPr>
      <w:tblGrid>
        <w:gridCol w:w="5583"/>
        <w:gridCol w:w="9203"/>
      </w:tblGrid>
      <w:tr w:rsidR="005B70E9" w:rsidRPr="007210E8" w:rsidTr="001454A0">
        <w:trPr>
          <w:trHeight w:val="516"/>
          <w:jc w:val="center"/>
        </w:trPr>
        <w:tc>
          <w:tcPr>
            <w:tcW w:w="1888" w:type="pct"/>
            <w:vAlign w:val="center"/>
          </w:tcPr>
          <w:p w:rsidR="005B70E9" w:rsidRPr="007210E8" w:rsidRDefault="005B70E9" w:rsidP="001454A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5B70E9" w:rsidRPr="005A2027" w:rsidRDefault="005B70E9" w:rsidP="001454A0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5B70E9" w:rsidRPr="00084DFE" w:rsidTr="001454A0">
        <w:trPr>
          <w:trHeight w:val="700"/>
          <w:jc w:val="center"/>
        </w:trPr>
        <w:tc>
          <w:tcPr>
            <w:tcW w:w="1888" w:type="pct"/>
            <w:vAlign w:val="center"/>
          </w:tcPr>
          <w:p w:rsidR="005B70E9" w:rsidRPr="00084DFE" w:rsidRDefault="005B70E9" w:rsidP="001454A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2" w:type="pct"/>
            <w:vAlign w:val="center"/>
          </w:tcPr>
          <w:p w:rsidR="005B70E9" w:rsidRPr="005A2027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D9108D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D9108D">
              <w:rPr>
                <w:sz w:val="24"/>
                <w:szCs w:val="24"/>
              </w:rPr>
              <w:t>«Развитие</w:t>
            </w:r>
            <w:r>
              <w:rPr>
                <w:sz w:val="24"/>
                <w:szCs w:val="24"/>
              </w:rPr>
              <w:t xml:space="preserve"> добровольчества (</w:t>
            </w:r>
            <w:proofErr w:type="spellStart"/>
            <w:r>
              <w:rPr>
                <w:sz w:val="24"/>
                <w:szCs w:val="24"/>
              </w:rPr>
              <w:t>волонтерства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Pr="00D9108D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 </w:t>
            </w:r>
            <w:r w:rsidRPr="00D9108D">
              <w:rPr>
                <w:sz w:val="24"/>
                <w:szCs w:val="24"/>
              </w:rPr>
              <w:t xml:space="preserve">Смоленской области» </w:t>
            </w:r>
          </w:p>
        </w:tc>
      </w:tr>
    </w:tbl>
    <w:p w:rsidR="005B70E9" w:rsidRDefault="005B70E9" w:rsidP="005B70E9"/>
    <w:p w:rsidR="005B70E9" w:rsidRDefault="005B70E9" w:rsidP="005B70E9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p w:rsidR="005B70E9" w:rsidRDefault="005B70E9" w:rsidP="005B7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4972" w:type="pct"/>
        <w:jc w:val="center"/>
        <w:tblInd w:w="-40" w:type="dxa"/>
        <w:tblLook w:val="04A0"/>
      </w:tblPr>
      <w:tblGrid>
        <w:gridCol w:w="5826"/>
        <w:gridCol w:w="3005"/>
        <w:gridCol w:w="1482"/>
        <w:gridCol w:w="1626"/>
        <w:gridCol w:w="1464"/>
        <w:gridCol w:w="1300"/>
      </w:tblGrid>
      <w:tr w:rsidR="005B70E9" w:rsidRPr="00580B96" w:rsidTr="001454A0">
        <w:trPr>
          <w:tblHeader/>
          <w:jc w:val="center"/>
        </w:trPr>
        <w:tc>
          <w:tcPr>
            <w:tcW w:w="1981" w:type="pct"/>
            <w:vMerge w:val="restart"/>
            <w:vAlign w:val="center"/>
          </w:tcPr>
          <w:p w:rsidR="005B70E9" w:rsidRPr="0013793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137936"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1022" w:type="pct"/>
            <w:vMerge w:val="restart"/>
          </w:tcPr>
          <w:p w:rsidR="005B70E9" w:rsidRPr="00137936" w:rsidRDefault="005B70E9" w:rsidP="001454A0">
            <w:pPr>
              <w:ind w:firstLine="2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997" w:type="pct"/>
            <w:gridSpan w:val="4"/>
            <w:vAlign w:val="center"/>
          </w:tcPr>
          <w:p w:rsidR="005B70E9" w:rsidRPr="00137936" w:rsidRDefault="005B70E9" w:rsidP="001454A0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5B70E9" w:rsidRPr="00580B96" w:rsidTr="001454A0">
        <w:trPr>
          <w:trHeight w:val="448"/>
          <w:tblHeader/>
          <w:jc w:val="center"/>
        </w:trPr>
        <w:tc>
          <w:tcPr>
            <w:tcW w:w="1981" w:type="pct"/>
            <w:vMerge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2" w:type="pct"/>
            <w:vMerge/>
          </w:tcPr>
          <w:p w:rsidR="005B70E9" w:rsidRPr="00580B96" w:rsidRDefault="005B70E9" w:rsidP="001454A0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04" w:type="pct"/>
            <w:vAlign w:val="center"/>
          </w:tcPr>
          <w:p w:rsidR="005B70E9" w:rsidRPr="000D6903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2025 г.</w:t>
            </w:r>
          </w:p>
        </w:tc>
        <w:tc>
          <w:tcPr>
            <w:tcW w:w="553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2026 г.</w:t>
            </w:r>
          </w:p>
        </w:tc>
        <w:tc>
          <w:tcPr>
            <w:tcW w:w="498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г.</w:t>
            </w:r>
          </w:p>
        </w:tc>
        <w:tc>
          <w:tcPr>
            <w:tcW w:w="442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г.</w:t>
            </w:r>
          </w:p>
        </w:tc>
      </w:tr>
      <w:tr w:rsidR="005B70E9" w:rsidRPr="00580B96" w:rsidTr="001454A0">
        <w:trPr>
          <w:trHeight w:val="282"/>
          <w:tblHeader/>
          <w:jc w:val="center"/>
        </w:trPr>
        <w:tc>
          <w:tcPr>
            <w:tcW w:w="1981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1</w:t>
            </w:r>
          </w:p>
        </w:tc>
        <w:tc>
          <w:tcPr>
            <w:tcW w:w="1022" w:type="pct"/>
          </w:tcPr>
          <w:p w:rsidR="005B70E9" w:rsidRPr="00580B96" w:rsidRDefault="005B70E9" w:rsidP="001454A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04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53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98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5</w:t>
            </w:r>
          </w:p>
        </w:tc>
        <w:tc>
          <w:tcPr>
            <w:tcW w:w="442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70E9" w:rsidRPr="00580B96" w:rsidTr="001454A0">
        <w:trPr>
          <w:trHeight w:val="433"/>
          <w:jc w:val="center"/>
        </w:trPr>
        <w:tc>
          <w:tcPr>
            <w:tcW w:w="1981" w:type="pct"/>
            <w:vAlign w:val="center"/>
          </w:tcPr>
          <w:p w:rsidR="005B70E9" w:rsidRPr="00C610D5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Доля молодых граждан, вовлеченных в добровольческую деятельность</w:t>
            </w:r>
            <w:proofErr w:type="gramStart"/>
            <w:r w:rsidRPr="00C610D5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022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12</w:t>
            </w:r>
          </w:p>
        </w:tc>
        <w:tc>
          <w:tcPr>
            <w:tcW w:w="504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14</w:t>
            </w:r>
          </w:p>
        </w:tc>
        <w:tc>
          <w:tcPr>
            <w:tcW w:w="553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18</w:t>
            </w:r>
          </w:p>
        </w:tc>
        <w:tc>
          <w:tcPr>
            <w:tcW w:w="498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20</w:t>
            </w:r>
          </w:p>
        </w:tc>
        <w:tc>
          <w:tcPr>
            <w:tcW w:w="442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20</w:t>
            </w:r>
          </w:p>
        </w:tc>
      </w:tr>
      <w:tr w:rsidR="005B70E9" w:rsidRPr="00580B96" w:rsidTr="001454A0">
        <w:trPr>
          <w:trHeight w:val="433"/>
          <w:jc w:val="center"/>
        </w:trPr>
        <w:tc>
          <w:tcPr>
            <w:tcW w:w="1981" w:type="pct"/>
            <w:vAlign w:val="center"/>
          </w:tcPr>
          <w:p w:rsidR="005B70E9" w:rsidRPr="00C610D5" w:rsidRDefault="005B70E9" w:rsidP="001454A0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</w:pPr>
            <w:r>
              <w:t>У</w:t>
            </w:r>
            <w:r w:rsidRPr="00C610D5">
              <w:t>величение количества координаторов волонтерского движения, прошедших обуч</w:t>
            </w:r>
            <w:r>
              <w:t>ение</w:t>
            </w:r>
          </w:p>
        </w:tc>
        <w:tc>
          <w:tcPr>
            <w:tcW w:w="1022" w:type="pct"/>
            <w:vAlign w:val="center"/>
          </w:tcPr>
          <w:p w:rsidR="005B70E9" w:rsidRPr="00C610D5" w:rsidRDefault="005B70E9" w:rsidP="001454A0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4" w:type="pct"/>
            <w:vAlign w:val="center"/>
          </w:tcPr>
          <w:p w:rsidR="005B70E9" w:rsidRPr="00C610D5" w:rsidRDefault="005B70E9" w:rsidP="001454A0">
            <w:pPr>
              <w:spacing w:before="240" w:after="24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3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98" w:type="pct"/>
            <w:vAlign w:val="center"/>
          </w:tcPr>
          <w:p w:rsidR="005B70E9" w:rsidRPr="00C610D5" w:rsidRDefault="005B70E9" w:rsidP="001454A0">
            <w:pPr>
              <w:spacing w:before="240" w:after="240"/>
              <w:ind w:hanging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42" w:type="pct"/>
            <w:vAlign w:val="center"/>
          </w:tcPr>
          <w:p w:rsidR="005B70E9" w:rsidRPr="00C610D5" w:rsidRDefault="005B70E9" w:rsidP="001454A0">
            <w:pPr>
              <w:spacing w:before="240" w:after="240"/>
              <w:ind w:hanging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</w:tbl>
    <w:p w:rsidR="005B70E9" w:rsidRDefault="005B70E9" w:rsidP="005B70E9">
      <w:pPr>
        <w:widowControl w:val="0"/>
        <w:autoSpaceDE w:val="0"/>
        <w:autoSpaceDN w:val="0"/>
        <w:adjustRightInd w:val="0"/>
        <w:jc w:val="right"/>
      </w:pPr>
      <w:r w:rsidRPr="0095658F">
        <w:lastRenderedPageBreak/>
        <w:t>Приложение № 2</w:t>
      </w:r>
      <w:r>
        <w:t>.7</w:t>
      </w:r>
      <w:r w:rsidRPr="0095658F">
        <w:t xml:space="preserve">. к Паспорту муниципальной программы  </w:t>
      </w:r>
    </w:p>
    <w:p w:rsidR="005B70E9" w:rsidRPr="0095658F" w:rsidRDefault="005B70E9" w:rsidP="005B70E9">
      <w:pPr>
        <w:widowControl w:val="0"/>
        <w:autoSpaceDE w:val="0"/>
        <w:autoSpaceDN w:val="0"/>
        <w:adjustRightInd w:val="0"/>
        <w:jc w:val="right"/>
        <w:rPr>
          <w:b/>
          <w:spacing w:val="20"/>
        </w:rPr>
      </w:pPr>
      <w:r w:rsidRPr="0095658F">
        <w:t>«Развитие добровольчества (</w:t>
      </w:r>
      <w:proofErr w:type="spellStart"/>
      <w:r w:rsidRPr="0095658F">
        <w:t>волонтерства</w:t>
      </w:r>
      <w:proofErr w:type="spellEnd"/>
      <w:r w:rsidRPr="0095658F">
        <w:t xml:space="preserve">) 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Pr="0095658F">
        <w:t xml:space="preserve">  Смоленской области»</w:t>
      </w:r>
    </w:p>
    <w:p w:rsidR="005B70E9" w:rsidRDefault="005B70E9" w:rsidP="005B70E9">
      <w:pPr>
        <w:jc w:val="center"/>
        <w:rPr>
          <w:b/>
          <w:spacing w:val="20"/>
          <w:sz w:val="28"/>
          <w:szCs w:val="28"/>
        </w:rPr>
      </w:pPr>
    </w:p>
    <w:p w:rsidR="005B70E9" w:rsidRPr="00CB0F0E" w:rsidRDefault="005B70E9" w:rsidP="005B70E9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5B70E9" w:rsidRPr="00CB0F0E" w:rsidRDefault="005B70E9" w:rsidP="005B7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5B70E9" w:rsidRPr="00E917DE" w:rsidRDefault="005B70E9" w:rsidP="005B70E9">
      <w:pPr>
        <w:jc w:val="center"/>
        <w:rPr>
          <w:b/>
          <w:sz w:val="24"/>
          <w:szCs w:val="24"/>
        </w:rPr>
      </w:pPr>
      <w:r w:rsidRPr="00E917DE">
        <w:rPr>
          <w:b/>
          <w:sz w:val="24"/>
          <w:szCs w:val="24"/>
        </w:rPr>
        <w:t>«Проведение значимых событий на территории муниципального образования «</w:t>
      </w:r>
      <w:proofErr w:type="spellStart"/>
      <w:r w:rsidRPr="00E917DE">
        <w:rPr>
          <w:b/>
          <w:sz w:val="24"/>
          <w:szCs w:val="24"/>
        </w:rPr>
        <w:t>Ярцевский</w:t>
      </w:r>
      <w:proofErr w:type="spellEnd"/>
      <w:r>
        <w:rPr>
          <w:b/>
          <w:sz w:val="24"/>
          <w:szCs w:val="24"/>
        </w:rPr>
        <w:t xml:space="preserve"> муниципальный округ»</w:t>
      </w:r>
      <w:r w:rsidRPr="00E917DE">
        <w:rPr>
          <w:b/>
          <w:sz w:val="24"/>
          <w:szCs w:val="24"/>
        </w:rPr>
        <w:t>» Смоленской области»</w:t>
      </w:r>
    </w:p>
    <w:p w:rsidR="005B70E9" w:rsidRDefault="005B70E9" w:rsidP="005B70E9">
      <w:pPr>
        <w:jc w:val="center"/>
        <w:rPr>
          <w:b/>
          <w:sz w:val="28"/>
          <w:szCs w:val="28"/>
        </w:rPr>
      </w:pPr>
    </w:p>
    <w:p w:rsidR="005B70E9" w:rsidRPr="00CB0F0E" w:rsidRDefault="005B70E9" w:rsidP="005B70E9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5B70E9" w:rsidRPr="00CB0F0E" w:rsidRDefault="005B70E9" w:rsidP="005B70E9"/>
    <w:tbl>
      <w:tblPr>
        <w:tblStyle w:val="11"/>
        <w:tblW w:w="5000" w:type="pct"/>
        <w:jc w:val="center"/>
        <w:tblLook w:val="04A0"/>
      </w:tblPr>
      <w:tblGrid>
        <w:gridCol w:w="5583"/>
        <w:gridCol w:w="9203"/>
      </w:tblGrid>
      <w:tr w:rsidR="005B70E9" w:rsidRPr="007210E8" w:rsidTr="001454A0">
        <w:trPr>
          <w:trHeight w:val="516"/>
          <w:jc w:val="center"/>
        </w:trPr>
        <w:tc>
          <w:tcPr>
            <w:tcW w:w="1888" w:type="pct"/>
            <w:vAlign w:val="center"/>
          </w:tcPr>
          <w:p w:rsidR="005B70E9" w:rsidRPr="007210E8" w:rsidRDefault="005B70E9" w:rsidP="001454A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5B70E9" w:rsidRPr="005A2027" w:rsidRDefault="005B70E9" w:rsidP="001454A0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5B70E9" w:rsidRPr="00084DFE" w:rsidTr="001454A0">
        <w:trPr>
          <w:trHeight w:val="700"/>
          <w:jc w:val="center"/>
        </w:trPr>
        <w:tc>
          <w:tcPr>
            <w:tcW w:w="1888" w:type="pct"/>
            <w:vAlign w:val="center"/>
          </w:tcPr>
          <w:p w:rsidR="005B70E9" w:rsidRPr="00084DFE" w:rsidRDefault="005B70E9" w:rsidP="001454A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2" w:type="pct"/>
            <w:vAlign w:val="center"/>
          </w:tcPr>
          <w:p w:rsidR="005B70E9" w:rsidRPr="005A2027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D9108D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D9108D">
              <w:rPr>
                <w:sz w:val="24"/>
                <w:szCs w:val="24"/>
              </w:rPr>
              <w:t>«Развитие</w:t>
            </w:r>
            <w:r>
              <w:rPr>
                <w:sz w:val="24"/>
                <w:szCs w:val="24"/>
              </w:rPr>
              <w:t xml:space="preserve"> добровольчества (</w:t>
            </w:r>
            <w:proofErr w:type="spellStart"/>
            <w:r>
              <w:rPr>
                <w:sz w:val="24"/>
                <w:szCs w:val="24"/>
              </w:rPr>
              <w:t>волонтерства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Pr="00D9108D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D9108D">
              <w:rPr>
                <w:sz w:val="24"/>
                <w:szCs w:val="24"/>
              </w:rPr>
              <w:t xml:space="preserve"> Смоленской области» </w:t>
            </w:r>
          </w:p>
        </w:tc>
      </w:tr>
    </w:tbl>
    <w:p w:rsidR="005B70E9" w:rsidRDefault="005B70E9" w:rsidP="005B70E9"/>
    <w:p w:rsidR="005B70E9" w:rsidRDefault="005B70E9" w:rsidP="005B70E9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p w:rsidR="005B70E9" w:rsidRDefault="005B70E9" w:rsidP="005B7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5087" w:type="pct"/>
        <w:jc w:val="center"/>
        <w:tblLook w:val="04A0"/>
      </w:tblPr>
      <w:tblGrid>
        <w:gridCol w:w="5812"/>
        <w:gridCol w:w="3003"/>
        <w:gridCol w:w="1483"/>
        <w:gridCol w:w="1625"/>
        <w:gridCol w:w="1465"/>
        <w:gridCol w:w="1655"/>
      </w:tblGrid>
      <w:tr w:rsidR="005B70E9" w:rsidRPr="00580B96" w:rsidTr="001454A0">
        <w:trPr>
          <w:tblHeader/>
          <w:jc w:val="center"/>
        </w:trPr>
        <w:tc>
          <w:tcPr>
            <w:tcW w:w="1932" w:type="pct"/>
            <w:vMerge w:val="restart"/>
            <w:vAlign w:val="center"/>
          </w:tcPr>
          <w:p w:rsidR="005B70E9" w:rsidRPr="0013793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137936"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998" w:type="pct"/>
            <w:vMerge w:val="restart"/>
          </w:tcPr>
          <w:p w:rsidR="005B70E9" w:rsidRPr="00137936" w:rsidRDefault="005B70E9" w:rsidP="001454A0">
            <w:pPr>
              <w:ind w:firstLine="2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2070" w:type="pct"/>
            <w:gridSpan w:val="4"/>
            <w:vAlign w:val="center"/>
          </w:tcPr>
          <w:p w:rsidR="005B70E9" w:rsidRPr="00137936" w:rsidRDefault="005B70E9" w:rsidP="001454A0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5B70E9" w:rsidRPr="00580B96" w:rsidTr="001454A0">
        <w:trPr>
          <w:trHeight w:val="448"/>
          <w:tblHeader/>
          <w:jc w:val="center"/>
        </w:trPr>
        <w:tc>
          <w:tcPr>
            <w:tcW w:w="1932" w:type="pct"/>
            <w:vMerge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pct"/>
            <w:vMerge/>
          </w:tcPr>
          <w:p w:rsidR="005B70E9" w:rsidRPr="00580B96" w:rsidRDefault="005B70E9" w:rsidP="001454A0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3" w:type="pct"/>
            <w:vAlign w:val="center"/>
          </w:tcPr>
          <w:p w:rsidR="005B70E9" w:rsidRPr="000D6903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2025 г.</w:t>
            </w:r>
          </w:p>
        </w:tc>
        <w:tc>
          <w:tcPr>
            <w:tcW w:w="540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2026 г.</w:t>
            </w:r>
          </w:p>
        </w:tc>
        <w:tc>
          <w:tcPr>
            <w:tcW w:w="487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г.</w:t>
            </w:r>
          </w:p>
        </w:tc>
        <w:tc>
          <w:tcPr>
            <w:tcW w:w="550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г.</w:t>
            </w:r>
          </w:p>
        </w:tc>
      </w:tr>
      <w:tr w:rsidR="005B70E9" w:rsidRPr="00580B96" w:rsidTr="001454A0">
        <w:trPr>
          <w:trHeight w:val="282"/>
          <w:tblHeader/>
          <w:jc w:val="center"/>
        </w:trPr>
        <w:tc>
          <w:tcPr>
            <w:tcW w:w="1932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1</w:t>
            </w:r>
          </w:p>
        </w:tc>
        <w:tc>
          <w:tcPr>
            <w:tcW w:w="998" w:type="pct"/>
          </w:tcPr>
          <w:p w:rsidR="005B70E9" w:rsidRPr="00580B96" w:rsidRDefault="005B70E9" w:rsidP="001454A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40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7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5B70E9" w:rsidRPr="00580B96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70E9" w:rsidRPr="00580B96" w:rsidTr="001454A0">
        <w:trPr>
          <w:trHeight w:val="433"/>
          <w:jc w:val="center"/>
        </w:trPr>
        <w:tc>
          <w:tcPr>
            <w:tcW w:w="1932" w:type="pct"/>
            <w:vAlign w:val="center"/>
          </w:tcPr>
          <w:p w:rsidR="005B70E9" w:rsidRPr="00C610D5" w:rsidRDefault="005B70E9" w:rsidP="001454A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Доля молодых граждан, вовлеченных в добровольческую деятельность</w:t>
            </w:r>
            <w:proofErr w:type="gramStart"/>
            <w:r w:rsidRPr="00C610D5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998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12</w:t>
            </w:r>
          </w:p>
        </w:tc>
        <w:tc>
          <w:tcPr>
            <w:tcW w:w="493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14</w:t>
            </w:r>
          </w:p>
        </w:tc>
        <w:tc>
          <w:tcPr>
            <w:tcW w:w="540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18</w:t>
            </w:r>
          </w:p>
        </w:tc>
        <w:tc>
          <w:tcPr>
            <w:tcW w:w="487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20</w:t>
            </w:r>
          </w:p>
        </w:tc>
        <w:tc>
          <w:tcPr>
            <w:tcW w:w="550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20</w:t>
            </w:r>
          </w:p>
        </w:tc>
      </w:tr>
      <w:tr w:rsidR="005B70E9" w:rsidRPr="00580B96" w:rsidTr="001454A0">
        <w:trPr>
          <w:trHeight w:val="433"/>
          <w:jc w:val="center"/>
        </w:trPr>
        <w:tc>
          <w:tcPr>
            <w:tcW w:w="1932" w:type="pct"/>
            <w:vAlign w:val="center"/>
          </w:tcPr>
          <w:p w:rsidR="005B70E9" w:rsidRPr="00C610D5" w:rsidRDefault="005B70E9" w:rsidP="001454A0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</w:pPr>
            <w:r w:rsidRPr="00C610D5">
              <w:t xml:space="preserve">Увеличение количества добровольцев </w:t>
            </w:r>
            <w:proofErr w:type="spellStart"/>
            <w:r w:rsidRPr="00C610D5">
              <w:t>Ярцевского</w:t>
            </w:r>
            <w:proofErr w:type="spellEnd"/>
            <w:r w:rsidRPr="00C610D5">
              <w:t xml:space="preserve"> </w:t>
            </w:r>
            <w:r>
              <w:t>муниципального округа</w:t>
            </w:r>
            <w:r w:rsidRPr="00C610D5">
              <w:t xml:space="preserve">  Смоленской области, </w:t>
            </w:r>
            <w:r w:rsidRPr="00C610D5">
              <w:lastRenderedPageBreak/>
              <w:t>зарегистрированных в единой информационной системе "Добровольцы России" (чел.)</w:t>
            </w:r>
          </w:p>
        </w:tc>
        <w:tc>
          <w:tcPr>
            <w:tcW w:w="998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627</w:t>
            </w:r>
          </w:p>
        </w:tc>
        <w:tc>
          <w:tcPr>
            <w:tcW w:w="493" w:type="pct"/>
            <w:vAlign w:val="center"/>
          </w:tcPr>
          <w:p w:rsidR="005B70E9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B70E9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</w:t>
            </w:r>
          </w:p>
          <w:p w:rsidR="005B70E9" w:rsidRPr="00C610D5" w:rsidRDefault="005B70E9" w:rsidP="001454A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40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627</w:t>
            </w:r>
          </w:p>
        </w:tc>
        <w:tc>
          <w:tcPr>
            <w:tcW w:w="487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550" w:type="pct"/>
            <w:vAlign w:val="center"/>
          </w:tcPr>
          <w:p w:rsidR="005B70E9" w:rsidRPr="00C610D5" w:rsidRDefault="005B70E9" w:rsidP="001454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</w:tr>
    </w:tbl>
    <w:p w:rsidR="005B70E9" w:rsidRDefault="005B70E9" w:rsidP="005B70E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70E9" w:rsidRDefault="005B70E9" w:rsidP="005B70E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70E9" w:rsidRDefault="005B70E9">
      <w:pPr>
        <w:spacing w:line="240" w:lineRule="auto"/>
      </w:pPr>
      <w:r>
        <w:br w:type="page"/>
      </w:r>
    </w:p>
    <w:p w:rsidR="005B70E9" w:rsidRDefault="005B70E9" w:rsidP="005B70E9">
      <w:pPr>
        <w:widowControl w:val="0"/>
        <w:autoSpaceDE w:val="0"/>
        <w:autoSpaceDN w:val="0"/>
        <w:adjustRightInd w:val="0"/>
        <w:jc w:val="right"/>
      </w:pPr>
      <w:r>
        <w:lastRenderedPageBreak/>
        <w:t xml:space="preserve">Приложение № 3 </w:t>
      </w:r>
      <w:r w:rsidRPr="00A05D91">
        <w:t xml:space="preserve"> к Паспорту муниципальной программы</w:t>
      </w:r>
    </w:p>
    <w:p w:rsidR="005B70E9" w:rsidRPr="0095658F" w:rsidRDefault="005B70E9" w:rsidP="005B70E9">
      <w:pPr>
        <w:widowControl w:val="0"/>
        <w:autoSpaceDE w:val="0"/>
        <w:autoSpaceDN w:val="0"/>
        <w:adjustRightInd w:val="0"/>
        <w:jc w:val="right"/>
        <w:rPr>
          <w:b/>
          <w:spacing w:val="20"/>
        </w:rPr>
      </w:pPr>
      <w:r w:rsidRPr="00A05D91">
        <w:t xml:space="preserve"> </w:t>
      </w:r>
      <w:r w:rsidRPr="0095658F">
        <w:t>«Развитие добровольчества (</w:t>
      </w:r>
      <w:proofErr w:type="spellStart"/>
      <w:r w:rsidRPr="0095658F">
        <w:t>волонтерства</w:t>
      </w:r>
      <w:proofErr w:type="spellEnd"/>
      <w:r w:rsidRPr="0095658F">
        <w:t xml:space="preserve">) 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Pr="0095658F">
        <w:t xml:space="preserve">  Смоленской области»</w:t>
      </w:r>
    </w:p>
    <w:p w:rsidR="005B70E9" w:rsidRDefault="005B70E9" w:rsidP="005B70E9">
      <w:pPr>
        <w:jc w:val="center"/>
        <w:rPr>
          <w:b/>
          <w:spacing w:val="20"/>
          <w:sz w:val="28"/>
          <w:szCs w:val="28"/>
        </w:rPr>
      </w:pPr>
    </w:p>
    <w:p w:rsidR="005B70E9" w:rsidRDefault="005B70E9" w:rsidP="005B70E9">
      <w:pPr>
        <w:widowControl w:val="0"/>
        <w:autoSpaceDE w:val="0"/>
        <w:autoSpaceDN w:val="0"/>
        <w:adjustRightInd w:val="0"/>
        <w:jc w:val="right"/>
      </w:pPr>
    </w:p>
    <w:p w:rsidR="005B70E9" w:rsidRPr="00B8591F" w:rsidRDefault="005B70E9" w:rsidP="005B7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Финансирование </w:t>
      </w:r>
      <w:r w:rsidRPr="00B8591F">
        <w:rPr>
          <w:b/>
          <w:sz w:val="28"/>
          <w:szCs w:val="28"/>
        </w:rPr>
        <w:t xml:space="preserve">структурных элементов </w:t>
      </w:r>
      <w:r>
        <w:rPr>
          <w:b/>
          <w:sz w:val="28"/>
          <w:szCs w:val="28"/>
        </w:rPr>
        <w:t>муниципаль</w:t>
      </w:r>
      <w:r w:rsidRPr="00B8591F">
        <w:rPr>
          <w:b/>
          <w:sz w:val="28"/>
          <w:szCs w:val="28"/>
        </w:rPr>
        <w:t>ной программы</w:t>
      </w:r>
    </w:p>
    <w:p w:rsidR="005B70E9" w:rsidRPr="00066329" w:rsidRDefault="005B70E9" w:rsidP="005B70E9">
      <w:pPr>
        <w:rPr>
          <w:sz w:val="28"/>
          <w:szCs w:val="28"/>
        </w:rPr>
      </w:pPr>
    </w:p>
    <w:p w:rsidR="005B70E9" w:rsidRDefault="005B70E9" w:rsidP="005B70E9">
      <w:pPr>
        <w:jc w:val="center"/>
        <w:rPr>
          <w:b/>
          <w:sz w:val="2"/>
          <w:szCs w:val="2"/>
        </w:rPr>
      </w:pPr>
    </w:p>
    <w:p w:rsidR="005B70E9" w:rsidRPr="00066329" w:rsidRDefault="005B70E9" w:rsidP="005B70E9">
      <w:pPr>
        <w:jc w:val="center"/>
        <w:rPr>
          <w:b/>
          <w:sz w:val="2"/>
          <w:szCs w:val="2"/>
        </w:rPr>
      </w:pPr>
    </w:p>
    <w:tbl>
      <w:tblPr>
        <w:tblpPr w:leftFromText="180" w:rightFromText="180" w:vertAnchor="text" w:tblpX="108" w:tblpY="1"/>
        <w:tblOverlap w:val="never"/>
        <w:tblW w:w="14815" w:type="dxa"/>
        <w:tblLayout w:type="fixed"/>
        <w:tblLook w:val="04A0"/>
      </w:tblPr>
      <w:tblGrid>
        <w:gridCol w:w="859"/>
        <w:gridCol w:w="3927"/>
        <w:gridCol w:w="2409"/>
        <w:gridCol w:w="2127"/>
        <w:gridCol w:w="1666"/>
        <w:gridCol w:w="1276"/>
        <w:gridCol w:w="1276"/>
        <w:gridCol w:w="1275"/>
      </w:tblGrid>
      <w:tr w:rsidR="005B70E9" w:rsidRPr="00066329" w:rsidTr="001454A0">
        <w:trPr>
          <w:trHeight w:val="183"/>
          <w:tblHeader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632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66329">
              <w:rPr>
                <w:sz w:val="24"/>
                <w:szCs w:val="24"/>
              </w:rPr>
              <w:t>/</w:t>
            </w:r>
            <w:proofErr w:type="spellStart"/>
            <w:r w:rsidRPr="0006632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Источник фи</w:t>
            </w:r>
            <w:r>
              <w:rPr>
                <w:sz w:val="24"/>
                <w:szCs w:val="24"/>
              </w:rPr>
              <w:t>нансового обеспечения (расшифро</w:t>
            </w:r>
            <w:r w:rsidRPr="00066329">
              <w:rPr>
                <w:sz w:val="24"/>
                <w:szCs w:val="24"/>
              </w:rPr>
              <w:t>вать)</w:t>
            </w:r>
          </w:p>
        </w:tc>
        <w:tc>
          <w:tcPr>
            <w:tcW w:w="54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 xml:space="preserve">Объем средств на реализацию </w:t>
            </w:r>
            <w:r>
              <w:rPr>
                <w:sz w:val="24"/>
                <w:szCs w:val="24"/>
              </w:rPr>
              <w:t>муниципаль</w:t>
            </w:r>
            <w:r w:rsidRPr="00066329">
              <w:rPr>
                <w:sz w:val="24"/>
                <w:szCs w:val="24"/>
              </w:rPr>
              <w:t>ной программы на очередной финанс</w:t>
            </w:r>
            <w:r>
              <w:rPr>
                <w:sz w:val="24"/>
                <w:szCs w:val="24"/>
              </w:rPr>
              <w:t xml:space="preserve">овый год и плановый период </w:t>
            </w:r>
            <w:proofErr w:type="gramStart"/>
            <w:r>
              <w:rPr>
                <w:sz w:val="24"/>
                <w:szCs w:val="24"/>
              </w:rPr>
              <w:t>(</w:t>
            </w:r>
            <w:r w:rsidRPr="00066329">
              <w:rPr>
                <w:sz w:val="24"/>
                <w:szCs w:val="24"/>
              </w:rPr>
              <w:t xml:space="preserve"> </w:t>
            </w:r>
            <w:proofErr w:type="gramEnd"/>
            <w:r w:rsidRPr="00066329">
              <w:rPr>
                <w:sz w:val="24"/>
                <w:szCs w:val="24"/>
              </w:rPr>
              <w:t>рублей)</w:t>
            </w:r>
          </w:p>
        </w:tc>
      </w:tr>
      <w:tr w:rsidR="005B70E9" w:rsidRPr="00066329" w:rsidTr="001454A0">
        <w:trPr>
          <w:trHeight w:val="183"/>
          <w:tblHeader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  <w:r w:rsidRPr="00AF581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2026</w:t>
            </w:r>
            <w:r w:rsidRPr="00AF581C">
              <w:rPr>
                <w:color w:val="22272F"/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2027</w:t>
            </w:r>
            <w:r w:rsidRPr="00AF581C">
              <w:rPr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AF581C">
              <w:rPr>
                <w:sz w:val="24"/>
                <w:szCs w:val="24"/>
              </w:rPr>
              <w:t xml:space="preserve"> г.</w:t>
            </w:r>
          </w:p>
        </w:tc>
      </w:tr>
      <w:tr w:rsidR="005B70E9" w:rsidRPr="00066329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1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066329" w:rsidRDefault="005B70E9" w:rsidP="001454A0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8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5B70E9">
            <w:pPr>
              <w:pStyle w:val="af4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  <w:b/>
              </w:rPr>
              <w:t>Комплекс процессных мероприятий</w:t>
            </w:r>
            <w:r w:rsidRPr="00902193">
              <w:rPr>
                <w:rFonts w:ascii="Times New Roman" w:hAnsi="Times New Roman"/>
              </w:rPr>
              <w:t xml:space="preserve"> </w:t>
            </w:r>
            <w:r w:rsidRPr="00902193">
              <w:rPr>
                <w:rFonts w:ascii="Times New Roman" w:hAnsi="Times New Roman"/>
                <w:b/>
              </w:rPr>
              <w:t>«</w:t>
            </w:r>
            <w:r w:rsidRPr="00902193">
              <w:rPr>
                <w:rFonts w:ascii="Times New Roman" w:hAnsi="Times New Roman"/>
                <w:b/>
                <w:bCs/>
              </w:rPr>
              <w:t>Совершенствование нормативного правового регулирования и правоприменительной практики в сфере развития добровольчества</w:t>
            </w:r>
            <w:r w:rsidRPr="00902193"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1.1.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Определение лиц, ответственных за развитие добровольчества в муниципаль</w:t>
            </w:r>
            <w:r>
              <w:rPr>
                <w:sz w:val="22"/>
                <w:szCs w:val="22"/>
              </w:rPr>
              <w:t>ном образовании «</w:t>
            </w:r>
            <w:proofErr w:type="spellStart"/>
            <w:r>
              <w:rPr>
                <w:sz w:val="22"/>
                <w:szCs w:val="22"/>
              </w:rPr>
              <w:t>Ярцевский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округ</w:t>
            </w:r>
            <w:r w:rsidRPr="00902193">
              <w:rPr>
                <w:sz w:val="22"/>
                <w:szCs w:val="22"/>
              </w:rPr>
              <w:t>» Смоленской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1.2.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порядка</w:t>
            </w:r>
            <w:r w:rsidRPr="00902193">
              <w:rPr>
                <w:sz w:val="22"/>
                <w:szCs w:val="22"/>
              </w:rPr>
              <w:t xml:space="preserve"> взаимодействия Администрации муниципальн</w:t>
            </w:r>
            <w:r>
              <w:rPr>
                <w:sz w:val="22"/>
                <w:szCs w:val="22"/>
              </w:rPr>
              <w:t>ого образования «</w:t>
            </w:r>
            <w:proofErr w:type="spellStart"/>
            <w:r>
              <w:rPr>
                <w:sz w:val="22"/>
                <w:szCs w:val="22"/>
              </w:rPr>
              <w:t>Ярцевский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округ</w:t>
            </w:r>
            <w:r w:rsidRPr="00902193">
              <w:rPr>
                <w:sz w:val="22"/>
                <w:szCs w:val="22"/>
              </w:rPr>
              <w:t>» Смоленской области с организаторами добровольческой (волонтерской) деятельности, добровольческими (волонтерскими) организациями по отдельным направлениям их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02193">
              <w:rPr>
                <w:sz w:val="22"/>
                <w:szCs w:val="22"/>
              </w:rPr>
              <w:t xml:space="preserve"> муниципальн</w:t>
            </w:r>
            <w:r>
              <w:rPr>
                <w:sz w:val="22"/>
                <w:szCs w:val="22"/>
              </w:rPr>
              <w:t>ого образования «</w:t>
            </w:r>
            <w:proofErr w:type="spellStart"/>
            <w:r>
              <w:rPr>
                <w:sz w:val="22"/>
                <w:szCs w:val="22"/>
              </w:rPr>
              <w:t>Ярцевский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округ</w:t>
            </w:r>
            <w:r w:rsidRPr="00902193">
              <w:rPr>
                <w:sz w:val="22"/>
                <w:szCs w:val="22"/>
              </w:rPr>
              <w:t>» Смоленской области</w:t>
            </w:r>
            <w:r>
              <w:rPr>
                <w:sz w:val="22"/>
                <w:szCs w:val="22"/>
              </w:rPr>
              <w:t>, 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lastRenderedPageBreak/>
              <w:t>1.3.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hAnsi="Times New Roman" w:cs="Times New Roman"/>
                <w:sz w:val="22"/>
                <w:szCs w:val="22"/>
              </w:rPr>
              <w:t>Утверждение ежегодного плана развития добровольчества на территории муниципальног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 образования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Ярцевский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муниципальный округ</w:t>
            </w:r>
            <w:r w:rsidRPr="00902193">
              <w:rPr>
                <w:rFonts w:ascii="Times New Roman" w:hAnsi="Times New Roman" w:cs="Times New Roman"/>
                <w:sz w:val="22"/>
                <w:szCs w:val="22"/>
              </w:rPr>
              <w:t xml:space="preserve">» Смоленской области на основе ведомственных планов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1.4.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hAnsi="Times New Roman" w:cs="Times New Roman"/>
                <w:sz w:val="22"/>
                <w:szCs w:val="22"/>
              </w:rPr>
              <w:t xml:space="preserve">Внедрение Стандарта поддержки добровольчества в муниципальном образовании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Ярцевский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муниципальный округ</w:t>
            </w:r>
            <w:r w:rsidRPr="00902193">
              <w:rPr>
                <w:rFonts w:ascii="Times New Roman" w:hAnsi="Times New Roman" w:cs="Times New Roman"/>
                <w:sz w:val="22"/>
                <w:szCs w:val="22"/>
              </w:rPr>
              <w:t>» Смоленской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1.5.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hAnsi="Times New Roman" w:cs="Times New Roman"/>
                <w:sz w:val="22"/>
                <w:szCs w:val="22"/>
              </w:rPr>
              <w:t>Организация работы Межведомственного совета по развитию добровольчества (</w:t>
            </w:r>
            <w:proofErr w:type="spellStart"/>
            <w:r w:rsidRPr="00902193">
              <w:rPr>
                <w:rFonts w:ascii="Times New Roman" w:hAnsi="Times New Roman" w:cs="Times New Roman"/>
                <w:sz w:val="22"/>
                <w:szCs w:val="22"/>
              </w:rPr>
              <w:t>волонтерства</w:t>
            </w:r>
            <w:proofErr w:type="spellEnd"/>
            <w:r w:rsidRPr="00902193">
              <w:rPr>
                <w:rFonts w:ascii="Times New Roman" w:hAnsi="Times New Roman" w:cs="Times New Roman"/>
                <w:sz w:val="22"/>
                <w:szCs w:val="22"/>
              </w:rPr>
              <w:t xml:space="preserve">) на территории муниципального образования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Ярцевский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муниципальный округ</w:t>
            </w:r>
            <w:r w:rsidRPr="00902193">
              <w:rPr>
                <w:rFonts w:ascii="Times New Roman" w:hAnsi="Times New Roman" w:cs="Times New Roman"/>
                <w:sz w:val="22"/>
                <w:szCs w:val="22"/>
              </w:rPr>
              <w:t>» Смоленской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5B70E9">
            <w:pPr>
              <w:pStyle w:val="af4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  <w:b/>
              </w:rPr>
              <w:t>Комплекс процессных мероприятий</w:t>
            </w:r>
            <w:r w:rsidRPr="00902193">
              <w:rPr>
                <w:rFonts w:ascii="Times New Roman" w:hAnsi="Times New Roman"/>
              </w:rPr>
              <w:t xml:space="preserve"> </w:t>
            </w:r>
            <w:r w:rsidRPr="00902193">
              <w:rPr>
                <w:rFonts w:ascii="Times New Roman" w:hAnsi="Times New Roman"/>
                <w:b/>
              </w:rPr>
              <w:t>«</w:t>
            </w:r>
            <w:r w:rsidRPr="00902193">
              <w:rPr>
                <w:rFonts w:ascii="Times New Roman" w:hAnsi="Times New Roman"/>
                <w:b/>
                <w:bCs/>
              </w:rPr>
              <w:t>Развитие инфраструктуры поддержки добровольческой деятельности»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hAnsi="Times New Roman" w:cs="Times New Roman"/>
                <w:sz w:val="22"/>
                <w:szCs w:val="22"/>
              </w:rPr>
              <w:t>Организация работы Ресурсного центра развития добровольчества (</w:t>
            </w:r>
            <w:proofErr w:type="spellStart"/>
            <w:r w:rsidRPr="00902193">
              <w:rPr>
                <w:rFonts w:ascii="Times New Roman" w:hAnsi="Times New Roman" w:cs="Times New Roman"/>
                <w:sz w:val="22"/>
                <w:szCs w:val="22"/>
              </w:rPr>
              <w:t>волонтерства</w:t>
            </w:r>
            <w:proofErr w:type="spellEnd"/>
            <w:r w:rsidRPr="00902193">
              <w:rPr>
                <w:rFonts w:ascii="Times New Roman" w:hAnsi="Times New Roman" w:cs="Times New Roman"/>
                <w:sz w:val="22"/>
                <w:szCs w:val="22"/>
              </w:rPr>
              <w:t xml:space="preserve">) на территории муниципального образования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Ярцевский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муниципальный округ</w:t>
            </w:r>
            <w:r w:rsidRPr="00902193">
              <w:rPr>
                <w:rFonts w:ascii="Times New Roman" w:hAnsi="Times New Roman" w:cs="Times New Roman"/>
                <w:sz w:val="22"/>
                <w:szCs w:val="22"/>
              </w:rPr>
              <w:t>» Смоленской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color w:val="000000"/>
                <w:sz w:val="22"/>
                <w:szCs w:val="22"/>
              </w:rPr>
              <w:t xml:space="preserve">Организация работы образовательных организаций по проведению </w:t>
            </w:r>
            <w:r w:rsidRPr="00902193">
              <w:rPr>
                <w:sz w:val="22"/>
                <w:szCs w:val="22"/>
              </w:rPr>
              <w:t xml:space="preserve">добровольческих (волонтерских) </w:t>
            </w:r>
            <w:r w:rsidRPr="00902193">
              <w:rPr>
                <w:color w:val="000000"/>
                <w:sz w:val="22"/>
                <w:szCs w:val="22"/>
              </w:rPr>
              <w:t xml:space="preserve">мероприятий </w:t>
            </w:r>
            <w:r w:rsidRPr="00902193">
              <w:rPr>
                <w:sz w:val="22"/>
                <w:szCs w:val="22"/>
              </w:rPr>
              <w:t xml:space="preserve">на территории муниципального образования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Ярцевский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округ</w:t>
            </w:r>
            <w:r w:rsidRPr="00902193">
              <w:rPr>
                <w:sz w:val="22"/>
                <w:szCs w:val="22"/>
              </w:rPr>
              <w:t>»  Смоленской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МАЯК», образовательные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5B70E9">
            <w:pPr>
              <w:pStyle w:val="af4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  <w:b/>
              </w:rPr>
              <w:lastRenderedPageBreak/>
              <w:t>Комплекс процессных мероприятий «Развитие механизмов образовательной поддержки добровольческой деятельности»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 xml:space="preserve">Организация обучения на </w:t>
            </w:r>
            <w:proofErr w:type="spellStart"/>
            <w:r w:rsidRPr="00902193">
              <w:rPr>
                <w:sz w:val="22"/>
                <w:szCs w:val="22"/>
              </w:rPr>
              <w:t>онлайн</w:t>
            </w:r>
            <w:proofErr w:type="spellEnd"/>
            <w:r w:rsidRPr="00902193">
              <w:rPr>
                <w:sz w:val="22"/>
                <w:szCs w:val="22"/>
              </w:rPr>
              <w:t xml:space="preserve"> курсах в единой информационной системе «Добровольцы России» волонтеров, организаторов </w:t>
            </w:r>
            <w:proofErr w:type="spellStart"/>
            <w:r w:rsidRPr="00902193">
              <w:rPr>
                <w:sz w:val="22"/>
                <w:szCs w:val="22"/>
              </w:rPr>
              <w:t>волонтерства</w:t>
            </w:r>
            <w:proofErr w:type="spellEnd"/>
            <w:r w:rsidRPr="00902193">
              <w:rPr>
                <w:sz w:val="22"/>
                <w:szCs w:val="22"/>
              </w:rPr>
              <w:t xml:space="preserve"> и органов местного самоуправления муниципального образования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Ярцевский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округ</w:t>
            </w:r>
            <w:r w:rsidRPr="00902193">
              <w:rPr>
                <w:sz w:val="22"/>
                <w:szCs w:val="22"/>
              </w:rPr>
              <w:t>» Смоленской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Организация участия добровольцев в обучающих семинарах, круглых столах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  <w:r w:rsidRPr="00902193">
              <w:rPr>
                <w:sz w:val="22"/>
                <w:szCs w:val="22"/>
              </w:rPr>
              <w:t>, образовательные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участия молодежи</w:t>
            </w:r>
            <w:r w:rsidRPr="00902193">
              <w:rPr>
                <w:sz w:val="22"/>
                <w:szCs w:val="22"/>
              </w:rPr>
              <w:t xml:space="preserve"> в профильной смене «Областные сборы добровольцев «Волонтеры Смоленщины»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  <w:r w:rsidRPr="00902193">
              <w:rPr>
                <w:sz w:val="22"/>
                <w:szCs w:val="22"/>
              </w:rPr>
              <w:t>, образовательные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 xml:space="preserve">Обучение </w:t>
            </w:r>
            <w:proofErr w:type="spellStart"/>
            <w:r w:rsidRPr="00902193">
              <w:rPr>
                <w:sz w:val="22"/>
                <w:szCs w:val="22"/>
              </w:rPr>
              <w:t>тьюттерству</w:t>
            </w:r>
            <w:proofErr w:type="spellEnd"/>
            <w:r w:rsidRPr="00902193">
              <w:rPr>
                <w:sz w:val="22"/>
                <w:szCs w:val="22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 xml:space="preserve">ОСЗН в </w:t>
            </w:r>
            <w:proofErr w:type="spellStart"/>
            <w:r w:rsidRPr="00902193">
              <w:rPr>
                <w:sz w:val="22"/>
                <w:szCs w:val="22"/>
              </w:rPr>
              <w:t>Ярцевском</w:t>
            </w:r>
            <w:proofErr w:type="spellEnd"/>
            <w:r w:rsidRPr="00902193">
              <w:rPr>
                <w:sz w:val="22"/>
                <w:szCs w:val="22"/>
              </w:rPr>
              <w:t xml:space="preserve"> районе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5B70E9">
            <w:pPr>
              <w:pStyle w:val="af4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  <w:b/>
              </w:rPr>
              <w:t>Комплекс процессных мероприятий «Реализация мер поощрения и поддержки граждан, участвующих в добровольческой деятельности»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4.1.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Информирование о мерах, направленных на нематериальное поощрение добровольцев, в том числе в части предоставления образовательных услуг, вручения наград и знаков отличия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 w:rsidRPr="00902193">
              <w:t>Проведение церемонии чествования добровольцев (волонтеров), посвященной Международному дню волонтера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5B70E9">
            <w:pPr>
              <w:pStyle w:val="af4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2193">
              <w:rPr>
                <w:rFonts w:ascii="Times New Roman" w:hAnsi="Times New Roman"/>
                <w:b/>
              </w:rPr>
              <w:t>Комплекс процессных мероприятий «Развитие добровольческой деятельности отдельных категорий граждан»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ConsPlusNormal"/>
              <w:ind w:left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hAnsi="Times New Roman" w:cs="Times New Roman"/>
                <w:sz w:val="22"/>
                <w:szCs w:val="22"/>
              </w:rPr>
              <w:t>Реализация мер по развитию системы поддержки добровольчества среди детей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  <w:r w:rsidRPr="00902193">
              <w:rPr>
                <w:sz w:val="22"/>
                <w:szCs w:val="22"/>
              </w:rPr>
              <w:t>, образовательные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5.2.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ConsPlusNormal"/>
              <w:ind w:left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Внедрение целевой модели школьного волонтерского отряда, а также осуществление поддержки социальных проектов, реализуемых детьми и подростками до 18 лет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  <w:r w:rsidRPr="00902193">
              <w:rPr>
                <w:sz w:val="22"/>
                <w:szCs w:val="22"/>
              </w:rPr>
              <w:t>, образовательные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5.3.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ConsPlusNormal"/>
              <w:ind w:left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hAnsi="Times New Roman" w:cs="Times New Roman"/>
                <w:sz w:val="22"/>
                <w:szCs w:val="22"/>
              </w:rPr>
              <w:t>Содействие в проведении уроков, посвященных добровольчеству, в рамках образовательной программы общеобразовательных организаций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образовательные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5.4.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ConsPlusNormal"/>
              <w:ind w:left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hAnsi="Times New Roman" w:cs="Times New Roman"/>
                <w:sz w:val="22"/>
                <w:szCs w:val="22"/>
              </w:rPr>
              <w:t>Организация методического сопровождения по участия в конкурсах на предоставление субсидий (грантов), направленных на создание эффективной системы развития добровольчества в школах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5.5.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ConsPlusNormal"/>
              <w:ind w:left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hAnsi="Times New Roman" w:cs="Times New Roman"/>
                <w:sz w:val="22"/>
                <w:szCs w:val="22"/>
              </w:rPr>
              <w:t>Разработка плана мероприятий по привлечению добровольцев к реализации проектов, направленных на трудовое воспитание молодежи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5.6.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ConsPlusNormal"/>
              <w:ind w:left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hAnsi="Times New Roman" w:cs="Times New Roman"/>
                <w:sz w:val="22"/>
                <w:szCs w:val="22"/>
              </w:rPr>
              <w:t>Организация работы по расширению участия волонтеров в сфере гражданско-патриотического воспитания, в том числе в оказании помощи ветеранам Великой Отечественной войны и боевых действий; во взаимодействии с ветеранскими организациями; благоустройстве памятных мест и воинских захоронений, содействие в увековечении памяти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  <w:r w:rsidRPr="00902193">
              <w:rPr>
                <w:sz w:val="22"/>
                <w:szCs w:val="22"/>
              </w:rPr>
              <w:t>, общественные организации, районный Совет ветеранов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5.7.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ConsPlusNormal"/>
              <w:ind w:left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hAnsi="Times New Roman" w:cs="Times New Roman"/>
                <w:sz w:val="22"/>
                <w:szCs w:val="22"/>
              </w:rPr>
              <w:t>Организация работы по участию волонтеров в организации акций, посвященных памятным событиям в истории Российской Федерации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Управления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по культуре и спорту, 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5.8.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ConsPlusNormal"/>
              <w:ind w:left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hAnsi="Times New Roman" w:cs="Times New Roman"/>
                <w:sz w:val="22"/>
                <w:szCs w:val="22"/>
              </w:rPr>
              <w:t>Оказание содействия в регистрации добровольцев в единой информационной системе «Добровольцы России»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 xml:space="preserve">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5.9.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ConsPlusNormal"/>
              <w:ind w:left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hAnsi="Times New Roman" w:cs="Times New Roman"/>
                <w:sz w:val="22"/>
                <w:szCs w:val="22"/>
              </w:rPr>
              <w:t>Создание волонтерских групп разных возрастных категорий на базе учреждений культуры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культуре и спорту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5B70E9">
            <w:pPr>
              <w:pStyle w:val="af4"/>
              <w:numPr>
                <w:ilvl w:val="0"/>
                <w:numId w:val="12"/>
              </w:numPr>
              <w:spacing w:after="0" w:line="240" w:lineRule="auto"/>
              <w:jc w:val="center"/>
            </w:pPr>
            <w:r w:rsidRPr="00902193">
              <w:rPr>
                <w:rFonts w:ascii="Times New Roman" w:hAnsi="Times New Roman"/>
                <w:b/>
              </w:rPr>
              <w:lastRenderedPageBreak/>
              <w:t>Комплекс процессных мероприятий «Содействие реализации отдельных направлений добровольческой деятельности»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6.1.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Развитие механизмов взаимодействия добровольческих организаций и организаций для детей, лишившихся родителей или оставшихся без их попечения, а также для детей, нуждающихся в помощи и защите государства, в части реализации программ, направленных на формирование у детей профессиональных навыков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</w:t>
            </w:r>
            <w:r>
              <w:rPr>
                <w:sz w:val="22"/>
                <w:szCs w:val="22"/>
              </w:rPr>
              <w:t>ю и молодежной политике, МБУ «МЦ МАЯК»</w:t>
            </w:r>
            <w:r w:rsidRPr="00902193">
              <w:rPr>
                <w:sz w:val="22"/>
                <w:szCs w:val="22"/>
              </w:rPr>
              <w:t>, СОГКУ ЦНЗ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6.2.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Поддержка деятельности до</w:t>
            </w:r>
            <w:r>
              <w:rPr>
                <w:sz w:val="22"/>
                <w:szCs w:val="22"/>
              </w:rPr>
              <w:t xml:space="preserve">бровольцев в сфере образования </w:t>
            </w:r>
            <w:r w:rsidRPr="00902193">
              <w:rPr>
                <w:sz w:val="22"/>
                <w:szCs w:val="22"/>
              </w:rPr>
              <w:t>на базе общеобразовательных организаций образования, среднего профессионального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6.3.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af5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 xml:space="preserve">Организация курсов компьютерной грамотности для граждан пожилого возраста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</w:t>
            </w:r>
            <w:r w:rsidRPr="00902193">
              <w:rPr>
                <w:sz w:val="22"/>
                <w:szCs w:val="22"/>
              </w:rPr>
              <w:t>по культуре и спорту, СОГКУ ЦНЗ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6.4.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af5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>Проведение консультаций юристов для граждан пожилого возраста, людей, находящихся в трудной жизненной ситуации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по юридической работе, Управление</w:t>
            </w:r>
            <w:r w:rsidRPr="00902193">
              <w:rPr>
                <w:sz w:val="22"/>
                <w:szCs w:val="22"/>
              </w:rPr>
              <w:t xml:space="preserve"> по культуре и спорту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5B70E9">
            <w:pPr>
              <w:pStyle w:val="af4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2193">
              <w:rPr>
                <w:rFonts w:ascii="Times New Roman" w:hAnsi="Times New Roman"/>
                <w:b/>
              </w:rPr>
              <w:t xml:space="preserve">Комплекс процессных мероприятий «Проведение значимых событий на территории муниципального образования </w:t>
            </w:r>
            <w:r w:rsidRPr="00AC09D5">
              <w:rPr>
                <w:rFonts w:ascii="Times New Roman" w:eastAsia="Times New Roman" w:hAnsi="Times New Roman"/>
                <w:b/>
              </w:rPr>
              <w:t>«</w:t>
            </w:r>
            <w:proofErr w:type="spellStart"/>
            <w:r w:rsidRPr="00AC09D5">
              <w:rPr>
                <w:rFonts w:ascii="Times New Roman" w:eastAsia="Times New Roman" w:hAnsi="Times New Roman"/>
                <w:b/>
              </w:rPr>
              <w:t>Ярцевский</w:t>
            </w:r>
            <w:proofErr w:type="spellEnd"/>
            <w:r w:rsidRPr="00AC09D5">
              <w:rPr>
                <w:rFonts w:ascii="Times New Roman" w:eastAsia="Times New Roman" w:hAnsi="Times New Roman"/>
                <w:b/>
              </w:rPr>
              <w:t xml:space="preserve"> муниципальный округ» </w:t>
            </w:r>
            <w:r w:rsidRPr="00902193">
              <w:rPr>
                <w:rFonts w:ascii="Times New Roman" w:hAnsi="Times New Roman"/>
                <w:b/>
              </w:rPr>
              <w:t>Смоленской области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Профориентационные</w:t>
            </w:r>
            <w:proofErr w:type="spellEnd"/>
            <w:r w:rsidRPr="00902193">
              <w:rPr>
                <w:sz w:val="22"/>
                <w:szCs w:val="22"/>
              </w:rPr>
              <w:t xml:space="preserve"> мероприятия в образовательных организациях </w:t>
            </w:r>
            <w:proofErr w:type="spellStart"/>
            <w:r w:rsidRPr="00902193">
              <w:rPr>
                <w:sz w:val="22"/>
                <w:szCs w:val="22"/>
              </w:rPr>
              <w:t>Ярцевского</w:t>
            </w:r>
            <w:proofErr w:type="spellEnd"/>
            <w:r w:rsidRPr="009021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муниципального округа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a5"/>
              <w:tabs>
                <w:tab w:val="clear" w:pos="4677"/>
                <w:tab w:val="clear" w:pos="9355"/>
              </w:tabs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 xml:space="preserve">СОГКУ «Центр занятости населения </w:t>
            </w:r>
            <w:proofErr w:type="spellStart"/>
            <w:r w:rsidRPr="00902193">
              <w:rPr>
                <w:sz w:val="22"/>
                <w:szCs w:val="22"/>
              </w:rPr>
              <w:t>Ярцевского</w:t>
            </w:r>
            <w:proofErr w:type="spellEnd"/>
            <w:r w:rsidRPr="00902193">
              <w:rPr>
                <w:sz w:val="22"/>
                <w:szCs w:val="22"/>
              </w:rPr>
              <w:t xml:space="preserve"> района»</w:t>
            </w:r>
            <w:r>
              <w:rPr>
                <w:sz w:val="22"/>
                <w:szCs w:val="22"/>
              </w:rPr>
              <w:t xml:space="preserve">, </w:t>
            </w:r>
            <w:r w:rsidRPr="009021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общественные организации</w:t>
            </w:r>
            <w:r w:rsidRPr="0090219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7.2.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 w:rsidRPr="00902193">
              <w:t>Проведение волонтерских акций по уборке объектов культурного наследия и прилегающих к ним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>
              <w:t>Управление</w:t>
            </w:r>
            <w:r w:rsidRPr="00902193">
              <w:t xml:space="preserve"> по культуре</w:t>
            </w:r>
            <w:r>
              <w:t xml:space="preserve"> и спорту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7.3.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21"/>
              <w:spacing w:after="0" w:line="240" w:lineRule="auto"/>
              <w:jc w:val="both"/>
              <w:rPr>
                <w:b/>
              </w:rPr>
            </w:pPr>
            <w:r w:rsidRPr="00902193">
              <w:rPr>
                <w:rStyle w:val="afd"/>
                <w:b w:val="0"/>
                <w:color w:val="000000"/>
                <w:shd w:val="clear" w:color="auto" w:fill="FFFFFF"/>
              </w:rPr>
              <w:t xml:space="preserve">Привлечение волонтеров к организации и проведению массовых </w:t>
            </w:r>
            <w:proofErr w:type="spellStart"/>
            <w:r w:rsidRPr="00902193">
              <w:rPr>
                <w:rStyle w:val="afd"/>
                <w:b w:val="0"/>
                <w:color w:val="000000"/>
                <w:shd w:val="clear" w:color="auto" w:fill="FFFFFF"/>
              </w:rPr>
              <w:t>культурно-досуговых</w:t>
            </w:r>
            <w:proofErr w:type="spellEnd"/>
            <w:r w:rsidRPr="00902193">
              <w:rPr>
                <w:rStyle w:val="afd"/>
                <w:b w:val="0"/>
                <w:color w:val="000000"/>
                <w:shd w:val="clear" w:color="auto" w:fill="FFFFFF"/>
              </w:rPr>
              <w:t xml:space="preserve"> мероприятий: Дня Победы,  фестиваля «Рачительный хозяин», посвященного Дню рождения агрохимика, публициста А.Н. Энгельгардта, Дня памяти и скорби, Дня России, Дня города Ярцево, Дня освобождения города Ярцево от немецко-фашистских захватчиков и др.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>
              <w:t>Управление</w:t>
            </w:r>
            <w:r w:rsidRPr="00902193">
              <w:t xml:space="preserve"> по культуре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7.4.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 w:rsidRPr="00902193">
              <w:t>Проведение «Недели добра» (марафон добрых дел  для поддержки семей, попавших в трудную жизненную ситуацию)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>
              <w:t>МБУК Я</w:t>
            </w:r>
            <w:r w:rsidRPr="00902193">
              <w:t>ЦКИ,</w:t>
            </w:r>
          </w:p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 w:rsidRPr="00902193">
              <w:t>МБУДО ЦДТ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7.5.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 w:rsidRPr="00902193">
              <w:t>Проведение круглого стола «Наше будущее делаем мы вместе»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>
              <w:t>МБУК Я</w:t>
            </w:r>
            <w:r w:rsidRPr="00902193">
              <w:t>ЦКИ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7.6.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 w:rsidRPr="00902193">
              <w:t xml:space="preserve">Организация благотворительных мероприятий, концертов, акций для СОГБУ «Радуга», </w:t>
            </w:r>
            <w:proofErr w:type="spellStart"/>
            <w:r w:rsidRPr="00902193">
              <w:t>Ярцевского</w:t>
            </w:r>
            <w:proofErr w:type="spellEnd"/>
            <w:r w:rsidRPr="00902193">
              <w:t xml:space="preserve"> отделения ВОС, </w:t>
            </w:r>
            <w:proofErr w:type="spellStart"/>
            <w:r w:rsidRPr="00902193">
              <w:t>Ярцевского</w:t>
            </w:r>
            <w:proofErr w:type="spellEnd"/>
            <w:r w:rsidRPr="00902193">
              <w:t xml:space="preserve"> отделения ВОИ, </w:t>
            </w:r>
            <w:proofErr w:type="spellStart"/>
            <w:r w:rsidRPr="00902193">
              <w:rPr>
                <w:shd w:val="clear" w:color="auto" w:fill="FFFFFF"/>
              </w:rPr>
              <w:t>Ярцевского</w:t>
            </w:r>
            <w:proofErr w:type="spellEnd"/>
            <w:r w:rsidRPr="00902193">
              <w:rPr>
                <w:shd w:val="clear" w:color="auto" w:fill="FFFFFF"/>
              </w:rPr>
              <w:t xml:space="preserve"> </w:t>
            </w:r>
            <w:r w:rsidRPr="00902193">
              <w:rPr>
                <w:bCs/>
                <w:shd w:val="clear" w:color="auto" w:fill="FFFFFF"/>
              </w:rPr>
              <w:t>дома-интерната</w:t>
            </w:r>
            <w:r w:rsidRPr="00902193">
              <w:rPr>
                <w:shd w:val="clear" w:color="auto" w:fill="FFFFFF"/>
              </w:rPr>
              <w:t xml:space="preserve"> </w:t>
            </w:r>
            <w:r w:rsidRPr="00902193">
              <w:rPr>
                <w:bCs/>
                <w:shd w:val="clear" w:color="auto" w:fill="FFFFFF"/>
              </w:rPr>
              <w:t>для</w:t>
            </w:r>
            <w:r w:rsidRPr="00902193">
              <w:rPr>
                <w:shd w:val="clear" w:color="auto" w:fill="FFFFFF"/>
              </w:rPr>
              <w:t xml:space="preserve"> </w:t>
            </w:r>
            <w:r w:rsidRPr="00902193">
              <w:rPr>
                <w:bCs/>
                <w:shd w:val="clear" w:color="auto" w:fill="FFFFFF"/>
              </w:rPr>
              <w:t>престарелых</w:t>
            </w:r>
            <w:r w:rsidRPr="00902193">
              <w:rPr>
                <w:shd w:val="clear" w:color="auto" w:fill="FFFFFF"/>
              </w:rPr>
              <w:t xml:space="preserve"> </w:t>
            </w:r>
            <w:r w:rsidRPr="00902193">
              <w:rPr>
                <w:bCs/>
                <w:shd w:val="clear" w:color="auto" w:fill="FFFFFF"/>
              </w:rPr>
              <w:t>и</w:t>
            </w:r>
            <w:r w:rsidRPr="00902193">
              <w:rPr>
                <w:shd w:val="clear" w:color="auto" w:fill="FFFFFF"/>
              </w:rPr>
              <w:t xml:space="preserve"> </w:t>
            </w:r>
            <w:r w:rsidRPr="00902193">
              <w:rPr>
                <w:bCs/>
                <w:shd w:val="clear" w:color="auto" w:fill="FFFFFF"/>
              </w:rPr>
              <w:t>инвалидов и др.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>
              <w:t>МБУК Я</w:t>
            </w:r>
            <w:r w:rsidRPr="00902193">
              <w:t>ЦКИ,</w:t>
            </w:r>
          </w:p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>
              <w:t>МБУК Я</w:t>
            </w:r>
            <w:r w:rsidRPr="00902193">
              <w:t>ЦБ, МКУК ЯИКМ,</w:t>
            </w:r>
          </w:p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 w:rsidRPr="00902193">
              <w:t>МБУДО ЦДТ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7.7.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 xml:space="preserve">Участие во Всероссийской акции </w:t>
            </w:r>
            <w:r w:rsidRPr="00902193">
              <w:rPr>
                <w:b/>
                <w:sz w:val="22"/>
                <w:szCs w:val="22"/>
              </w:rPr>
              <w:t>«</w:t>
            </w:r>
            <w:r w:rsidRPr="00902193">
              <w:rPr>
                <w:rStyle w:val="afd"/>
                <w:b w:val="0"/>
                <w:iCs/>
                <w:sz w:val="22"/>
                <w:szCs w:val="22"/>
                <w:bdr w:val="none" w:sz="0" w:space="0" w:color="auto" w:frame="1"/>
                <w:shd w:val="clear" w:color="auto" w:fill="FFFFFF"/>
              </w:rPr>
              <w:t>Единые дни защиты малых рек и водоемов»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>
              <w:t>МБУК Я</w:t>
            </w:r>
            <w:r w:rsidRPr="00902193">
              <w:t>ЦБ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7.8.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 xml:space="preserve">Участие во </w:t>
            </w:r>
            <w:r w:rsidRPr="00902193">
              <w:rPr>
                <w:color w:val="000000"/>
                <w:sz w:val="22"/>
                <w:szCs w:val="22"/>
              </w:rPr>
              <w:t>Всероссийской</w:t>
            </w:r>
            <w:r>
              <w:rPr>
                <w:color w:val="000000"/>
                <w:sz w:val="22"/>
                <w:szCs w:val="22"/>
              </w:rPr>
              <w:t xml:space="preserve"> эколого-культурной акции</w:t>
            </w:r>
            <w:r w:rsidRPr="00902193">
              <w:rPr>
                <w:color w:val="000000"/>
                <w:sz w:val="22"/>
                <w:szCs w:val="22"/>
              </w:rPr>
              <w:t xml:space="preserve"> «Покормите птиц!»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>
              <w:t>МБУК Я</w:t>
            </w:r>
            <w:r w:rsidRPr="00902193">
              <w:t>ЦБ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7.9.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 xml:space="preserve">Участие во Всемирной Акции «Мы чистим мир»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>
              <w:t>МБУК Я</w:t>
            </w:r>
            <w:r w:rsidRPr="00902193">
              <w:t>ЦБ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7.10.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 w:rsidRPr="00902193">
              <w:rPr>
                <w:rStyle w:val="afd"/>
                <w:b w:val="0"/>
                <w:color w:val="000000"/>
                <w:shd w:val="clear" w:color="auto" w:fill="FFFFFF"/>
              </w:rPr>
              <w:t>Привлечение волонтеров к организации и проведению спортивно-массовых мероприятий: легкоатлетическая эстафета, посвященная Дню Победы, туристический слет и др.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pStyle w:val="21"/>
              <w:spacing w:after="0" w:line="240" w:lineRule="auto"/>
              <w:jc w:val="both"/>
            </w:pPr>
            <w:r>
              <w:t>Управление</w:t>
            </w:r>
            <w:r w:rsidRPr="00902193">
              <w:t xml:space="preserve"> по культуре и спорту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7.11.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color w:val="000000"/>
                <w:sz w:val="22"/>
                <w:szCs w:val="22"/>
              </w:rPr>
              <w:t>Всероссийские ежегодные экологические акции «Чистый берег», «Чистая вода», «Сделаем»</w:t>
            </w:r>
            <w:r>
              <w:rPr>
                <w:color w:val="000000"/>
                <w:sz w:val="22"/>
                <w:szCs w:val="22"/>
              </w:rPr>
              <w:t>, «Чистый лес» и др.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7.12.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</w:t>
            </w:r>
            <w:r w:rsidRPr="00902193">
              <w:rPr>
                <w:color w:val="000000"/>
                <w:sz w:val="22"/>
                <w:szCs w:val="22"/>
              </w:rPr>
              <w:t xml:space="preserve">ные </w:t>
            </w:r>
            <w:r>
              <w:rPr>
                <w:color w:val="000000"/>
                <w:sz w:val="22"/>
                <w:szCs w:val="22"/>
              </w:rPr>
              <w:t>окружные</w:t>
            </w:r>
            <w:r w:rsidRPr="00902193">
              <w:rPr>
                <w:color w:val="000000"/>
                <w:sz w:val="22"/>
                <w:szCs w:val="22"/>
              </w:rPr>
              <w:t xml:space="preserve"> экологические акции «Осторожно! Тонкий лёд!», «Лёгкие планеты», «Сохраним птиц на земле», «Снежный десант»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7.13.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color w:val="000000"/>
                <w:sz w:val="22"/>
                <w:szCs w:val="22"/>
              </w:rPr>
              <w:t>Всероссийская акция «Тест на ВИЧ», «Лучший день, чтобы бросить курить», «Подари мне жизнь»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«МЦ МАЯК»,</w:t>
            </w:r>
          </w:p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ОГБУЗ «ЯЦРБ»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7.14.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Окружные</w:t>
            </w:r>
            <w:r w:rsidRPr="00902193">
              <w:rPr>
                <w:color w:val="000000"/>
                <w:sz w:val="22"/>
                <w:szCs w:val="22"/>
              </w:rPr>
              <w:t xml:space="preserve"> ежегодные акции, посвященные Дню пожилого человека «От сердца к сердцу», «Страна детства», Дню защиты детей, «Ромашка», Дню семьи, любви и верности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7.15.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color w:val="000000"/>
                <w:sz w:val="22"/>
                <w:szCs w:val="22"/>
              </w:rPr>
              <w:t xml:space="preserve">Патриотические ежегодные </w:t>
            </w:r>
            <w:r>
              <w:rPr>
                <w:color w:val="000000"/>
                <w:sz w:val="22"/>
                <w:szCs w:val="22"/>
              </w:rPr>
              <w:t>окружные</w:t>
            </w:r>
            <w:r w:rsidRPr="00902193">
              <w:rPr>
                <w:color w:val="000000"/>
                <w:sz w:val="22"/>
                <w:szCs w:val="22"/>
              </w:rPr>
              <w:t xml:space="preserve"> акции: «Виват Российский флаг!», «Георгиевская ленточка», «Россия вперёд!»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508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7.16.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Окружная</w:t>
            </w:r>
            <w:r w:rsidRPr="00902193">
              <w:rPr>
                <w:color w:val="000000"/>
                <w:sz w:val="22"/>
                <w:szCs w:val="22"/>
              </w:rPr>
              <w:t xml:space="preserve"> ежегодная акция «Маленький друг» (помощь приюту для животных «Доброе сердце»)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7.17.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color w:val="000000"/>
                <w:sz w:val="22"/>
                <w:szCs w:val="22"/>
              </w:rPr>
              <w:t xml:space="preserve">Проведение </w:t>
            </w:r>
            <w:r>
              <w:rPr>
                <w:color w:val="000000"/>
                <w:sz w:val="22"/>
                <w:szCs w:val="22"/>
              </w:rPr>
              <w:t xml:space="preserve">муниципального </w:t>
            </w:r>
            <w:r w:rsidRPr="00902193">
              <w:rPr>
                <w:color w:val="000000"/>
                <w:sz w:val="22"/>
                <w:szCs w:val="22"/>
              </w:rPr>
              <w:t>конкурса на лучший волонтерский отряд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</w:t>
            </w:r>
            <w:r>
              <w:rPr>
                <w:sz w:val="22"/>
                <w:szCs w:val="22"/>
              </w:rPr>
              <w:t xml:space="preserve"> МБУ «МЦ МАЯК»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Default="005B70E9" w:rsidP="001454A0">
            <w:pPr>
              <w:jc w:val="center"/>
              <w:rPr>
                <w:sz w:val="22"/>
                <w:szCs w:val="22"/>
              </w:rPr>
            </w:pPr>
          </w:p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rPr>
                <w:sz w:val="22"/>
                <w:szCs w:val="22"/>
              </w:rPr>
            </w:pPr>
            <w:r w:rsidRPr="00902193">
              <w:rPr>
                <w:b/>
                <w:i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902193" w:rsidRDefault="005B70E9" w:rsidP="001454A0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E9" w:rsidRPr="00902193" w:rsidRDefault="005B70E9" w:rsidP="001454A0">
            <w:pPr>
              <w:rPr>
                <w:b/>
                <w:sz w:val="22"/>
                <w:szCs w:val="22"/>
              </w:rPr>
            </w:pPr>
            <w:r w:rsidRPr="00902193">
              <w:rPr>
                <w:b/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0E9" w:rsidRPr="00902193" w:rsidRDefault="005B70E9" w:rsidP="001454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0E9" w:rsidRPr="00BC5B85" w:rsidRDefault="005B70E9" w:rsidP="001454A0">
            <w:pPr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0E9" w:rsidRPr="00902193" w:rsidRDefault="005B70E9" w:rsidP="001454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0E9" w:rsidRPr="00BC5B85" w:rsidRDefault="005B70E9" w:rsidP="001454A0">
            <w:pPr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</w:tr>
      <w:tr w:rsidR="005B70E9" w:rsidRPr="00902193" w:rsidTr="001454A0">
        <w:trPr>
          <w:trHeight w:val="433"/>
          <w:tblHeader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0E9" w:rsidRPr="00902193" w:rsidRDefault="005B70E9" w:rsidP="001454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0E9" w:rsidRPr="00BC5B85" w:rsidRDefault="005B70E9" w:rsidP="001454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BC5B85">
              <w:rPr>
                <w:b/>
                <w:sz w:val="22"/>
                <w:szCs w:val="22"/>
              </w:rPr>
              <w:t>Ярцевский</w:t>
            </w:r>
            <w:proofErr w:type="spellEnd"/>
            <w:r w:rsidRPr="00BC5B85">
              <w:rPr>
                <w:b/>
                <w:sz w:val="22"/>
                <w:szCs w:val="22"/>
              </w:rPr>
              <w:t xml:space="preserve"> муниципальный округ»</w:t>
            </w:r>
            <w:r>
              <w:rPr>
                <w:b/>
                <w:sz w:val="22"/>
                <w:szCs w:val="22"/>
              </w:rPr>
              <w:t xml:space="preserve"> Смоленской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</w:tr>
      <w:tr w:rsidR="005B70E9" w:rsidRPr="00902193" w:rsidTr="001454A0">
        <w:trPr>
          <w:trHeight w:val="183"/>
          <w:tblHeader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0E9" w:rsidRPr="00902193" w:rsidRDefault="005B70E9" w:rsidP="001454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0E9" w:rsidRPr="00BC5B85" w:rsidRDefault="005B70E9" w:rsidP="001454A0">
            <w:pPr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внебюджетные источники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E9" w:rsidRPr="00BC5B85" w:rsidRDefault="005B70E9" w:rsidP="001454A0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</w:tr>
    </w:tbl>
    <w:p w:rsidR="005B70E9" w:rsidRPr="00902193" w:rsidRDefault="005B70E9" w:rsidP="005B70E9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5B70E9" w:rsidRPr="00902193" w:rsidRDefault="005B70E9" w:rsidP="005B70E9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5B70E9" w:rsidRDefault="005B70E9" w:rsidP="005B70E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  <w:sectPr w:rsidR="005B70E9" w:rsidSect="00333E2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B70E9" w:rsidRDefault="005B70E9" w:rsidP="005B70E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70E9" w:rsidRDefault="005B70E9" w:rsidP="005B70E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901B3" w:rsidRDefault="00E901B3" w:rsidP="006574F0">
      <w:pPr>
        <w:pStyle w:val="af1"/>
        <w:ind w:left="0" w:firstLine="0"/>
        <w:jc w:val="both"/>
        <w:rPr>
          <w:sz w:val="28"/>
        </w:rPr>
      </w:pPr>
    </w:p>
    <w:sectPr w:rsidR="00E901B3" w:rsidSect="002B7466"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1F" w:rsidRDefault="00593B1F">
      <w:r>
        <w:separator/>
      </w:r>
    </w:p>
  </w:endnote>
  <w:endnote w:type="continuationSeparator" w:id="0">
    <w:p w:rsidR="00593B1F" w:rsidRDefault="00593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1F" w:rsidRDefault="00593B1F">
      <w:r>
        <w:separator/>
      </w:r>
    </w:p>
  </w:footnote>
  <w:footnote w:type="continuationSeparator" w:id="0">
    <w:p w:rsidR="00593B1F" w:rsidRDefault="00593B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38110"/>
      <w:docPartObj>
        <w:docPartGallery w:val="Page Numbers (Top of Page)"/>
        <w:docPartUnique/>
      </w:docPartObj>
    </w:sdtPr>
    <w:sdtContent>
      <w:p w:rsidR="005B70E9" w:rsidRDefault="005B70E9">
        <w:pPr>
          <w:pStyle w:val="a5"/>
        </w:pPr>
        <w:fldSimple w:instr=" PAGE   \* MERGEFORMAT ">
          <w:r>
            <w:rPr>
              <w:noProof/>
            </w:rPr>
            <w:t>31</w:t>
          </w:r>
        </w:fldSimple>
      </w:p>
    </w:sdtContent>
  </w:sdt>
  <w:p w:rsidR="005B70E9" w:rsidRDefault="005B70E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F3C"/>
    <w:multiLevelType w:val="hybridMultilevel"/>
    <w:tmpl w:val="6BA88E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35067B"/>
    <w:multiLevelType w:val="hybridMultilevel"/>
    <w:tmpl w:val="D9147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9D61B2"/>
    <w:multiLevelType w:val="hybridMultilevel"/>
    <w:tmpl w:val="09B4B674"/>
    <w:lvl w:ilvl="0" w:tplc="37AE8D58">
      <w:numFmt w:val="bullet"/>
      <w:suff w:val="space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622ECE"/>
    <w:multiLevelType w:val="hybridMultilevel"/>
    <w:tmpl w:val="6D98F408"/>
    <w:lvl w:ilvl="0" w:tplc="378E9A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AE24EA"/>
    <w:multiLevelType w:val="hybridMultilevel"/>
    <w:tmpl w:val="F1668448"/>
    <w:lvl w:ilvl="0" w:tplc="3D4C0AE2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0"/>
  </w:num>
  <w:num w:numId="5">
    <w:abstractNumId w:val="2"/>
  </w:num>
  <w:num w:numId="6">
    <w:abstractNumId w:val="11"/>
  </w:num>
  <w:num w:numId="7">
    <w:abstractNumId w:val="3"/>
  </w:num>
  <w:num w:numId="8">
    <w:abstractNumId w:val="9"/>
  </w:num>
  <w:num w:numId="9">
    <w:abstractNumId w:val="5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3D6423"/>
    <w:rsid w:val="000021BE"/>
    <w:rsid w:val="0000382E"/>
    <w:rsid w:val="00005B5C"/>
    <w:rsid w:val="00007C2E"/>
    <w:rsid w:val="00010528"/>
    <w:rsid w:val="000143E7"/>
    <w:rsid w:val="0001668A"/>
    <w:rsid w:val="0001757D"/>
    <w:rsid w:val="00020901"/>
    <w:rsid w:val="000209E8"/>
    <w:rsid w:val="0002159D"/>
    <w:rsid w:val="00021CA8"/>
    <w:rsid w:val="00023A87"/>
    <w:rsid w:val="00024AB6"/>
    <w:rsid w:val="00025915"/>
    <w:rsid w:val="000268F3"/>
    <w:rsid w:val="00034786"/>
    <w:rsid w:val="00044A7A"/>
    <w:rsid w:val="00044EAF"/>
    <w:rsid w:val="00051177"/>
    <w:rsid w:val="00055E08"/>
    <w:rsid w:val="000604B0"/>
    <w:rsid w:val="0006050B"/>
    <w:rsid w:val="00062940"/>
    <w:rsid w:val="00062CD8"/>
    <w:rsid w:val="00063C2C"/>
    <w:rsid w:val="00063DF4"/>
    <w:rsid w:val="00065B27"/>
    <w:rsid w:val="00071EFA"/>
    <w:rsid w:val="00076983"/>
    <w:rsid w:val="00082AEC"/>
    <w:rsid w:val="0008396B"/>
    <w:rsid w:val="00085558"/>
    <w:rsid w:val="00086604"/>
    <w:rsid w:val="00086E51"/>
    <w:rsid w:val="000878D8"/>
    <w:rsid w:val="000878E1"/>
    <w:rsid w:val="00087DA5"/>
    <w:rsid w:val="00093013"/>
    <w:rsid w:val="00093B59"/>
    <w:rsid w:val="00096719"/>
    <w:rsid w:val="00097286"/>
    <w:rsid w:val="000A4862"/>
    <w:rsid w:val="000A60FD"/>
    <w:rsid w:val="000B2421"/>
    <w:rsid w:val="000B3A1F"/>
    <w:rsid w:val="000B4E7D"/>
    <w:rsid w:val="000B5B04"/>
    <w:rsid w:val="000B5B34"/>
    <w:rsid w:val="000C4483"/>
    <w:rsid w:val="000C5CD6"/>
    <w:rsid w:val="000C68BF"/>
    <w:rsid w:val="000C702F"/>
    <w:rsid w:val="000C7A3C"/>
    <w:rsid w:val="000D0E04"/>
    <w:rsid w:val="000D1104"/>
    <w:rsid w:val="000E10BE"/>
    <w:rsid w:val="000F3844"/>
    <w:rsid w:val="00102AD5"/>
    <w:rsid w:val="00112F54"/>
    <w:rsid w:val="00113D2B"/>
    <w:rsid w:val="00113DEE"/>
    <w:rsid w:val="0011454D"/>
    <w:rsid w:val="00115E21"/>
    <w:rsid w:val="00117F97"/>
    <w:rsid w:val="0012029B"/>
    <w:rsid w:val="00124AE4"/>
    <w:rsid w:val="00131F09"/>
    <w:rsid w:val="00136A95"/>
    <w:rsid w:val="0014615A"/>
    <w:rsid w:val="00150063"/>
    <w:rsid w:val="001502E2"/>
    <w:rsid w:val="001510E2"/>
    <w:rsid w:val="0015125D"/>
    <w:rsid w:val="00151559"/>
    <w:rsid w:val="001525BC"/>
    <w:rsid w:val="00152BE4"/>
    <w:rsid w:val="001567D9"/>
    <w:rsid w:val="00157AE2"/>
    <w:rsid w:val="001602A3"/>
    <w:rsid w:val="00164639"/>
    <w:rsid w:val="001646DA"/>
    <w:rsid w:val="00165E60"/>
    <w:rsid w:val="001714DC"/>
    <w:rsid w:val="00171783"/>
    <w:rsid w:val="00173C97"/>
    <w:rsid w:val="001743D8"/>
    <w:rsid w:val="00174B57"/>
    <w:rsid w:val="00176049"/>
    <w:rsid w:val="00180090"/>
    <w:rsid w:val="001811A2"/>
    <w:rsid w:val="00190F8D"/>
    <w:rsid w:val="001A04A6"/>
    <w:rsid w:val="001A329F"/>
    <w:rsid w:val="001B1FD6"/>
    <w:rsid w:val="001B288F"/>
    <w:rsid w:val="001B3302"/>
    <w:rsid w:val="001B4F38"/>
    <w:rsid w:val="001B5E20"/>
    <w:rsid w:val="001C0F64"/>
    <w:rsid w:val="001C2AA3"/>
    <w:rsid w:val="001C4E64"/>
    <w:rsid w:val="001D226F"/>
    <w:rsid w:val="001D39B2"/>
    <w:rsid w:val="001E0FA8"/>
    <w:rsid w:val="001E1A75"/>
    <w:rsid w:val="001E51BA"/>
    <w:rsid w:val="001E5F31"/>
    <w:rsid w:val="001F07D1"/>
    <w:rsid w:val="001F18D4"/>
    <w:rsid w:val="001F25F6"/>
    <w:rsid w:val="00200BB9"/>
    <w:rsid w:val="00201EA7"/>
    <w:rsid w:val="00212FE8"/>
    <w:rsid w:val="00214DF4"/>
    <w:rsid w:val="00220B6F"/>
    <w:rsid w:val="002218B2"/>
    <w:rsid w:val="0022377D"/>
    <w:rsid w:val="00225B03"/>
    <w:rsid w:val="00233000"/>
    <w:rsid w:val="00235121"/>
    <w:rsid w:val="0024276D"/>
    <w:rsid w:val="00246269"/>
    <w:rsid w:val="00250323"/>
    <w:rsid w:val="00250F3E"/>
    <w:rsid w:val="00250FCF"/>
    <w:rsid w:val="00251466"/>
    <w:rsid w:val="002540A5"/>
    <w:rsid w:val="002556D9"/>
    <w:rsid w:val="00256807"/>
    <w:rsid w:val="00262932"/>
    <w:rsid w:val="00264D47"/>
    <w:rsid w:val="00271B58"/>
    <w:rsid w:val="00273C17"/>
    <w:rsid w:val="002754E4"/>
    <w:rsid w:val="00275A77"/>
    <w:rsid w:val="00281EE8"/>
    <w:rsid w:val="00282B29"/>
    <w:rsid w:val="00285E2D"/>
    <w:rsid w:val="002861A0"/>
    <w:rsid w:val="00287DF6"/>
    <w:rsid w:val="00287F9C"/>
    <w:rsid w:val="00293A3A"/>
    <w:rsid w:val="00293D76"/>
    <w:rsid w:val="00295DA3"/>
    <w:rsid w:val="002A213A"/>
    <w:rsid w:val="002B60D2"/>
    <w:rsid w:val="002B70E4"/>
    <w:rsid w:val="002B7466"/>
    <w:rsid w:val="002B7F86"/>
    <w:rsid w:val="002D1C37"/>
    <w:rsid w:val="002D3433"/>
    <w:rsid w:val="002D50A6"/>
    <w:rsid w:val="002D5ABA"/>
    <w:rsid w:val="002D7A50"/>
    <w:rsid w:val="002E266E"/>
    <w:rsid w:val="002E2E20"/>
    <w:rsid w:val="002E6064"/>
    <w:rsid w:val="002F16DC"/>
    <w:rsid w:val="002F6099"/>
    <w:rsid w:val="002F68CA"/>
    <w:rsid w:val="002F7F69"/>
    <w:rsid w:val="003040B1"/>
    <w:rsid w:val="00306DE6"/>
    <w:rsid w:val="003109B8"/>
    <w:rsid w:val="00311305"/>
    <w:rsid w:val="00311560"/>
    <w:rsid w:val="00314AB2"/>
    <w:rsid w:val="00316339"/>
    <w:rsid w:val="00321FA2"/>
    <w:rsid w:val="00322415"/>
    <w:rsid w:val="00322D45"/>
    <w:rsid w:val="00323F1A"/>
    <w:rsid w:val="00325976"/>
    <w:rsid w:val="0032663A"/>
    <w:rsid w:val="00330933"/>
    <w:rsid w:val="003319A2"/>
    <w:rsid w:val="00340C27"/>
    <w:rsid w:val="0034156C"/>
    <w:rsid w:val="0034293C"/>
    <w:rsid w:val="0035033F"/>
    <w:rsid w:val="00357096"/>
    <w:rsid w:val="00360ED9"/>
    <w:rsid w:val="003668C4"/>
    <w:rsid w:val="0037058F"/>
    <w:rsid w:val="003710E9"/>
    <w:rsid w:val="00372783"/>
    <w:rsid w:val="00380BFB"/>
    <w:rsid w:val="00381018"/>
    <w:rsid w:val="00381EBD"/>
    <w:rsid w:val="003821FF"/>
    <w:rsid w:val="00382B5A"/>
    <w:rsid w:val="00383783"/>
    <w:rsid w:val="003A3D2D"/>
    <w:rsid w:val="003A6F8B"/>
    <w:rsid w:val="003D37B6"/>
    <w:rsid w:val="003D5968"/>
    <w:rsid w:val="003D6232"/>
    <w:rsid w:val="003D6423"/>
    <w:rsid w:val="003E0668"/>
    <w:rsid w:val="003E47F8"/>
    <w:rsid w:val="003F55F7"/>
    <w:rsid w:val="003F7D44"/>
    <w:rsid w:val="00402575"/>
    <w:rsid w:val="00402D73"/>
    <w:rsid w:val="0040309E"/>
    <w:rsid w:val="00404786"/>
    <w:rsid w:val="004047C6"/>
    <w:rsid w:val="004060DF"/>
    <w:rsid w:val="00406DF2"/>
    <w:rsid w:val="00410990"/>
    <w:rsid w:val="00411919"/>
    <w:rsid w:val="004132E6"/>
    <w:rsid w:val="004144FC"/>
    <w:rsid w:val="0041540A"/>
    <w:rsid w:val="00415D7E"/>
    <w:rsid w:val="00416F33"/>
    <w:rsid w:val="00420171"/>
    <w:rsid w:val="004238B0"/>
    <w:rsid w:val="00423A3F"/>
    <w:rsid w:val="004246E6"/>
    <w:rsid w:val="00431BF4"/>
    <w:rsid w:val="004449B2"/>
    <w:rsid w:val="004466F6"/>
    <w:rsid w:val="0045118E"/>
    <w:rsid w:val="00454701"/>
    <w:rsid w:val="004613DA"/>
    <w:rsid w:val="0046201D"/>
    <w:rsid w:val="00462FBC"/>
    <w:rsid w:val="00465B83"/>
    <w:rsid w:val="0047056F"/>
    <w:rsid w:val="004715CD"/>
    <w:rsid w:val="004732F6"/>
    <w:rsid w:val="0049253A"/>
    <w:rsid w:val="00496218"/>
    <w:rsid w:val="0049712F"/>
    <w:rsid w:val="004975AD"/>
    <w:rsid w:val="00497BC2"/>
    <w:rsid w:val="004A06FF"/>
    <w:rsid w:val="004A2B1E"/>
    <w:rsid w:val="004B035C"/>
    <w:rsid w:val="004B27D6"/>
    <w:rsid w:val="004B5084"/>
    <w:rsid w:val="004B762D"/>
    <w:rsid w:val="004C3CD8"/>
    <w:rsid w:val="004C4182"/>
    <w:rsid w:val="004D0884"/>
    <w:rsid w:val="004D325E"/>
    <w:rsid w:val="004D52CD"/>
    <w:rsid w:val="004D71F5"/>
    <w:rsid w:val="004E1BF0"/>
    <w:rsid w:val="004E21C7"/>
    <w:rsid w:val="004E23B9"/>
    <w:rsid w:val="004E3383"/>
    <w:rsid w:val="004E6ECF"/>
    <w:rsid w:val="004F33F3"/>
    <w:rsid w:val="004F51B2"/>
    <w:rsid w:val="005013B1"/>
    <w:rsid w:val="00501E02"/>
    <w:rsid w:val="00503296"/>
    <w:rsid w:val="005035BE"/>
    <w:rsid w:val="00503E99"/>
    <w:rsid w:val="00504D46"/>
    <w:rsid w:val="005074D2"/>
    <w:rsid w:val="00510AB5"/>
    <w:rsid w:val="00510E24"/>
    <w:rsid w:val="00511658"/>
    <w:rsid w:val="00517B8D"/>
    <w:rsid w:val="00521403"/>
    <w:rsid w:val="00522FAD"/>
    <w:rsid w:val="00534352"/>
    <w:rsid w:val="005361B6"/>
    <w:rsid w:val="005376EE"/>
    <w:rsid w:val="00542C7C"/>
    <w:rsid w:val="00544AED"/>
    <w:rsid w:val="00546844"/>
    <w:rsid w:val="0055060A"/>
    <w:rsid w:val="00553980"/>
    <w:rsid w:val="00554027"/>
    <w:rsid w:val="00554F57"/>
    <w:rsid w:val="00565025"/>
    <w:rsid w:val="00566952"/>
    <w:rsid w:val="00566A67"/>
    <w:rsid w:val="00570473"/>
    <w:rsid w:val="00571597"/>
    <w:rsid w:val="00575036"/>
    <w:rsid w:val="00587DA4"/>
    <w:rsid w:val="0059143D"/>
    <w:rsid w:val="00591FA3"/>
    <w:rsid w:val="005927D2"/>
    <w:rsid w:val="005934B2"/>
    <w:rsid w:val="00593B1F"/>
    <w:rsid w:val="005A0ACF"/>
    <w:rsid w:val="005A4DB0"/>
    <w:rsid w:val="005A739E"/>
    <w:rsid w:val="005B399B"/>
    <w:rsid w:val="005B70E9"/>
    <w:rsid w:val="005C2BCB"/>
    <w:rsid w:val="005D2F93"/>
    <w:rsid w:val="005D62E8"/>
    <w:rsid w:val="005E501D"/>
    <w:rsid w:val="005E780A"/>
    <w:rsid w:val="005F3254"/>
    <w:rsid w:val="005F7B64"/>
    <w:rsid w:val="005F7C1D"/>
    <w:rsid w:val="0060363D"/>
    <w:rsid w:val="00607AF8"/>
    <w:rsid w:val="00607FBB"/>
    <w:rsid w:val="006113A4"/>
    <w:rsid w:val="006114F8"/>
    <w:rsid w:val="006213B2"/>
    <w:rsid w:val="006225F3"/>
    <w:rsid w:val="006231ED"/>
    <w:rsid w:val="00624650"/>
    <w:rsid w:val="006308D6"/>
    <w:rsid w:val="00640A10"/>
    <w:rsid w:val="0064202E"/>
    <w:rsid w:val="00642298"/>
    <w:rsid w:val="0065334C"/>
    <w:rsid w:val="0065711E"/>
    <w:rsid w:val="006574F0"/>
    <w:rsid w:val="00657826"/>
    <w:rsid w:val="00657E68"/>
    <w:rsid w:val="00662F82"/>
    <w:rsid w:val="00670B3C"/>
    <w:rsid w:val="006717C1"/>
    <w:rsid w:val="00671BF6"/>
    <w:rsid w:val="0067247C"/>
    <w:rsid w:val="00680FDE"/>
    <w:rsid w:val="00686D6A"/>
    <w:rsid w:val="00690700"/>
    <w:rsid w:val="00696F95"/>
    <w:rsid w:val="006971AC"/>
    <w:rsid w:val="006975D5"/>
    <w:rsid w:val="006A0B1F"/>
    <w:rsid w:val="006A1406"/>
    <w:rsid w:val="006A2417"/>
    <w:rsid w:val="006A5647"/>
    <w:rsid w:val="006A6E64"/>
    <w:rsid w:val="006B16EF"/>
    <w:rsid w:val="006B6B97"/>
    <w:rsid w:val="006C6C2B"/>
    <w:rsid w:val="006D5AB8"/>
    <w:rsid w:val="006D670D"/>
    <w:rsid w:val="006D781C"/>
    <w:rsid w:val="006E1ED9"/>
    <w:rsid w:val="006E3C87"/>
    <w:rsid w:val="006E528C"/>
    <w:rsid w:val="006F02AC"/>
    <w:rsid w:val="006F1AD7"/>
    <w:rsid w:val="006F3805"/>
    <w:rsid w:val="006F5622"/>
    <w:rsid w:val="006F587D"/>
    <w:rsid w:val="006F7DB9"/>
    <w:rsid w:val="007014AF"/>
    <w:rsid w:val="00701FC5"/>
    <w:rsid w:val="00702177"/>
    <w:rsid w:val="00702FB5"/>
    <w:rsid w:val="007167AC"/>
    <w:rsid w:val="00721449"/>
    <w:rsid w:val="00721DEF"/>
    <w:rsid w:val="00722D14"/>
    <w:rsid w:val="0073540F"/>
    <w:rsid w:val="00740810"/>
    <w:rsid w:val="00740B44"/>
    <w:rsid w:val="00741AFC"/>
    <w:rsid w:val="00742572"/>
    <w:rsid w:val="00743E6E"/>
    <w:rsid w:val="00752E9D"/>
    <w:rsid w:val="007540D8"/>
    <w:rsid w:val="00763DC3"/>
    <w:rsid w:val="00765ED0"/>
    <w:rsid w:val="0077171F"/>
    <w:rsid w:val="0077336D"/>
    <w:rsid w:val="00786F8A"/>
    <w:rsid w:val="007A002D"/>
    <w:rsid w:val="007A08F0"/>
    <w:rsid w:val="007A3805"/>
    <w:rsid w:val="007A3F8A"/>
    <w:rsid w:val="007A4145"/>
    <w:rsid w:val="007B63CB"/>
    <w:rsid w:val="007C0FC1"/>
    <w:rsid w:val="007D348E"/>
    <w:rsid w:val="007D63CB"/>
    <w:rsid w:val="007E06C8"/>
    <w:rsid w:val="007E0B82"/>
    <w:rsid w:val="007E575F"/>
    <w:rsid w:val="007F65FD"/>
    <w:rsid w:val="008003A0"/>
    <w:rsid w:val="0080071A"/>
    <w:rsid w:val="008022E8"/>
    <w:rsid w:val="008039E3"/>
    <w:rsid w:val="00806823"/>
    <w:rsid w:val="008071A9"/>
    <w:rsid w:val="008100B9"/>
    <w:rsid w:val="00815061"/>
    <w:rsid w:val="00815F9D"/>
    <w:rsid w:val="00817008"/>
    <w:rsid w:val="00820DD7"/>
    <w:rsid w:val="00821387"/>
    <w:rsid w:val="00826B24"/>
    <w:rsid w:val="008317D5"/>
    <w:rsid w:val="0083574F"/>
    <w:rsid w:val="00835BC5"/>
    <w:rsid w:val="00843F71"/>
    <w:rsid w:val="00846124"/>
    <w:rsid w:val="00847350"/>
    <w:rsid w:val="0084781A"/>
    <w:rsid w:val="008507CD"/>
    <w:rsid w:val="008534FE"/>
    <w:rsid w:val="00853AD9"/>
    <w:rsid w:val="00856D3B"/>
    <w:rsid w:val="00860940"/>
    <w:rsid w:val="0086405B"/>
    <w:rsid w:val="0086500B"/>
    <w:rsid w:val="00870186"/>
    <w:rsid w:val="00876B9F"/>
    <w:rsid w:val="00876D3F"/>
    <w:rsid w:val="00877D6E"/>
    <w:rsid w:val="0088141C"/>
    <w:rsid w:val="0088339D"/>
    <w:rsid w:val="008918EF"/>
    <w:rsid w:val="0089271C"/>
    <w:rsid w:val="0089420B"/>
    <w:rsid w:val="008946AB"/>
    <w:rsid w:val="008B51EA"/>
    <w:rsid w:val="008B56FF"/>
    <w:rsid w:val="008B6E5D"/>
    <w:rsid w:val="008B7BD8"/>
    <w:rsid w:val="008B7DB9"/>
    <w:rsid w:val="008C17A4"/>
    <w:rsid w:val="008C31E9"/>
    <w:rsid w:val="008C3D47"/>
    <w:rsid w:val="008C534C"/>
    <w:rsid w:val="008C6E67"/>
    <w:rsid w:val="008C6F6C"/>
    <w:rsid w:val="008D09DF"/>
    <w:rsid w:val="008D1FD3"/>
    <w:rsid w:val="008D5818"/>
    <w:rsid w:val="008D62B7"/>
    <w:rsid w:val="008E02CB"/>
    <w:rsid w:val="008E2D9A"/>
    <w:rsid w:val="008F0105"/>
    <w:rsid w:val="00903BAC"/>
    <w:rsid w:val="009108E2"/>
    <w:rsid w:val="00914E8A"/>
    <w:rsid w:val="0091609F"/>
    <w:rsid w:val="00916608"/>
    <w:rsid w:val="00917280"/>
    <w:rsid w:val="00917629"/>
    <w:rsid w:val="00917844"/>
    <w:rsid w:val="00917EC5"/>
    <w:rsid w:val="00923927"/>
    <w:rsid w:val="00934AC5"/>
    <w:rsid w:val="009359D7"/>
    <w:rsid w:val="00936701"/>
    <w:rsid w:val="00936C43"/>
    <w:rsid w:val="00940FB5"/>
    <w:rsid w:val="0094108F"/>
    <w:rsid w:val="00941F6B"/>
    <w:rsid w:val="00942202"/>
    <w:rsid w:val="009422CC"/>
    <w:rsid w:val="00947AF3"/>
    <w:rsid w:val="00947F86"/>
    <w:rsid w:val="00950D27"/>
    <w:rsid w:val="00951296"/>
    <w:rsid w:val="00952667"/>
    <w:rsid w:val="009557F2"/>
    <w:rsid w:val="0095587F"/>
    <w:rsid w:val="00960C4F"/>
    <w:rsid w:val="00970B83"/>
    <w:rsid w:val="009851B1"/>
    <w:rsid w:val="009905ED"/>
    <w:rsid w:val="009920FD"/>
    <w:rsid w:val="0099279A"/>
    <w:rsid w:val="009A3DFE"/>
    <w:rsid w:val="009A7870"/>
    <w:rsid w:val="009B3800"/>
    <w:rsid w:val="009B3FDE"/>
    <w:rsid w:val="009B6A0A"/>
    <w:rsid w:val="009C2D0D"/>
    <w:rsid w:val="009C3C94"/>
    <w:rsid w:val="009C4F81"/>
    <w:rsid w:val="009C5BD7"/>
    <w:rsid w:val="009C6586"/>
    <w:rsid w:val="009C6667"/>
    <w:rsid w:val="009C74AB"/>
    <w:rsid w:val="009D172B"/>
    <w:rsid w:val="009D5757"/>
    <w:rsid w:val="009D6F2F"/>
    <w:rsid w:val="009D7CC1"/>
    <w:rsid w:val="009E0049"/>
    <w:rsid w:val="009E0494"/>
    <w:rsid w:val="009F08C6"/>
    <w:rsid w:val="009F18A3"/>
    <w:rsid w:val="009F3BF9"/>
    <w:rsid w:val="009F40B2"/>
    <w:rsid w:val="009F7FE8"/>
    <w:rsid w:val="00A06453"/>
    <w:rsid w:val="00A11431"/>
    <w:rsid w:val="00A13A70"/>
    <w:rsid w:val="00A22D33"/>
    <w:rsid w:val="00A24E30"/>
    <w:rsid w:val="00A24F22"/>
    <w:rsid w:val="00A24F40"/>
    <w:rsid w:val="00A3212D"/>
    <w:rsid w:val="00A339D8"/>
    <w:rsid w:val="00A346A9"/>
    <w:rsid w:val="00A3723B"/>
    <w:rsid w:val="00A37607"/>
    <w:rsid w:val="00A4030C"/>
    <w:rsid w:val="00A40A9E"/>
    <w:rsid w:val="00A43992"/>
    <w:rsid w:val="00A44448"/>
    <w:rsid w:val="00A4594D"/>
    <w:rsid w:val="00A45B6C"/>
    <w:rsid w:val="00A52258"/>
    <w:rsid w:val="00A52675"/>
    <w:rsid w:val="00A72803"/>
    <w:rsid w:val="00A7419F"/>
    <w:rsid w:val="00A74920"/>
    <w:rsid w:val="00A76082"/>
    <w:rsid w:val="00A8783C"/>
    <w:rsid w:val="00A90043"/>
    <w:rsid w:val="00A91F74"/>
    <w:rsid w:val="00A921F2"/>
    <w:rsid w:val="00A928D9"/>
    <w:rsid w:val="00AA0DC2"/>
    <w:rsid w:val="00AA159D"/>
    <w:rsid w:val="00AA565A"/>
    <w:rsid w:val="00AA71B2"/>
    <w:rsid w:val="00AB0D18"/>
    <w:rsid w:val="00AB3701"/>
    <w:rsid w:val="00AB3709"/>
    <w:rsid w:val="00AC21C3"/>
    <w:rsid w:val="00AC2C3A"/>
    <w:rsid w:val="00AC5FB7"/>
    <w:rsid w:val="00AC73B5"/>
    <w:rsid w:val="00AD03F7"/>
    <w:rsid w:val="00AD2D54"/>
    <w:rsid w:val="00AD4F88"/>
    <w:rsid w:val="00AD5D3A"/>
    <w:rsid w:val="00AE1262"/>
    <w:rsid w:val="00AF0CE9"/>
    <w:rsid w:val="00AF4927"/>
    <w:rsid w:val="00AF74C6"/>
    <w:rsid w:val="00B012E5"/>
    <w:rsid w:val="00B0132F"/>
    <w:rsid w:val="00B016A4"/>
    <w:rsid w:val="00B02DDB"/>
    <w:rsid w:val="00B11202"/>
    <w:rsid w:val="00B134A7"/>
    <w:rsid w:val="00B14501"/>
    <w:rsid w:val="00B147FC"/>
    <w:rsid w:val="00B14B8A"/>
    <w:rsid w:val="00B20460"/>
    <w:rsid w:val="00B3073A"/>
    <w:rsid w:val="00B323AE"/>
    <w:rsid w:val="00B32AB6"/>
    <w:rsid w:val="00B32C4C"/>
    <w:rsid w:val="00B36C80"/>
    <w:rsid w:val="00B41EAD"/>
    <w:rsid w:val="00B42A1E"/>
    <w:rsid w:val="00B51323"/>
    <w:rsid w:val="00B55448"/>
    <w:rsid w:val="00B5687A"/>
    <w:rsid w:val="00B60034"/>
    <w:rsid w:val="00B601CB"/>
    <w:rsid w:val="00B61EE5"/>
    <w:rsid w:val="00B6330C"/>
    <w:rsid w:val="00B65649"/>
    <w:rsid w:val="00B72D89"/>
    <w:rsid w:val="00B755D8"/>
    <w:rsid w:val="00B776FC"/>
    <w:rsid w:val="00B80038"/>
    <w:rsid w:val="00B903D0"/>
    <w:rsid w:val="00B907A8"/>
    <w:rsid w:val="00B946F6"/>
    <w:rsid w:val="00B96C1A"/>
    <w:rsid w:val="00BA04A0"/>
    <w:rsid w:val="00BA457C"/>
    <w:rsid w:val="00BA62E2"/>
    <w:rsid w:val="00BA6FAB"/>
    <w:rsid w:val="00BB356F"/>
    <w:rsid w:val="00BB47CD"/>
    <w:rsid w:val="00BC12B0"/>
    <w:rsid w:val="00BC4909"/>
    <w:rsid w:val="00BD211D"/>
    <w:rsid w:val="00BD5B90"/>
    <w:rsid w:val="00BD5DDB"/>
    <w:rsid w:val="00BD7C40"/>
    <w:rsid w:val="00BE1AC4"/>
    <w:rsid w:val="00BE4268"/>
    <w:rsid w:val="00BE687F"/>
    <w:rsid w:val="00BF0D79"/>
    <w:rsid w:val="00BF1A02"/>
    <w:rsid w:val="00BF55E8"/>
    <w:rsid w:val="00BF580A"/>
    <w:rsid w:val="00C028EB"/>
    <w:rsid w:val="00C03C23"/>
    <w:rsid w:val="00C14DF8"/>
    <w:rsid w:val="00C158E3"/>
    <w:rsid w:val="00C16E09"/>
    <w:rsid w:val="00C22EAE"/>
    <w:rsid w:val="00C25161"/>
    <w:rsid w:val="00C34083"/>
    <w:rsid w:val="00C35A64"/>
    <w:rsid w:val="00C35E26"/>
    <w:rsid w:val="00C409A6"/>
    <w:rsid w:val="00C4250E"/>
    <w:rsid w:val="00C47621"/>
    <w:rsid w:val="00C5519D"/>
    <w:rsid w:val="00C5599A"/>
    <w:rsid w:val="00C60499"/>
    <w:rsid w:val="00C71D81"/>
    <w:rsid w:val="00C773B1"/>
    <w:rsid w:val="00C83718"/>
    <w:rsid w:val="00C9146A"/>
    <w:rsid w:val="00C92A24"/>
    <w:rsid w:val="00C93176"/>
    <w:rsid w:val="00C9529C"/>
    <w:rsid w:val="00CA1330"/>
    <w:rsid w:val="00CA667D"/>
    <w:rsid w:val="00CB662F"/>
    <w:rsid w:val="00CC0634"/>
    <w:rsid w:val="00CC144B"/>
    <w:rsid w:val="00CC6C07"/>
    <w:rsid w:val="00CD058D"/>
    <w:rsid w:val="00CD2903"/>
    <w:rsid w:val="00CD3A9C"/>
    <w:rsid w:val="00CD4623"/>
    <w:rsid w:val="00CD4B0A"/>
    <w:rsid w:val="00CD4CA8"/>
    <w:rsid w:val="00CE7366"/>
    <w:rsid w:val="00CF0C8C"/>
    <w:rsid w:val="00CF2CD0"/>
    <w:rsid w:val="00CF2E40"/>
    <w:rsid w:val="00CF4804"/>
    <w:rsid w:val="00CF55EE"/>
    <w:rsid w:val="00CF7998"/>
    <w:rsid w:val="00D02863"/>
    <w:rsid w:val="00D05131"/>
    <w:rsid w:val="00D06E16"/>
    <w:rsid w:val="00D153B2"/>
    <w:rsid w:val="00D1558C"/>
    <w:rsid w:val="00D343B7"/>
    <w:rsid w:val="00D36EDE"/>
    <w:rsid w:val="00D42938"/>
    <w:rsid w:val="00D43E35"/>
    <w:rsid w:val="00D512BF"/>
    <w:rsid w:val="00D513BF"/>
    <w:rsid w:val="00D564BA"/>
    <w:rsid w:val="00D6208B"/>
    <w:rsid w:val="00D631BD"/>
    <w:rsid w:val="00D6495C"/>
    <w:rsid w:val="00D663D2"/>
    <w:rsid w:val="00D7108E"/>
    <w:rsid w:val="00D767AA"/>
    <w:rsid w:val="00D77087"/>
    <w:rsid w:val="00D80A6D"/>
    <w:rsid w:val="00D82704"/>
    <w:rsid w:val="00D82A9C"/>
    <w:rsid w:val="00D86ADD"/>
    <w:rsid w:val="00D95672"/>
    <w:rsid w:val="00D95F4F"/>
    <w:rsid w:val="00D96A30"/>
    <w:rsid w:val="00DA28A6"/>
    <w:rsid w:val="00DB3A93"/>
    <w:rsid w:val="00DB5A2F"/>
    <w:rsid w:val="00DC47D0"/>
    <w:rsid w:val="00DC5ECF"/>
    <w:rsid w:val="00DC5F0B"/>
    <w:rsid w:val="00DD2B2E"/>
    <w:rsid w:val="00DD5415"/>
    <w:rsid w:val="00DD657A"/>
    <w:rsid w:val="00DD66E3"/>
    <w:rsid w:val="00DE354C"/>
    <w:rsid w:val="00DE43F3"/>
    <w:rsid w:val="00DF4813"/>
    <w:rsid w:val="00DF55D0"/>
    <w:rsid w:val="00DF7F5B"/>
    <w:rsid w:val="00E021E2"/>
    <w:rsid w:val="00E03527"/>
    <w:rsid w:val="00E075BA"/>
    <w:rsid w:val="00E16D8B"/>
    <w:rsid w:val="00E20039"/>
    <w:rsid w:val="00E2309A"/>
    <w:rsid w:val="00E264DE"/>
    <w:rsid w:val="00E3535C"/>
    <w:rsid w:val="00E422D7"/>
    <w:rsid w:val="00E42A6E"/>
    <w:rsid w:val="00E4445B"/>
    <w:rsid w:val="00E44ECC"/>
    <w:rsid w:val="00E504DD"/>
    <w:rsid w:val="00E57E10"/>
    <w:rsid w:val="00E600E1"/>
    <w:rsid w:val="00E603D7"/>
    <w:rsid w:val="00E60574"/>
    <w:rsid w:val="00E62307"/>
    <w:rsid w:val="00E640CC"/>
    <w:rsid w:val="00E72F49"/>
    <w:rsid w:val="00E730C7"/>
    <w:rsid w:val="00E76B7E"/>
    <w:rsid w:val="00E77274"/>
    <w:rsid w:val="00E83B63"/>
    <w:rsid w:val="00E8483F"/>
    <w:rsid w:val="00E87713"/>
    <w:rsid w:val="00E901B3"/>
    <w:rsid w:val="00E92A3B"/>
    <w:rsid w:val="00E933C1"/>
    <w:rsid w:val="00E93D0D"/>
    <w:rsid w:val="00E94245"/>
    <w:rsid w:val="00E9517B"/>
    <w:rsid w:val="00E9632B"/>
    <w:rsid w:val="00EA3D1C"/>
    <w:rsid w:val="00EA6BE7"/>
    <w:rsid w:val="00EB19BB"/>
    <w:rsid w:val="00EB2AF9"/>
    <w:rsid w:val="00EB3BAD"/>
    <w:rsid w:val="00EB7422"/>
    <w:rsid w:val="00EB7EF4"/>
    <w:rsid w:val="00EC1ED9"/>
    <w:rsid w:val="00EC3749"/>
    <w:rsid w:val="00EC3DD9"/>
    <w:rsid w:val="00EC7050"/>
    <w:rsid w:val="00ED7D00"/>
    <w:rsid w:val="00EE0B49"/>
    <w:rsid w:val="00EE2379"/>
    <w:rsid w:val="00EE375B"/>
    <w:rsid w:val="00EE37C7"/>
    <w:rsid w:val="00EE741E"/>
    <w:rsid w:val="00EF05A1"/>
    <w:rsid w:val="00EF40C6"/>
    <w:rsid w:val="00F01364"/>
    <w:rsid w:val="00F02804"/>
    <w:rsid w:val="00F107F0"/>
    <w:rsid w:val="00F11CC3"/>
    <w:rsid w:val="00F14D27"/>
    <w:rsid w:val="00F21C8A"/>
    <w:rsid w:val="00F24B36"/>
    <w:rsid w:val="00F27682"/>
    <w:rsid w:val="00F337A4"/>
    <w:rsid w:val="00F3705D"/>
    <w:rsid w:val="00F50B59"/>
    <w:rsid w:val="00F54981"/>
    <w:rsid w:val="00F55F9E"/>
    <w:rsid w:val="00F56B0D"/>
    <w:rsid w:val="00F60E7E"/>
    <w:rsid w:val="00F61F58"/>
    <w:rsid w:val="00F65DD7"/>
    <w:rsid w:val="00F662A9"/>
    <w:rsid w:val="00F664D3"/>
    <w:rsid w:val="00F70167"/>
    <w:rsid w:val="00F720E2"/>
    <w:rsid w:val="00F74437"/>
    <w:rsid w:val="00F85870"/>
    <w:rsid w:val="00F86AF8"/>
    <w:rsid w:val="00F900C5"/>
    <w:rsid w:val="00F91FFB"/>
    <w:rsid w:val="00F95D3C"/>
    <w:rsid w:val="00FA110D"/>
    <w:rsid w:val="00FA23E8"/>
    <w:rsid w:val="00FA2765"/>
    <w:rsid w:val="00FA2B82"/>
    <w:rsid w:val="00FA4218"/>
    <w:rsid w:val="00FA70A6"/>
    <w:rsid w:val="00FA7D11"/>
    <w:rsid w:val="00FB304B"/>
    <w:rsid w:val="00FB391A"/>
    <w:rsid w:val="00FB5C07"/>
    <w:rsid w:val="00FC168C"/>
    <w:rsid w:val="00FC2710"/>
    <w:rsid w:val="00FC5F68"/>
    <w:rsid w:val="00FE34E1"/>
    <w:rsid w:val="00FE46E7"/>
    <w:rsid w:val="00FE4BEA"/>
    <w:rsid w:val="00FF09FA"/>
    <w:rsid w:val="00FF3196"/>
    <w:rsid w:val="00FF5BA8"/>
    <w:rsid w:val="00FF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link w:val="10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link w:val="20"/>
    <w:uiPriority w:val="99"/>
    <w:qFormat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aliases w:val=" Знак1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link w:val="a7"/>
    <w:uiPriority w:val="99"/>
    <w:rsid w:val="00CA667D"/>
    <w:pPr>
      <w:jc w:val="center"/>
    </w:pPr>
    <w:rPr>
      <w:sz w:val="28"/>
    </w:rPr>
  </w:style>
  <w:style w:type="paragraph" w:styleId="a5">
    <w:name w:val="header"/>
    <w:aliases w:val=" Знак1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8">
    <w:name w:val="page number"/>
    <w:basedOn w:val="a0"/>
    <w:uiPriority w:val="99"/>
    <w:rsid w:val="00CA667D"/>
  </w:style>
  <w:style w:type="paragraph" w:styleId="a9">
    <w:name w:val="footer"/>
    <w:basedOn w:val="a"/>
    <w:link w:val="aa"/>
    <w:uiPriority w:val="99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b">
    <w:name w:val="Balloon Text"/>
    <w:basedOn w:val="a"/>
    <w:link w:val="ac"/>
    <w:uiPriority w:val="99"/>
    <w:semiHidden/>
    <w:rsid w:val="00CA667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endnote text"/>
    <w:basedOn w:val="a"/>
    <w:semiHidden/>
    <w:rsid w:val="00117F97"/>
  </w:style>
  <w:style w:type="character" w:styleId="af">
    <w:name w:val="endnote reference"/>
    <w:semiHidden/>
    <w:rsid w:val="00117F97"/>
    <w:rPr>
      <w:vertAlign w:val="superscript"/>
    </w:rPr>
  </w:style>
  <w:style w:type="paragraph" w:customStyle="1" w:styleId="10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1">
    <w:name w:val="Body Text 2"/>
    <w:basedOn w:val="a"/>
    <w:link w:val="22"/>
    <w:uiPriority w:val="99"/>
    <w:unhideWhenUsed/>
    <w:rsid w:val="006975D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d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unhideWhenUsed/>
    <w:qFormat/>
    <w:rsid w:val="00E901B3"/>
    <w:pPr>
      <w:widowControl w:val="0"/>
      <w:spacing w:before="240" w:after="60" w:line="240" w:lineRule="auto"/>
      <w:jc w:val="center"/>
    </w:pPr>
    <w:rPr>
      <w:rFonts w:ascii="Arial" w:hAnsi="Arial"/>
      <w:b/>
      <w:kern w:val="28"/>
      <w:sz w:val="32"/>
    </w:rPr>
  </w:style>
  <w:style w:type="paragraph" w:styleId="af1">
    <w:name w:val="List"/>
    <w:basedOn w:val="a"/>
    <w:unhideWhenUsed/>
    <w:qFormat/>
    <w:rsid w:val="00E901B3"/>
    <w:pPr>
      <w:widowControl w:val="0"/>
      <w:spacing w:line="240" w:lineRule="auto"/>
      <w:ind w:left="283" w:hanging="283"/>
    </w:pPr>
  </w:style>
  <w:style w:type="paragraph" w:styleId="af2">
    <w:name w:val="Subtitle"/>
    <w:basedOn w:val="a"/>
    <w:link w:val="af3"/>
    <w:qFormat/>
    <w:rsid w:val="00E901B3"/>
    <w:pPr>
      <w:widowControl w:val="0"/>
      <w:spacing w:after="60" w:line="240" w:lineRule="auto"/>
      <w:jc w:val="center"/>
    </w:pPr>
    <w:rPr>
      <w:rFonts w:ascii="Arial" w:hAnsi="Arial"/>
      <w:i/>
      <w:sz w:val="24"/>
    </w:rPr>
  </w:style>
  <w:style w:type="character" w:customStyle="1" w:styleId="af3">
    <w:name w:val="Подзаголовок Знак"/>
    <w:basedOn w:val="a0"/>
    <w:link w:val="af2"/>
    <w:rsid w:val="00E901B3"/>
    <w:rPr>
      <w:rFonts w:ascii="Arial" w:hAnsi="Arial"/>
      <w:i/>
      <w:sz w:val="24"/>
    </w:rPr>
  </w:style>
  <w:style w:type="paragraph" w:styleId="af4">
    <w:name w:val="List Paragraph"/>
    <w:basedOn w:val="a"/>
    <w:uiPriority w:val="34"/>
    <w:qFormat/>
    <w:rsid w:val="0086405B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No Spacing"/>
    <w:link w:val="af6"/>
    <w:uiPriority w:val="1"/>
    <w:qFormat/>
    <w:rsid w:val="0086405B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Без интервала Знак"/>
    <w:link w:val="af5"/>
    <w:uiPriority w:val="1"/>
    <w:rsid w:val="0086405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6405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5">
    <w:name w:val="Font Style15"/>
    <w:uiPriority w:val="99"/>
    <w:rsid w:val="0086405B"/>
    <w:rPr>
      <w:rFonts w:ascii="Times New Roman" w:hAnsi="Times New Roman" w:cs="Times New Roman" w:hint="default"/>
      <w:sz w:val="26"/>
      <w:szCs w:val="26"/>
    </w:rPr>
  </w:style>
  <w:style w:type="paragraph" w:styleId="af7">
    <w:name w:val="Normal (Web)"/>
    <w:basedOn w:val="a"/>
    <w:uiPriority w:val="99"/>
    <w:unhideWhenUsed/>
    <w:rsid w:val="0086405B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8">
    <w:name w:val="footnote text"/>
    <w:basedOn w:val="a"/>
    <w:link w:val="af9"/>
    <w:unhideWhenUsed/>
    <w:rsid w:val="00220B6F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9">
    <w:name w:val="Текст сноски Знак"/>
    <w:basedOn w:val="a0"/>
    <w:link w:val="af8"/>
    <w:rsid w:val="00220B6F"/>
    <w:rPr>
      <w:rFonts w:asciiTheme="minorHAnsi" w:eastAsiaTheme="minorHAnsi" w:hAnsiTheme="minorHAnsi" w:cstheme="minorBidi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5B70E9"/>
    <w:rPr>
      <w:i/>
      <w:iCs/>
      <w:spacing w:val="20"/>
    </w:rPr>
  </w:style>
  <w:style w:type="character" w:customStyle="1" w:styleId="aa">
    <w:name w:val="Нижний колонтитул Знак"/>
    <w:basedOn w:val="a0"/>
    <w:link w:val="a9"/>
    <w:uiPriority w:val="99"/>
    <w:rsid w:val="005B70E9"/>
    <w:rPr>
      <w:sz w:val="24"/>
    </w:rPr>
  </w:style>
  <w:style w:type="character" w:customStyle="1" w:styleId="ac">
    <w:name w:val="Текст выноски Знак"/>
    <w:basedOn w:val="a0"/>
    <w:link w:val="ab"/>
    <w:uiPriority w:val="99"/>
    <w:semiHidden/>
    <w:rsid w:val="005B70E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B70E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s1">
    <w:name w:val="s_1"/>
    <w:basedOn w:val="a"/>
    <w:rsid w:val="005B70E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5B70E9"/>
    <w:rPr>
      <w:i/>
      <w:sz w:val="28"/>
    </w:rPr>
  </w:style>
  <w:style w:type="character" w:customStyle="1" w:styleId="afa">
    <w:name w:val="Гипертекстовая ссылка"/>
    <w:basedOn w:val="a0"/>
    <w:uiPriority w:val="99"/>
    <w:rsid w:val="005B70E9"/>
    <w:rPr>
      <w:color w:val="106BBE"/>
    </w:rPr>
  </w:style>
  <w:style w:type="character" w:customStyle="1" w:styleId="afb">
    <w:name w:val="Цветовое выделение"/>
    <w:uiPriority w:val="99"/>
    <w:rsid w:val="005B70E9"/>
    <w:rPr>
      <w:b/>
      <w:bCs/>
      <w:color w:val="26282F"/>
    </w:rPr>
  </w:style>
  <w:style w:type="character" w:styleId="afc">
    <w:name w:val="footnote reference"/>
    <w:unhideWhenUsed/>
    <w:rsid w:val="005B70E9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5B70E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5B70E9"/>
    <w:pPr>
      <w:spacing w:after="3" w:line="259" w:lineRule="auto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5B70E9"/>
    <w:rPr>
      <w:color w:val="000000"/>
      <w:sz w:val="18"/>
      <w:szCs w:val="22"/>
    </w:rPr>
  </w:style>
  <w:style w:type="character" w:customStyle="1" w:styleId="footnotemark">
    <w:name w:val="footnote mark"/>
    <w:hidden/>
    <w:rsid w:val="005B70E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5B70E9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onsPlusCell">
    <w:name w:val="ConsPlusCell"/>
    <w:uiPriority w:val="99"/>
    <w:rsid w:val="005B70E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5B70E9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5B70E9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character" w:styleId="afd">
    <w:name w:val="Strong"/>
    <w:uiPriority w:val="22"/>
    <w:qFormat/>
    <w:rsid w:val="005B70E9"/>
    <w:rPr>
      <w:b/>
      <w:bCs/>
    </w:rPr>
  </w:style>
  <w:style w:type="paragraph" w:styleId="3">
    <w:name w:val="Body Text Indent 3"/>
    <w:basedOn w:val="a"/>
    <w:link w:val="30"/>
    <w:rsid w:val="005B70E9"/>
    <w:pPr>
      <w:spacing w:after="120" w:line="240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B70E9"/>
    <w:rPr>
      <w:sz w:val="16"/>
      <w:szCs w:val="16"/>
    </w:rPr>
  </w:style>
  <w:style w:type="character" w:customStyle="1" w:styleId="FontStyle14">
    <w:name w:val="Font Style14"/>
    <w:uiPriority w:val="99"/>
    <w:rsid w:val="005B70E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5B70E9"/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5B70E9"/>
    <w:rPr>
      <w:sz w:val="28"/>
    </w:rPr>
  </w:style>
  <w:style w:type="character" w:customStyle="1" w:styleId="afe">
    <w:name w:val="Основной текст_"/>
    <w:link w:val="12"/>
    <w:rsid w:val="005B70E9"/>
    <w:rPr>
      <w:shd w:val="clear" w:color="auto" w:fill="FFFFFF"/>
    </w:rPr>
  </w:style>
  <w:style w:type="paragraph" w:customStyle="1" w:styleId="12">
    <w:name w:val="Основной текст1"/>
    <w:basedOn w:val="a"/>
    <w:link w:val="afe"/>
    <w:rsid w:val="005B70E9"/>
    <w:pPr>
      <w:widowControl w:val="0"/>
      <w:shd w:val="clear" w:color="auto" w:fill="FFFFFF"/>
      <w:spacing w:line="240" w:lineRule="auto"/>
      <w:ind w:firstLine="400"/>
    </w:pPr>
  </w:style>
  <w:style w:type="character" w:customStyle="1" w:styleId="news-title">
    <w:name w:val="news-title"/>
    <w:basedOn w:val="a0"/>
    <w:rsid w:val="005B70E9"/>
  </w:style>
  <w:style w:type="paragraph" w:customStyle="1" w:styleId="formattext">
    <w:name w:val="formattext"/>
    <w:basedOn w:val="a"/>
    <w:rsid w:val="005B70E9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lchenko_LG.FIN\Desktop\&#1073;&#1083;&#1072;&#1085;&#1082;&#1080;\&#1041;&#1083;&#1072;&#1085;&#1082;%20202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69EB0-4FEA-459A-A43D-BAC72538F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2021.dot</Template>
  <TotalTime>755</TotalTime>
  <Pages>32</Pages>
  <Words>5537</Words>
  <Characters>31563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37026</CharactersWithSpaces>
  <SharedDoc>false</SharedDoc>
  <HLinks>
    <vt:vector size="6" baseType="variant">
      <vt:variant>
        <vt:i4>8323198</vt:i4>
      </vt:variant>
      <vt:variant>
        <vt:i4>0</vt:i4>
      </vt:variant>
      <vt:variant>
        <vt:i4>0</vt:i4>
      </vt:variant>
      <vt:variant>
        <vt:i4>5</vt:i4>
      </vt:variant>
      <vt:variant>
        <vt:lpwstr>http://www.finsmol.ru/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Ляльченко Лидия Георгиевна</dc:creator>
  <cp:lastModifiedBy>Ноут</cp:lastModifiedBy>
  <cp:revision>344</cp:revision>
  <cp:lastPrinted>2026-01-16T13:19:00Z</cp:lastPrinted>
  <dcterms:created xsi:type="dcterms:W3CDTF">2021-10-28T10:08:00Z</dcterms:created>
  <dcterms:modified xsi:type="dcterms:W3CDTF">2026-01-21T13:50:00Z</dcterms:modified>
</cp:coreProperties>
</file>